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bookmarkStart w:id="0" w:name="_GoBack"/>
      <w:bookmarkEnd w:id="0"/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both"/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 xml:space="preserve">(Prov. ______) il __________, </w:t>
      </w:r>
      <w:proofErr w:type="spellStart"/>
      <w:r w:rsidRPr="006D0143">
        <w:t>inclus</w:t>
      </w:r>
      <w:proofErr w:type="spellEnd"/>
      <w:r w:rsidRPr="006D0143">
        <w:t>_ nelle graduatorie  del concorso ordinario del personale docente e/o educativo per i seguenti posti:</w:t>
      </w:r>
    </w:p>
    <w:p w:rsidR="006D0143" w:rsidRPr="006D0143" w:rsidRDefault="006D0143" w:rsidP="006D0143"/>
    <w:p w:rsidR="006D0143" w:rsidRPr="006D0143" w:rsidRDefault="006D0143" w:rsidP="006D0143">
      <w:pPr>
        <w:rPr>
          <w:b/>
          <w:u w:val="single"/>
        </w:rPr>
      </w:pPr>
      <w:r w:rsidRPr="006D0143">
        <w:rPr>
          <w:b/>
          <w:u w:val="single"/>
        </w:rPr>
        <w:t>DDG 82/2012</w:t>
      </w:r>
    </w:p>
    <w:p w:rsidR="006D0143" w:rsidRPr="006D0143" w:rsidRDefault="006D0143" w:rsidP="006D0143"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SCUOLA INFANZIA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>SCUOLA INFANZIA SOSTEGNO</w:t>
      </w:r>
    </w:p>
    <w:p w:rsidR="006D0143" w:rsidRPr="006D0143" w:rsidRDefault="006D0143" w:rsidP="006D0143"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SCUOLA PRIMARIA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>SCUOLA PRIMARIA SOSTEGNO</w:t>
      </w:r>
    </w:p>
    <w:p w:rsidR="006D0143" w:rsidRPr="006D0143" w:rsidRDefault="006D0143" w:rsidP="006D0143"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SCUOLA SECONDARIA 1° GRADO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CL. _____________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>CL. _____________</w:t>
      </w:r>
    </w:p>
    <w:p w:rsidR="006D0143" w:rsidRPr="006D0143" w:rsidRDefault="006D0143" w:rsidP="006D0143"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SCUOLA SECONDARIA 2° GRADO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CL. _____________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>CL. _____________</w:t>
      </w:r>
    </w:p>
    <w:p w:rsidR="006D0143" w:rsidRPr="006D0143" w:rsidRDefault="006D0143" w:rsidP="006D0143"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>SCUOLA SECONDARIA 2° GRADO SOSTEGNO area disciplinare_</w:t>
      </w:r>
    </w:p>
    <w:p w:rsidR="006D0143" w:rsidRPr="006D0143" w:rsidRDefault="006D0143" w:rsidP="006D0143"/>
    <w:p w:rsidR="006D0143" w:rsidRPr="006D0143" w:rsidRDefault="006D0143" w:rsidP="006D0143">
      <w:pPr>
        <w:rPr>
          <w:b/>
          <w:u w:val="single"/>
        </w:rPr>
      </w:pPr>
      <w:r w:rsidRPr="006D0143">
        <w:rPr>
          <w:b/>
          <w:u w:val="single"/>
        </w:rPr>
        <w:t>CONCORSI ORDINARI 1999</w:t>
      </w:r>
    </w:p>
    <w:p w:rsidR="006D0143" w:rsidRPr="006D0143" w:rsidRDefault="006D0143" w:rsidP="006D0143"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SCUOLA SECONDARIA 2° GRADO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 xml:space="preserve">CL. _____________ </w:t>
      </w:r>
      <w:r w:rsidRPr="006D0143">
        <w:rPr>
          <w:rFonts w:eastAsia="MS Mincho"/>
          <w:sz w:val="24"/>
          <w:szCs w:val="24"/>
        </w:rPr>
        <w:t>􀂅</w:t>
      </w:r>
      <w:r w:rsidRPr="006D0143">
        <w:rPr>
          <w:rFonts w:eastAsia="Wingdings-Regular-Identity-H"/>
          <w:sz w:val="24"/>
          <w:szCs w:val="24"/>
        </w:rPr>
        <w:t xml:space="preserve"> </w:t>
      </w:r>
      <w:r w:rsidRPr="006D0143">
        <w:t>CL. _____________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individuazione per la scelta della provincia 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>_ nella scelta della provincia per l’</w:t>
      </w:r>
      <w:r w:rsidRPr="006D0143">
        <w:rPr>
          <w:b/>
        </w:rPr>
        <w:t>a.</w:t>
      </w:r>
      <w:r>
        <w:rPr>
          <w:b/>
        </w:rPr>
        <w:t xml:space="preserve"> </w:t>
      </w:r>
      <w:r w:rsidRPr="006D0143">
        <w:rPr>
          <w:b/>
        </w:rPr>
        <w:t xml:space="preserve">s. 2015/2016,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>Indica, in ordine di preferenza, le seguenti sedi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Estremi documento del delegante: ________________________________</w:t>
      </w:r>
    </w:p>
    <w:p w:rsidR="00917BFF" w:rsidRPr="006D0143" w:rsidRDefault="00917BFF" w:rsidP="006D0143"/>
    <w:sectPr w:rsidR="00917BFF" w:rsidRPr="006D0143" w:rsidSect="006D0143">
      <w:headerReference w:type="default" r:id="rId9"/>
      <w:headerReference w:type="first" r:id="rId10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3D2" w:rsidRDefault="00D023D2" w:rsidP="00735857">
      <w:r>
        <w:separator/>
      </w:r>
    </w:p>
  </w:endnote>
  <w:endnote w:type="continuationSeparator" w:id="0">
    <w:p w:rsidR="00D023D2" w:rsidRDefault="00D023D2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-Regular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3D2" w:rsidRDefault="00D023D2" w:rsidP="00735857">
      <w:r>
        <w:separator/>
      </w:r>
    </w:p>
  </w:footnote>
  <w:footnote w:type="continuationSeparator" w:id="0">
    <w:p w:rsidR="00D023D2" w:rsidRDefault="00D023D2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Il delegato deve presentare  proprio documento di riconoscimento e  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634C3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1385"/>
    <w:rsid w:val="0023363A"/>
    <w:rsid w:val="002460B0"/>
    <w:rsid w:val="002B72D4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5E3F1F"/>
    <w:rsid w:val="00653E89"/>
    <w:rsid w:val="00684E03"/>
    <w:rsid w:val="006933CE"/>
    <w:rsid w:val="006C7F03"/>
    <w:rsid w:val="006D014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82B8F"/>
    <w:rsid w:val="00984E26"/>
    <w:rsid w:val="00A05E12"/>
    <w:rsid w:val="00A53694"/>
    <w:rsid w:val="00A63ADA"/>
    <w:rsid w:val="00A82B7B"/>
    <w:rsid w:val="00A93438"/>
    <w:rsid w:val="00AD516B"/>
    <w:rsid w:val="00AF6D3E"/>
    <w:rsid w:val="00B442B8"/>
    <w:rsid w:val="00B9467A"/>
    <w:rsid w:val="00C13338"/>
    <w:rsid w:val="00C42C1D"/>
    <w:rsid w:val="00C94F10"/>
    <w:rsid w:val="00CB447C"/>
    <w:rsid w:val="00CC364F"/>
    <w:rsid w:val="00CD146C"/>
    <w:rsid w:val="00D023D2"/>
    <w:rsid w:val="00D230BD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819B-FFFD-4277-A394-04B6948E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2015-05-07T11:14:00Z</cp:lastPrinted>
  <dcterms:created xsi:type="dcterms:W3CDTF">2015-07-16T13:44:00Z</dcterms:created>
  <dcterms:modified xsi:type="dcterms:W3CDTF">2015-07-16T14:02:00Z</dcterms:modified>
</cp:coreProperties>
</file>