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992" w:rsidRDefault="00E33992" w:rsidP="00E33992">
      <w:pPr>
        <w:overflowPunct w:val="0"/>
        <w:autoSpaceDE w:val="0"/>
        <w:autoSpaceDN w:val="0"/>
        <w:adjustRightInd w:val="0"/>
        <w:spacing w:after="0" w:line="240" w:lineRule="auto"/>
        <w:ind w:firstLine="4395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h. 12,00 del 18.08.2019</w:t>
      </w:r>
    </w:p>
    <w:p w:rsidR="00826AC7" w:rsidRPr="00826AC7" w:rsidRDefault="00D910D1" w:rsidP="00826AC7">
      <w:pPr>
        <w:overflowPunct w:val="0"/>
        <w:autoSpaceDE w:val="0"/>
        <w:autoSpaceDN w:val="0"/>
        <w:adjustRightInd w:val="0"/>
        <w:spacing w:after="0" w:line="240" w:lineRule="auto"/>
        <w:ind w:firstLine="7513"/>
        <w:jc w:val="left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lang w:eastAsia="it-IT"/>
        </w:rPr>
        <w:t>ALLEGATO 1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8"/>
          <w:lang w:eastAsia="it-IT"/>
        </w:rPr>
        <w:t>DELEGA per altra persona fisica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D910D1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  <w:r w:rsidR="00D910D1">
        <w:rPr>
          <w:rFonts w:ascii="Times New Roman" w:eastAsia="Times New Roman" w:hAnsi="Times New Roman" w:cs="Times New Roman"/>
          <w:b/>
          <w:sz w:val="24"/>
          <w:lang w:eastAsia="it-IT"/>
        </w:rPr>
        <w:t>V</w:t>
      </w:r>
    </w:p>
    <w:p w:rsidR="00826AC7" w:rsidRPr="00826AC7" w:rsidRDefault="00D910D1" w:rsidP="00D910D1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="00826AC7"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TORINO</w:t>
      </w:r>
    </w:p>
    <w:p w:rsidR="000C7470" w:rsidRPr="000C7470" w:rsidRDefault="000C7470" w:rsidP="00D910D1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0C7470">
        <w:rPr>
          <w:rFonts w:ascii="Copperplate Gothic Bold" w:eastAsia="Times New Roman" w:hAnsi="Copperplate Gothic Bold" w:cs="Times New Roman"/>
          <w:sz w:val="24"/>
          <w:szCs w:val="24"/>
        </w:rPr>
        <w:t>usp.to@istruzione.it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_l_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sottoscritt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>_ a ________________ (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. ______) il __________,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inclus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_ nelle  </w:t>
      </w:r>
      <w:r w:rsidR="00E33992" w:rsidRPr="007F5717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GM 2016</w:t>
      </w:r>
      <w:r w:rsidR="007F5717"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  <w:r w:rsidR="00E33992" w:rsidRPr="007F5717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GM2018</w:t>
      </w:r>
      <w:r w:rsidR="007F5717">
        <w:rPr>
          <w:rFonts w:ascii="Times New Roman" w:eastAsia="Times New Roman" w:hAnsi="Times New Roman" w:cs="Times New Roman"/>
          <w:sz w:val="20"/>
          <w:lang w:eastAsia="it-IT"/>
        </w:rPr>
        <w:t xml:space="preserve">  </w:t>
      </w:r>
      <w:r w:rsidRPr="007F5717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GAE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della scuola </w:t>
      </w:r>
      <w:r w:rsidR="003B7B59">
        <w:rPr>
          <w:rFonts w:ascii="Times New Roman" w:eastAsia="Times New Roman" w:hAnsi="Times New Roman" w:cs="Times New Roman"/>
          <w:sz w:val="20"/>
          <w:lang w:eastAsia="it-IT"/>
        </w:rPr>
        <w:t>primaria</w:t>
      </w:r>
      <w:r w:rsidR="00E33992">
        <w:rPr>
          <w:rFonts w:ascii="Times New Roman" w:eastAsia="Times New Roman" w:hAnsi="Times New Roman" w:cs="Times New Roman"/>
          <w:sz w:val="20"/>
          <w:lang w:eastAsia="it-IT"/>
        </w:rPr>
        <w:t>/infanzia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– posto _________________,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pos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>. ___________ con punti _____________</w:t>
      </w:r>
      <w:bookmarkStart w:id="0" w:name="_GoBack"/>
      <w:bookmarkEnd w:id="0"/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</w:pPr>
    </w:p>
    <w:p w:rsidR="00826AC7" w:rsidRPr="00826AC7" w:rsidRDefault="00826AC7" w:rsidP="00D910D1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a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presenziare personalmente alle operazioni di individuazione per la scelta della sede previste per il giorno_</w:t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>______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________;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con il presente atto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48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il Sig. o la Sig.ra</w:t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 xml:space="preserve"> (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footnoteReference w:id="1"/>
      </w:r>
      <w:r w:rsidR="00D910D1">
        <w:rPr>
          <w:rFonts w:ascii="Times New Roman" w:eastAsia="Times New Roman" w:hAnsi="Times New Roman" w:cs="Times New Roman"/>
          <w:sz w:val="20"/>
          <w:lang w:eastAsia="it-IT"/>
        </w:rPr>
        <w:t>)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_________________________________________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nat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>_ a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___________________________________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prov</w:t>
      </w:r>
      <w:proofErr w:type="spellEnd"/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_________ e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residente a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_______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____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in _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__________________________________________________ 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n</w:t>
      </w: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. 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a </w:t>
      </w:r>
      <w:proofErr w:type="spellStart"/>
      <w:r w:rsidRPr="00826AC7">
        <w:rPr>
          <w:rFonts w:ascii="Times New Roman" w:eastAsia="Times New Roman" w:hAnsi="Times New Roman" w:cs="Times New Roman"/>
          <w:sz w:val="20"/>
          <w:lang w:eastAsia="it-IT"/>
        </w:rPr>
        <w:t>rappresentarl</w:t>
      </w:r>
      <w:proofErr w:type="spellEnd"/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_ nella scelta della </w:t>
      </w:r>
      <w:r w:rsidR="00E33992">
        <w:rPr>
          <w:rFonts w:ascii="Times New Roman" w:eastAsia="Times New Roman" w:hAnsi="Times New Roman" w:cs="Times New Roman"/>
          <w:sz w:val="20"/>
          <w:lang w:eastAsia="it-IT"/>
        </w:rPr>
        <w:t>sede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 per l’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>a. s. 201</w:t>
      </w:r>
      <w:r w:rsidR="00E33992">
        <w:rPr>
          <w:rFonts w:ascii="Times New Roman" w:eastAsia="Times New Roman" w:hAnsi="Times New Roman" w:cs="Times New Roman"/>
          <w:b/>
          <w:sz w:val="20"/>
          <w:lang w:eastAsia="it-IT"/>
        </w:rPr>
        <w:t>9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>/20</w:t>
      </w:r>
      <w:r w:rsidR="00E33992">
        <w:rPr>
          <w:rFonts w:ascii="Times New Roman" w:eastAsia="Times New Roman" w:hAnsi="Times New Roman" w:cs="Times New Roman"/>
          <w:b/>
          <w:sz w:val="20"/>
          <w:lang w:eastAsia="it-IT"/>
        </w:rPr>
        <w:t>20</w:t>
      </w:r>
      <w:r w:rsidRPr="00826AC7"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 </w:t>
      </w:r>
      <w:r w:rsidRPr="00826AC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impegnandosi di conseguenza ad accettare, incondizionatamente, la scelta operata dal designato in virtù della presente delega</w:t>
      </w:r>
      <w:r w:rsidRPr="00826AC7">
        <w:rPr>
          <w:rFonts w:ascii="Times New Roman" w:eastAsia="Times New Roman" w:hAnsi="Times New Roman" w:cs="Times New Roman"/>
          <w:sz w:val="20"/>
          <w:lang w:eastAsia="it-IT"/>
        </w:rPr>
        <w:t>.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36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826AC7">
        <w:rPr>
          <w:rFonts w:ascii="Times New Roman" w:eastAsia="Times New Roman" w:hAnsi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 xml:space="preserve"> 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ind w:firstLine="5529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Firma 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0"/>
          <w:lang w:eastAsia="it-IT"/>
        </w:rPr>
      </w:pP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RECAPITO: ____________________________________________________________________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Tel. _____________________________</w:t>
      </w:r>
    </w:p>
    <w:p w:rsidR="00826AC7" w:rsidRPr="00826AC7" w:rsidRDefault="00826AC7" w:rsidP="00826AC7">
      <w:pPr>
        <w:overflowPunct w:val="0"/>
        <w:autoSpaceDE w:val="0"/>
        <w:autoSpaceDN w:val="0"/>
        <w:adjustRightInd w:val="0"/>
        <w:spacing w:after="0" w:line="240" w:lineRule="auto"/>
        <w:jc w:val="left"/>
        <w:textAlignment w:val="baseline"/>
        <w:rPr>
          <w:rFonts w:ascii="Times New Roman" w:eastAsia="Times New Roman" w:hAnsi="Times New Roman" w:cs="Times New Roman"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sz w:val="24"/>
          <w:lang w:eastAsia="it-IT"/>
        </w:rPr>
        <w:t>Estremi documento del delegante: ________________________________</w:t>
      </w:r>
    </w:p>
    <w:sectPr w:rsidR="00826AC7" w:rsidRPr="00826AC7" w:rsidSect="00D24356">
      <w:headerReference w:type="default" r:id="rId9"/>
      <w:footerReference w:type="default" r:id="rId10"/>
      <w:headerReference w:type="first" r:id="rId11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AA7" w:rsidRDefault="00DF0AA7" w:rsidP="00735857">
      <w:pPr>
        <w:spacing w:after="0" w:line="240" w:lineRule="auto"/>
      </w:pPr>
      <w:r>
        <w:separator/>
      </w:r>
    </w:p>
  </w:endnote>
  <w:endnote w:type="continuationSeparator" w:id="0">
    <w:p w:rsidR="00DF0AA7" w:rsidRDefault="00DF0AA7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D7A5578" wp14:editId="592DD441">
                  <wp:simplePos x="0" y="0"/>
                  <wp:positionH relativeFrom="column">
                    <wp:posOffset>289627</wp:posOffset>
                  </wp:positionH>
                  <wp:positionV relativeFrom="paragraph">
                    <wp:posOffset>156711</wp:posOffset>
                  </wp:positionV>
                  <wp:extent cx="4249712" cy="771993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77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D24356" w:rsidRDefault="00D24356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6E3238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IL FUNZIONARIO RESPONSABILE: Anna Cangelosi  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</w:r>
                              <w:r w:rsidR="009B0D8C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0114404372</w:t>
                              </w:r>
                            </w:p>
                            <w:p w:rsidR="005E0748" w:rsidRPr="006E3238" w:rsidRDefault="005E0748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Rif. Consuelo Bagalà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0114404376</w:t>
                              </w:r>
                            </w:p>
                            <w:p w:rsidR="00D24356" w:rsidRPr="006E3238" w:rsidRDefault="00D24356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Cinzia Contini 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</w:r>
                              <w:r w:rsidR="009B0D8C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0114404364</w:t>
                              </w:r>
                            </w:p>
                            <w:p w:rsidR="00D24356" w:rsidRPr="006E3238" w:rsidRDefault="00D24356" w:rsidP="00D24356">
                              <w:pPr>
                                <w:tabs>
                                  <w:tab w:val="left" w:pos="3402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Rosalba Ferrantini </w:t>
                              </w:r>
                              <w:r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</w:r>
                              <w:r w:rsidR="009B0D8C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01144043</w:t>
                              </w:r>
                              <w:r w:rsidR="00BE3FA3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6</w:t>
                              </w:r>
                              <w:r w:rsidR="00E33992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2</w:t>
                              </w:r>
                            </w:p>
                            <w:p w:rsidR="00115754" w:rsidRPr="00115754" w:rsidRDefault="00115754" w:rsidP="00115754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 w:rsidRPr="00115754"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>Email: usp.to@istruzione.it </w:t>
                              </w:r>
                            </w:p>
                            <w:p w:rsidR="00137D67" w:rsidRPr="00D24356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171593" w:rsidRPr="00D24356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.35pt;width:334.6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" filled="f" stroked="f">
                  <v:textbox>
                    <w:txbxContent>
                      <w:p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D24356" w:rsidRDefault="00D24356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6E3238">
                          <w:rPr>
                            <w:sz w:val="12"/>
                            <w:szCs w:val="12"/>
                            <w:lang w:eastAsia="it-IT"/>
                          </w:rPr>
                          <w:t xml:space="preserve">IL FUNZIONARIO RESPONSABILE: Anna Cangelosi  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</w:r>
                        <w:r w:rsidR="009B0D8C">
                          <w:rPr>
                            <w:sz w:val="12"/>
                            <w:szCs w:val="12"/>
                            <w:lang w:eastAsia="it-IT"/>
                          </w:rPr>
                          <w:t>0114404372</w:t>
                        </w:r>
                      </w:p>
                      <w:p w:rsidR="005E0748" w:rsidRPr="006E3238" w:rsidRDefault="005E0748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>Rif. Consuelo Bagalà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0114404376</w:t>
                        </w:r>
                      </w:p>
                      <w:p w:rsidR="00D24356" w:rsidRPr="006E3238" w:rsidRDefault="00D24356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Cinzia Contini 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</w:r>
                        <w:r w:rsidR="009B0D8C">
                          <w:rPr>
                            <w:sz w:val="12"/>
                            <w:szCs w:val="12"/>
                            <w:lang w:eastAsia="it-IT"/>
                          </w:rPr>
                          <w:t>0114404364</w:t>
                        </w:r>
                      </w:p>
                      <w:p w:rsidR="00D24356" w:rsidRPr="006E3238" w:rsidRDefault="00D24356" w:rsidP="00D24356">
                        <w:pPr>
                          <w:tabs>
                            <w:tab w:val="left" w:pos="3402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Rosalba Ferrantini </w:t>
                        </w:r>
                        <w:r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</w:r>
                        <w:r w:rsidR="009B0D8C">
                          <w:rPr>
                            <w:sz w:val="12"/>
                            <w:szCs w:val="12"/>
                            <w:lang w:eastAsia="it-IT"/>
                          </w:rPr>
                          <w:t>01144043</w:t>
                        </w:r>
                        <w:r w:rsidR="00BE3FA3">
                          <w:rPr>
                            <w:sz w:val="12"/>
                            <w:szCs w:val="12"/>
                            <w:lang w:eastAsia="it-IT"/>
                          </w:rPr>
                          <w:t>6</w:t>
                        </w:r>
                        <w:r w:rsidR="00E33992">
                          <w:rPr>
                            <w:sz w:val="12"/>
                            <w:szCs w:val="12"/>
                            <w:lang w:eastAsia="it-IT"/>
                          </w:rPr>
                          <w:t>2</w:t>
                        </w:r>
                      </w:p>
                      <w:p w:rsidR="00115754" w:rsidRPr="00115754" w:rsidRDefault="00115754" w:rsidP="00115754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 w:rsidRPr="00115754"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>Email: usp.to@istruzione.it </w:t>
                        </w:r>
                      </w:p>
                      <w:p w:rsidR="00137D67" w:rsidRPr="00D24356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171593" w:rsidRPr="00D24356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E349E99" wp14:editId="53B53D61">
          <wp:extent cx="290945" cy="492368"/>
          <wp:effectExtent l="0" t="0" r="0" b="317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AA7" w:rsidRDefault="00DF0AA7" w:rsidP="00735857">
      <w:pPr>
        <w:spacing w:after="0" w:line="240" w:lineRule="auto"/>
      </w:pPr>
      <w:r>
        <w:separator/>
      </w:r>
    </w:p>
  </w:footnote>
  <w:footnote w:type="continuationSeparator" w:id="0">
    <w:p w:rsidR="00DF0AA7" w:rsidRDefault="00DF0AA7" w:rsidP="00735857">
      <w:pPr>
        <w:spacing w:after="0" w:line="240" w:lineRule="auto"/>
      </w:pPr>
      <w:r>
        <w:continuationSeparator/>
      </w:r>
    </w:p>
  </w:footnote>
  <w:footnote w:id="1">
    <w:p w:rsidR="00826AC7" w:rsidRDefault="00D910D1" w:rsidP="00826AC7">
      <w:pPr>
        <w:spacing w:line="200" w:lineRule="atLeast"/>
      </w:pPr>
      <w:r>
        <w:rPr>
          <w:i/>
          <w:iCs/>
          <w:sz w:val="16"/>
          <w:szCs w:val="16"/>
        </w:rPr>
        <w:t>(</w:t>
      </w:r>
      <w:r w:rsidR="00826AC7">
        <w:rPr>
          <w:rStyle w:val="Caratteredellanota"/>
        </w:rPr>
        <w:footnoteRef/>
      </w:r>
      <w:r>
        <w:rPr>
          <w:i/>
          <w:iCs/>
          <w:sz w:val="16"/>
          <w:szCs w:val="16"/>
        </w:rPr>
        <w:t>)</w:t>
      </w:r>
      <w:r w:rsidR="00826AC7">
        <w:rPr>
          <w:i/>
          <w:iCs/>
          <w:sz w:val="16"/>
          <w:szCs w:val="16"/>
        </w:rPr>
        <w:t xml:space="preserve"> </w:t>
      </w:r>
      <w:r w:rsidR="00826AC7" w:rsidRPr="00D72025">
        <w:rPr>
          <w:b/>
          <w:i/>
          <w:iCs/>
          <w:sz w:val="16"/>
          <w:szCs w:val="16"/>
        </w:rPr>
        <w:t>Il delegato deve presentare  proprio documento di riconoscimento e copia del documento del delegante e delegato.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E7" w:rsidRDefault="00D24356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4E61E7A8" wp14:editId="1D00F50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:rsidR="00D24356" w:rsidRDefault="007A0C80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 w:rsidR="00D24356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Funzionamento e Reclutamento personale docente ed </w:t>
                          </w:r>
                        </w:p>
                        <w:p w:rsid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>Educativo - Scuola dell’infanzia e Primaria</w:t>
                          </w:r>
                        </w:p>
                        <w:p w:rsidR="00D24356" w:rsidRPr="00D24356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5EE0BA08" wp14:editId="6E4DA483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24356" w:rsidRP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http//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torino.istruzionepiemonte.it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/;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: 8MXTUA;</w:t>
                          </w:r>
                        </w:p>
                        <w:p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E61E7A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" stroked="f" strokecolor="black [0]" strokeweight="0" insetpen="t">
              <v:shadow color="#ccc"/>
              <v:textbox inset="2.85pt,2.85pt,2.85pt,2.85pt">
                <w:txbxContent>
                  <w:p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:rsidR="00D24356" w:rsidRDefault="007A0C80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 w:rsidR="00D24356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Funzionamento e Reclutamento personale docente ed </w:t>
                    </w:r>
                  </w:p>
                  <w:p w:rsid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>Educativo - Scuola dell’infanzia e Primaria</w:t>
                    </w:r>
                  </w:p>
                  <w:p w:rsidR="00D24356" w:rsidRPr="00D24356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5EE0BA08" wp14:editId="6E4DA483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24356" w:rsidRP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proofErr w:type="gram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proofErr w:type="gramEnd"/>
                    <w:r w:rsidR="000E7930">
                      <w:fldChar w:fldCharType="begin"/>
                    </w:r>
                    <w:r w:rsidR="000E7930">
                      <w:instrText xml:space="preserve"> HYPERLINK "mailto:uspto@postacert.istruzione.it" </w:instrText>
                    </w:r>
                    <w:r w:rsidR="000E7930">
                      <w:fldChar w:fldCharType="separate"/>
                    </w:r>
                    <w:r w:rsidR="00C178A8" w:rsidRPr="007314F0">
                      <w:rPr>
                        <w:rStyle w:val="Collegamentoipertestuale"/>
                        <w:rFonts w:ascii="Copperplate Gothic Bold" w:hAnsi="Copperplate Gothic Bold"/>
                        <w:sz w:val="16"/>
                        <w:szCs w:val="18"/>
                      </w:rPr>
                      <w:t>uspto@postacert.istruzione.it</w:t>
                    </w:r>
                    <w:r w:rsidR="000E7930">
                      <w:rPr>
                        <w:rStyle w:val="Collegamentoipertestuale"/>
                        <w:rFonts w:ascii="Copperplate Gothic Bold" w:hAnsi="Copperplate Gothic Bold"/>
                        <w:sz w:val="16"/>
                        <w:szCs w:val="18"/>
                      </w:rPr>
                      <w:fldChar w:fldCharType="end"/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http//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torino.istruzionepiemonte.it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/;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: 8MXTUA;</w:t>
                    </w:r>
                  </w:p>
                  <w:p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:rsidR="00735857" w:rsidRDefault="00713EB4" w:rsidP="00262DB6">
    <w:pPr>
      <w:pStyle w:val="Intestazione"/>
    </w:pPr>
    <w:r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48C48440" wp14:editId="3612775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6B009E5C" wp14:editId="11C80D63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2B63A0C" wp14:editId="63DDC93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4E7CD0D7" wp14:editId="2564B91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29417D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C7470"/>
    <w:rsid w:val="000D0E61"/>
    <w:rsid w:val="000D470A"/>
    <w:rsid w:val="000E7930"/>
    <w:rsid w:val="00104C46"/>
    <w:rsid w:val="00105DDA"/>
    <w:rsid w:val="00106366"/>
    <w:rsid w:val="0011154D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A29D6"/>
    <w:rsid w:val="001A433A"/>
    <w:rsid w:val="001B1D42"/>
    <w:rsid w:val="001C36C6"/>
    <w:rsid w:val="001C4107"/>
    <w:rsid w:val="001D5813"/>
    <w:rsid w:val="001E1B5E"/>
    <w:rsid w:val="001F131B"/>
    <w:rsid w:val="001F62AA"/>
    <w:rsid w:val="00206ED8"/>
    <w:rsid w:val="00213942"/>
    <w:rsid w:val="00221772"/>
    <w:rsid w:val="002271E0"/>
    <w:rsid w:val="0023363A"/>
    <w:rsid w:val="0024579A"/>
    <w:rsid w:val="002460B0"/>
    <w:rsid w:val="00262DB6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B7B59"/>
    <w:rsid w:val="003D7860"/>
    <w:rsid w:val="00401A01"/>
    <w:rsid w:val="004237FD"/>
    <w:rsid w:val="00425ED9"/>
    <w:rsid w:val="0046735A"/>
    <w:rsid w:val="00483F59"/>
    <w:rsid w:val="004873EF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E0748"/>
    <w:rsid w:val="006236D5"/>
    <w:rsid w:val="00653E89"/>
    <w:rsid w:val="00672B7B"/>
    <w:rsid w:val="00684E03"/>
    <w:rsid w:val="006933CE"/>
    <w:rsid w:val="006A13E9"/>
    <w:rsid w:val="006A25BC"/>
    <w:rsid w:val="006C50C7"/>
    <w:rsid w:val="006C7F03"/>
    <w:rsid w:val="006D2294"/>
    <w:rsid w:val="006D2B4A"/>
    <w:rsid w:val="006D5BCE"/>
    <w:rsid w:val="006E35AD"/>
    <w:rsid w:val="00713EB4"/>
    <w:rsid w:val="0072653A"/>
    <w:rsid w:val="007314F0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F03"/>
    <w:rsid w:val="007B13D3"/>
    <w:rsid w:val="007B3C19"/>
    <w:rsid w:val="007F155D"/>
    <w:rsid w:val="007F5717"/>
    <w:rsid w:val="008074E6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30855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374B4"/>
    <w:rsid w:val="00B442B8"/>
    <w:rsid w:val="00B640E3"/>
    <w:rsid w:val="00B9467A"/>
    <w:rsid w:val="00BE3FA3"/>
    <w:rsid w:val="00BF282D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57E7"/>
    <w:rsid w:val="00D7705A"/>
    <w:rsid w:val="00D910D1"/>
    <w:rsid w:val="00DC6293"/>
    <w:rsid w:val="00DE1125"/>
    <w:rsid w:val="00DF0AA7"/>
    <w:rsid w:val="00DF38D4"/>
    <w:rsid w:val="00DF45EF"/>
    <w:rsid w:val="00DF6145"/>
    <w:rsid w:val="00E20548"/>
    <w:rsid w:val="00E33992"/>
    <w:rsid w:val="00E526A6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6B1B"/>
    <w:rsid w:val="00F06E25"/>
    <w:rsid w:val="00F24949"/>
    <w:rsid w:val="00F30665"/>
    <w:rsid w:val="00F44914"/>
    <w:rsid w:val="00F44EC7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hyperlink" Target="mailto:uspto@postacert.istruzione.it" TargetMode="External"/><Relationship Id="rId1" Type="http://schemas.openxmlformats.org/officeDocument/2006/relationships/image" Target="media/image1.emf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02971-EE33-47B9-AFB4-709B2D45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2017-06-09T12:04:00Z</cp:lastPrinted>
  <dcterms:created xsi:type="dcterms:W3CDTF">2019-08-13T09:26:00Z</dcterms:created>
  <dcterms:modified xsi:type="dcterms:W3CDTF">2019-08-14T11:11:00Z</dcterms:modified>
</cp:coreProperties>
</file>