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5C" w:rsidRDefault="0029345C" w:rsidP="0029345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Da far pervenire entro e non oltre le ore </w:t>
      </w:r>
      <w:r w:rsidR="005D70B3">
        <w:rPr>
          <w:rFonts w:ascii="Times New Roman" w:eastAsia="Times New Roman" w:hAnsi="Times New Roman" w:cs="Times New Roman"/>
          <w:b/>
          <w:sz w:val="20"/>
          <w:lang w:eastAsia="it-IT"/>
        </w:rPr>
        <w:t>12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,00 del </w:t>
      </w:r>
      <w:r w:rsidR="005D70B3">
        <w:rPr>
          <w:rFonts w:ascii="Times New Roman" w:eastAsia="Times New Roman" w:hAnsi="Times New Roman" w:cs="Times New Roman"/>
          <w:b/>
          <w:sz w:val="20"/>
          <w:lang w:eastAsia="it-IT"/>
        </w:rPr>
        <w:t>13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.09.2019 all’e-mail </w:t>
      </w:r>
      <w:hyperlink r:id="rId9" w:history="1">
        <w:r>
          <w:rPr>
            <w:rStyle w:val="Collegamentoipertestuale"/>
          </w:rPr>
          <w:t>delegasupplenzeprimariainfanzia@istruzionepiemonte.it</w:t>
        </w:r>
      </w:hyperlink>
    </w:p>
    <w:p w:rsid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bookmarkStart w:id="0" w:name="_GoBack"/>
      <w:bookmarkEnd w:id="0"/>
    </w:p>
    <w:p w:rsidR="007650DF" w:rsidRDefault="007650DF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</w:p>
    <w:p w:rsidR="007650DF" w:rsidRPr="00825B77" w:rsidRDefault="007650DF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</w:p>
    <w:p w:rsidR="007650DF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 xml:space="preserve">MODULO DELEGA </w:t>
      </w:r>
      <w:r w:rsidR="007650DF">
        <w:rPr>
          <w:rFonts w:ascii="Times New Roman" w:eastAsia="Times New Roman" w:hAnsi="Times New Roman" w:cs="Times New Roman"/>
          <w:b/>
          <w:sz w:val="28"/>
          <w:lang w:eastAsia="it-IT"/>
        </w:rPr>
        <w:t>AL DIRIGENTE SCOLASTICO</w:t>
      </w:r>
      <w:r w:rsidR="001D47D1">
        <w:rPr>
          <w:rFonts w:ascii="Times New Roman" w:eastAsia="Times New Roman" w:hAnsi="Times New Roman" w:cs="Times New Roman"/>
          <w:b/>
          <w:sz w:val="28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593DA0" w:rsidRDefault="00593DA0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1D47D1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 DIRIGENTE </w:t>
      </w:r>
      <w:r w:rsidR="007650DF" w:rsidRPr="001D47D1">
        <w:rPr>
          <w:rFonts w:ascii="Times New Roman" w:eastAsia="Times New Roman" w:hAnsi="Times New Roman" w:cs="Times New Roman"/>
          <w:b/>
          <w:sz w:val="20"/>
          <w:lang w:eastAsia="it-IT"/>
        </w:rPr>
        <w:t>SCOLASTICO</w:t>
      </w:r>
    </w:p>
    <w:p w:rsidR="001D47D1" w:rsidRDefault="001D47D1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DELLA SCUOLA POLO</w:t>
      </w:r>
    </w:p>
    <w:p w:rsid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C04622" w:rsidRPr="00825B77" w:rsidRDefault="00C04622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D76C94" w:rsidP="00825B77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I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l</w:t>
      </w:r>
      <w:r>
        <w:rPr>
          <w:rFonts w:ascii="Times New Roman" w:eastAsia="Times New Roman" w:hAnsi="Times New Roman" w:cs="Times New Roman"/>
          <w:sz w:val="20"/>
          <w:lang w:eastAsia="it-IT"/>
        </w:rPr>
        <w:t>/la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sottoscritt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____________________________________ nat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__________________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____________ (</w:t>
      </w:r>
      <w:proofErr w:type="spellStart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. ______) il ___</w:t>
      </w:r>
      <w:r w:rsidR="005D70B3">
        <w:rPr>
          <w:rFonts w:ascii="Times New Roman" w:eastAsia="Times New Roman" w:hAnsi="Times New Roman" w:cs="Times New Roman"/>
          <w:sz w:val="20"/>
          <w:lang w:eastAsia="it-IT"/>
        </w:rPr>
        <w:t>____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_______, inclus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nelle G</w:t>
      </w:r>
      <w:r w:rsidR="005D70B3">
        <w:rPr>
          <w:rFonts w:ascii="Times New Roman" w:eastAsia="Times New Roman" w:hAnsi="Times New Roman" w:cs="Times New Roman"/>
          <w:sz w:val="20"/>
          <w:lang w:eastAsia="it-IT"/>
        </w:rPr>
        <w:t>.I.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della scuola </w:t>
      </w:r>
      <w:r w:rsidR="006364A0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 w:rsidR="005D70B3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–</w:t>
      </w:r>
      <w:r w:rsidR="005D70B3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posto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5D70B3">
        <w:rPr>
          <w:rFonts w:ascii="Times New Roman" w:eastAsia="Times New Roman" w:hAnsi="Times New Roman" w:cs="Times New Roman"/>
          <w:sz w:val="20"/>
          <w:lang w:eastAsia="it-IT"/>
        </w:rPr>
        <w:t>_________________________</w:t>
      </w:r>
      <w:r w:rsidR="00825B77" w:rsidRPr="00825B77">
        <w:rPr>
          <w:rFonts w:ascii="Times New Roman" w:eastAsia="Times New Roman" w:hAnsi="Times New Roman" w:cs="Times New Roman"/>
          <w:sz w:val="20"/>
          <w:lang w:eastAsia="it-IT"/>
        </w:rPr>
        <w:t>, con punti 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 xml:space="preserve">della sede,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previste per il giorno______________  </w:t>
      </w:r>
      <w:r w:rsidR="00593DA0">
        <w:rPr>
          <w:rFonts w:ascii="Times New Roman" w:eastAsia="Times New Roman" w:hAnsi="Times New Roman" w:cs="Times New Roman"/>
          <w:sz w:val="20"/>
          <w:lang w:eastAsia="it-IT"/>
        </w:rPr>
        <w:t xml:space="preserve">e a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delegare altra  persona fisica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5B77" w:rsidRPr="00D76C94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con il presente atto la S.V. a rappresentarl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 nella scelta della </w:t>
      </w:r>
      <w:r w:rsidR="00D76C94">
        <w:rPr>
          <w:rFonts w:ascii="Times New Roman" w:eastAsia="Times New Roman" w:hAnsi="Times New Roman" w:cs="Times New Roman"/>
          <w:sz w:val="20"/>
          <w:lang w:eastAsia="it-IT"/>
        </w:rPr>
        <w:t>sede,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per l’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>a. s. 201</w:t>
      </w:r>
      <w:r w:rsidR="00C04622">
        <w:rPr>
          <w:rFonts w:ascii="Times New Roman" w:eastAsia="Times New Roman" w:hAnsi="Times New Roman" w:cs="Times New Roman"/>
          <w:b/>
          <w:sz w:val="20"/>
          <w:lang w:eastAsia="it-IT"/>
        </w:rPr>
        <w:t>9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>/20</w:t>
      </w:r>
      <w:r w:rsidR="00C04622">
        <w:rPr>
          <w:rFonts w:ascii="Times New Roman" w:eastAsia="Times New Roman" w:hAnsi="Times New Roman" w:cs="Times New Roman"/>
          <w:b/>
          <w:sz w:val="20"/>
          <w:lang w:eastAsia="it-IT"/>
        </w:rPr>
        <w:t>20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 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impegnandosi di conseguenza ad accettare, incondizionatamente, la scelta operata dal designato in virtù della presente </w:t>
      </w:r>
      <w:r w:rsidRP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delega </w:t>
      </w:r>
      <w:r w:rsidR="00D76C94" w:rsidRP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e ad assumere servizio entro </w:t>
      </w:r>
      <w:r w:rsidR="007650DF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 termini stabiliti dal Regolamento </w:t>
      </w:r>
      <w:r w:rsidR="00D76C94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.</w:t>
      </w:r>
    </w:p>
    <w:p w:rsidR="00D76C94" w:rsidRDefault="00D76C94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A tal fine, il/la sottoscritta chiede che la notifica venga effettuata al seguente indirizzo di posta elettronica:</w:t>
      </w:r>
    </w:p>
    <w:p w:rsidR="00D76C94" w:rsidRPr="00825B77" w:rsidRDefault="00D76C94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  <w:t>TIPO POSTO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  (barrare la voce che interessa e indicare l’ordine di preferenza con i numeri 1,2,3)</w:t>
      </w: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  <w:t xml:space="preserve">COMUNE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  <w:t>LINGUA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    </w:t>
      </w:r>
    </w:p>
    <w:p w:rsidR="00C04622" w:rsidRDefault="00C04622" w:rsidP="00C04622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</w:pPr>
      <w:r>
        <w:rPr>
          <w:rFonts w:ascii="Times New Roman" w:eastAsia="Times New Roman" w:hAnsi="Times New Roman" w:cs="Times New Roman"/>
          <w:sz w:val="20"/>
          <w:bdr w:val="single" w:sz="4" w:space="0" w:color="auto" w:frame="1"/>
          <w:lang w:eastAsia="it-IT"/>
        </w:rPr>
        <w:t>SOSTEGNO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                                                                              Firma 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</w:p>
    <w:p w:rsidR="00593DA0" w:rsidRDefault="00593DA0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Allegati:</w:t>
      </w:r>
    </w:p>
    <w:p w:rsidR="00825B77" w:rsidRPr="00825B77" w:rsidRDefault="00825B77" w:rsidP="00825B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copia del documento di identità del delegante</w:t>
      </w:r>
    </w:p>
    <w:p w:rsidR="00826AC7" w:rsidRPr="00825B77" w:rsidRDefault="00826AC7" w:rsidP="00825B77"/>
    <w:sectPr w:rsidR="00826AC7" w:rsidRPr="00825B77" w:rsidSect="007650DF">
      <w:headerReference w:type="first" r:id="rId10"/>
      <w:pgSz w:w="11906" w:h="16838"/>
      <w:pgMar w:top="1134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6A" w:rsidRDefault="00196C6A" w:rsidP="00735857">
      <w:pPr>
        <w:spacing w:after="0" w:line="240" w:lineRule="auto"/>
      </w:pPr>
      <w:r>
        <w:separator/>
      </w:r>
    </w:p>
  </w:endnote>
  <w:endnote w:type="continuationSeparator" w:id="0">
    <w:p w:rsidR="00196C6A" w:rsidRDefault="00196C6A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6A" w:rsidRDefault="00196C6A" w:rsidP="00735857">
      <w:pPr>
        <w:spacing w:after="0" w:line="240" w:lineRule="auto"/>
      </w:pPr>
      <w:r>
        <w:separator/>
      </w:r>
    </w:p>
  </w:footnote>
  <w:footnote w:type="continuationSeparator" w:id="0">
    <w:p w:rsidR="00196C6A" w:rsidRDefault="00196C6A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210FE5D" wp14:editId="20FB182B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BDAF00D" wp14:editId="79381908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782540D6" wp14:editId="4835588A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F645CA9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85EAF"/>
    <w:rsid w:val="000D0E61"/>
    <w:rsid w:val="000D470A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96C6A"/>
    <w:rsid w:val="001A29D6"/>
    <w:rsid w:val="001A433A"/>
    <w:rsid w:val="001B1D42"/>
    <w:rsid w:val="001C36C6"/>
    <w:rsid w:val="001C4107"/>
    <w:rsid w:val="001D37F9"/>
    <w:rsid w:val="001D47D1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46AEA"/>
    <w:rsid w:val="00262DB6"/>
    <w:rsid w:val="0027501E"/>
    <w:rsid w:val="00275B8D"/>
    <w:rsid w:val="00287B72"/>
    <w:rsid w:val="0029345C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04CB"/>
    <w:rsid w:val="003D7860"/>
    <w:rsid w:val="003E32AD"/>
    <w:rsid w:val="00401A01"/>
    <w:rsid w:val="004237FD"/>
    <w:rsid w:val="00425ED9"/>
    <w:rsid w:val="0046735A"/>
    <w:rsid w:val="00483F59"/>
    <w:rsid w:val="004873EF"/>
    <w:rsid w:val="004A1342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3DA0"/>
    <w:rsid w:val="0059420F"/>
    <w:rsid w:val="005A0F54"/>
    <w:rsid w:val="005A29EC"/>
    <w:rsid w:val="005D70B3"/>
    <w:rsid w:val="005E0748"/>
    <w:rsid w:val="006236D5"/>
    <w:rsid w:val="006364A0"/>
    <w:rsid w:val="00653E89"/>
    <w:rsid w:val="00672B7B"/>
    <w:rsid w:val="00684E03"/>
    <w:rsid w:val="006933CE"/>
    <w:rsid w:val="006A25BC"/>
    <w:rsid w:val="006A3CED"/>
    <w:rsid w:val="006C50C7"/>
    <w:rsid w:val="006C7F03"/>
    <w:rsid w:val="006D149C"/>
    <w:rsid w:val="006D2294"/>
    <w:rsid w:val="006D2B4A"/>
    <w:rsid w:val="006D5BCE"/>
    <w:rsid w:val="006E35AD"/>
    <w:rsid w:val="006F17AA"/>
    <w:rsid w:val="00713EB4"/>
    <w:rsid w:val="0072653A"/>
    <w:rsid w:val="007314F0"/>
    <w:rsid w:val="00733859"/>
    <w:rsid w:val="00735857"/>
    <w:rsid w:val="00736442"/>
    <w:rsid w:val="00740D96"/>
    <w:rsid w:val="00764208"/>
    <w:rsid w:val="007650DF"/>
    <w:rsid w:val="007666F2"/>
    <w:rsid w:val="007673B9"/>
    <w:rsid w:val="0077475F"/>
    <w:rsid w:val="007806B1"/>
    <w:rsid w:val="007A0C80"/>
    <w:rsid w:val="007B0767"/>
    <w:rsid w:val="007B0F03"/>
    <w:rsid w:val="007B13D3"/>
    <w:rsid w:val="007B3C19"/>
    <w:rsid w:val="007F155D"/>
    <w:rsid w:val="008074E6"/>
    <w:rsid w:val="00815BE8"/>
    <w:rsid w:val="00825B77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21872"/>
    <w:rsid w:val="00930855"/>
    <w:rsid w:val="00957E18"/>
    <w:rsid w:val="00976AAB"/>
    <w:rsid w:val="00982B8F"/>
    <w:rsid w:val="00984E26"/>
    <w:rsid w:val="009A4DEA"/>
    <w:rsid w:val="009A770E"/>
    <w:rsid w:val="009B0D8C"/>
    <w:rsid w:val="009B702A"/>
    <w:rsid w:val="009E6568"/>
    <w:rsid w:val="00A05E12"/>
    <w:rsid w:val="00A503E3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A7E1A"/>
    <w:rsid w:val="00BE3FA3"/>
    <w:rsid w:val="00BF282D"/>
    <w:rsid w:val="00C021F6"/>
    <w:rsid w:val="00C04622"/>
    <w:rsid w:val="00C13338"/>
    <w:rsid w:val="00C178A8"/>
    <w:rsid w:val="00C42C1D"/>
    <w:rsid w:val="00C43BED"/>
    <w:rsid w:val="00C454E0"/>
    <w:rsid w:val="00C6639B"/>
    <w:rsid w:val="00C72E1C"/>
    <w:rsid w:val="00C9425C"/>
    <w:rsid w:val="00C94F10"/>
    <w:rsid w:val="00CB330A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6C94"/>
    <w:rsid w:val="00D7705A"/>
    <w:rsid w:val="00DC6293"/>
    <w:rsid w:val="00DE1125"/>
    <w:rsid w:val="00DF38D4"/>
    <w:rsid w:val="00DF45EF"/>
    <w:rsid w:val="00DF6145"/>
    <w:rsid w:val="00E20548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6B1B"/>
    <w:rsid w:val="00F06E25"/>
    <w:rsid w:val="00F24949"/>
    <w:rsid w:val="00F30665"/>
    <w:rsid w:val="00F44914"/>
    <w:rsid w:val="00F44EC7"/>
    <w:rsid w:val="00F52F0D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elegasupplenzeprimariainfanzia@istruzionepiemon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F36E-8381-4268-8534-8B936361F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2017-06-09T12:04:00Z</cp:lastPrinted>
  <dcterms:created xsi:type="dcterms:W3CDTF">2019-09-11T15:04:00Z</dcterms:created>
  <dcterms:modified xsi:type="dcterms:W3CDTF">2019-09-11T15:04:00Z</dcterms:modified>
</cp:coreProperties>
</file>