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EAE43" w14:textId="77777777" w:rsidR="00092F36" w:rsidRDefault="00423CCA" w:rsidP="00423CCA">
      <w:pPr>
        <w:jc w:val="lef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C1976C" w14:textId="77777777" w:rsidR="00092F36" w:rsidRDefault="00092F36" w:rsidP="00092F36">
      <w:pPr>
        <w:pStyle w:val="Corpotesto"/>
        <w:spacing w:before="99" w:line="276" w:lineRule="auto"/>
        <w:ind w:left="2376" w:right="2516" w:hanging="5"/>
        <w:jc w:val="both"/>
      </w:pPr>
      <w:r>
        <w:t>MODELLO DI DELEGA PER LA SCELTA DELLA SEDE NOMINE A TEMPO DETERMINATO A.S. 2020/2021 PERSONALE DOCENTE INCLUSO NELLE GAE E GPS</w:t>
      </w:r>
    </w:p>
    <w:p w14:paraId="4ADAB398" w14:textId="77777777" w:rsidR="00092F36" w:rsidRDefault="00092F36" w:rsidP="00092F36">
      <w:pPr>
        <w:pStyle w:val="Corpotesto"/>
        <w:rPr>
          <w:sz w:val="24"/>
        </w:rPr>
      </w:pPr>
    </w:p>
    <w:p w14:paraId="4328B240" w14:textId="77777777" w:rsidR="00092F36" w:rsidRDefault="00092F36" w:rsidP="00092F36">
      <w:pPr>
        <w:pStyle w:val="Corpotesto"/>
        <w:spacing w:before="10"/>
        <w:rPr>
          <w:sz w:val="18"/>
        </w:rPr>
      </w:pPr>
    </w:p>
    <w:p w14:paraId="0B4B0789" w14:textId="77777777" w:rsidR="00092F36" w:rsidRDefault="00092F36" w:rsidP="00092F36">
      <w:pPr>
        <w:pStyle w:val="Corpotesto"/>
        <w:tabs>
          <w:tab w:val="left" w:pos="2239"/>
          <w:tab w:val="left" w:pos="6881"/>
        </w:tabs>
        <w:ind w:left="112"/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86CD4C8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622BD778" w14:textId="77777777" w:rsidR="00092F36" w:rsidRDefault="00092F36" w:rsidP="00092F36">
      <w:pPr>
        <w:pStyle w:val="Corpotesto"/>
        <w:tabs>
          <w:tab w:val="left" w:pos="2239"/>
          <w:tab w:val="left" w:pos="6881"/>
        </w:tabs>
        <w:spacing w:before="99"/>
        <w:ind w:left="112"/>
      </w:pPr>
      <w:r>
        <w:t>Codice</w:t>
      </w:r>
      <w:r>
        <w:rPr>
          <w:spacing w:val="-6"/>
        </w:rPr>
        <w:t xml:space="preserve"> </w:t>
      </w:r>
      <w:r>
        <w:t>fiscale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6F5F621" w14:textId="77777777" w:rsidR="00092F36" w:rsidRDefault="00092F36" w:rsidP="00092F36">
      <w:pPr>
        <w:pStyle w:val="Corpotesto"/>
        <w:spacing w:before="8"/>
        <w:rPr>
          <w:sz w:val="14"/>
        </w:rPr>
      </w:pPr>
    </w:p>
    <w:p w14:paraId="64F01A2A" w14:textId="4FCFD985" w:rsidR="00092F36" w:rsidRDefault="00092F36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14055F">
        <w:rPr>
          <w:u w:val="single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A28B6B7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36F6752E" w14:textId="77777777" w:rsidR="00092F36" w:rsidRDefault="00092F36" w:rsidP="00092F36">
      <w:pPr>
        <w:pStyle w:val="Corpotesto"/>
        <w:tabs>
          <w:tab w:val="left" w:pos="5626"/>
          <w:tab w:val="left" w:pos="5924"/>
          <w:tab w:val="left" w:pos="9811"/>
        </w:tabs>
        <w:spacing w:before="99"/>
        <w:ind w:left="112"/>
      </w:pPr>
      <w:r>
        <w:t>documento di</w:t>
      </w:r>
      <w:r>
        <w:rPr>
          <w:spacing w:val="-5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rilasciato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FA325D" w14:textId="77777777" w:rsidR="00092F36" w:rsidRDefault="00092F36" w:rsidP="00092F36">
      <w:pPr>
        <w:pStyle w:val="Corpotesto"/>
        <w:spacing w:before="9"/>
        <w:rPr>
          <w:sz w:val="14"/>
        </w:rPr>
      </w:pPr>
    </w:p>
    <w:p w14:paraId="446AECA8" w14:textId="56710BF4" w:rsidR="00092F36" w:rsidRDefault="00092F36" w:rsidP="00092F36">
      <w:pPr>
        <w:pStyle w:val="Corpotesto"/>
        <w:spacing w:before="99"/>
        <w:ind w:left="112"/>
        <w:jc w:val="both"/>
      </w:pPr>
      <w:r>
        <w:t xml:space="preserve">di cui allega copia, incluso nelle seguenti graduatorie della provincia di </w:t>
      </w:r>
      <w:r w:rsidR="0014055F">
        <w:t>TORINO</w:t>
      </w:r>
      <w:r>
        <w:t>:</w:t>
      </w:r>
    </w:p>
    <w:p w14:paraId="5505BED3" w14:textId="77777777" w:rsidR="00092F36" w:rsidRDefault="00092F36" w:rsidP="00092F36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57" w:after="0" w:line="240" w:lineRule="auto"/>
        <w:contextualSpacing w:val="0"/>
        <w:jc w:val="left"/>
        <w:rPr>
          <w:sz w:val="20"/>
        </w:rPr>
      </w:pPr>
      <w:r>
        <w:rPr>
          <w:sz w:val="20"/>
        </w:rPr>
        <w:t>Graduatorie ad</w:t>
      </w:r>
      <w:r>
        <w:rPr>
          <w:spacing w:val="-1"/>
          <w:sz w:val="20"/>
        </w:rPr>
        <w:t xml:space="preserve"> </w:t>
      </w:r>
      <w:r>
        <w:rPr>
          <w:sz w:val="20"/>
        </w:rPr>
        <w:t>esaurimento</w:t>
      </w:r>
    </w:p>
    <w:p w14:paraId="58767DAA" w14:textId="77777777" w:rsidR="00092F36" w:rsidRDefault="00092F36" w:rsidP="00092F36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2" w:after="0" w:line="240" w:lineRule="auto"/>
        <w:contextualSpacing w:val="0"/>
        <w:jc w:val="left"/>
        <w:rPr>
          <w:sz w:val="20"/>
        </w:rPr>
      </w:pPr>
      <w:r>
        <w:rPr>
          <w:sz w:val="20"/>
        </w:rPr>
        <w:t>Graduatorie provinciali per le</w:t>
      </w:r>
      <w:r>
        <w:rPr>
          <w:spacing w:val="-5"/>
          <w:sz w:val="20"/>
        </w:rPr>
        <w:t xml:space="preserve"> </w:t>
      </w:r>
      <w:r>
        <w:rPr>
          <w:sz w:val="20"/>
        </w:rPr>
        <w:t>supplenze</w:t>
      </w:r>
    </w:p>
    <w:p w14:paraId="54BFDADE" w14:textId="77777777" w:rsidR="00092F36" w:rsidRDefault="00092F36" w:rsidP="00092F36">
      <w:pPr>
        <w:pStyle w:val="Corpotesto"/>
        <w:spacing w:before="250"/>
        <w:ind w:left="4509" w:right="4650"/>
        <w:jc w:val="center"/>
      </w:pPr>
      <w:r>
        <w:t>DELEGA</w:t>
      </w:r>
    </w:p>
    <w:p w14:paraId="5F3C5701" w14:textId="5DF0FFD9" w:rsidR="00092F36" w:rsidRDefault="00092F36" w:rsidP="00092F36">
      <w:pPr>
        <w:pStyle w:val="Corpotesto"/>
        <w:spacing w:before="155" w:line="276" w:lineRule="auto"/>
        <w:ind w:left="112" w:right="256"/>
        <w:jc w:val="both"/>
      </w:pPr>
      <w:r>
        <w:t>il</w:t>
      </w:r>
      <w:r>
        <w:rPr>
          <w:spacing w:val="-18"/>
        </w:rPr>
        <w:t xml:space="preserve"> </w:t>
      </w:r>
      <w:r>
        <w:t>Dirigente</w:t>
      </w:r>
      <w:r>
        <w:rPr>
          <w:spacing w:val="-21"/>
        </w:rPr>
        <w:t xml:space="preserve"> </w:t>
      </w:r>
      <w:r>
        <w:t>dell’Ambito</w:t>
      </w:r>
      <w:r>
        <w:rPr>
          <w:spacing w:val="-21"/>
        </w:rPr>
        <w:t xml:space="preserve"> </w:t>
      </w:r>
      <w:r>
        <w:t>Territoriale</w:t>
      </w:r>
      <w:r>
        <w:rPr>
          <w:spacing w:val="-21"/>
        </w:rPr>
        <w:t xml:space="preserve"> </w:t>
      </w:r>
      <w:r>
        <w:t>di</w:t>
      </w:r>
      <w:r>
        <w:rPr>
          <w:spacing w:val="-17"/>
        </w:rPr>
        <w:t xml:space="preserve"> </w:t>
      </w:r>
      <w:r w:rsidR="0014055F">
        <w:t>TORINO</w:t>
      </w:r>
      <w:r>
        <w:rPr>
          <w:spacing w:val="-12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rappresentarlo/la</w:t>
      </w:r>
      <w:r>
        <w:rPr>
          <w:spacing w:val="-20"/>
        </w:rPr>
        <w:t xml:space="preserve"> </w:t>
      </w:r>
      <w:r>
        <w:t>nella</w:t>
      </w:r>
      <w:r>
        <w:rPr>
          <w:spacing w:val="-20"/>
        </w:rPr>
        <w:t xml:space="preserve"> </w:t>
      </w:r>
      <w:r>
        <w:t>scelta</w:t>
      </w:r>
      <w:r>
        <w:rPr>
          <w:spacing w:val="-20"/>
        </w:rPr>
        <w:t xml:space="preserve"> </w:t>
      </w:r>
      <w:r>
        <w:t>della</w:t>
      </w:r>
      <w:r>
        <w:rPr>
          <w:spacing w:val="-20"/>
        </w:rPr>
        <w:t xml:space="preserve"> </w:t>
      </w:r>
      <w:r>
        <w:t>sede</w:t>
      </w:r>
      <w:r>
        <w:rPr>
          <w:spacing w:val="-19"/>
        </w:rPr>
        <w:t xml:space="preserve"> </w:t>
      </w:r>
      <w:r>
        <w:t>per</w:t>
      </w:r>
      <w:r>
        <w:rPr>
          <w:spacing w:val="-19"/>
        </w:rPr>
        <w:t xml:space="preserve"> </w:t>
      </w:r>
      <w:r>
        <w:t>l’anno scolastico</w:t>
      </w:r>
      <w:r>
        <w:rPr>
          <w:spacing w:val="-18"/>
        </w:rPr>
        <w:t xml:space="preserve"> </w:t>
      </w:r>
      <w:r>
        <w:t>2020/2021</w:t>
      </w:r>
      <w:r>
        <w:rPr>
          <w:spacing w:val="-12"/>
        </w:rPr>
        <w:t xml:space="preserve"> </w:t>
      </w:r>
      <w:r>
        <w:t>impegnandosi,</w:t>
      </w:r>
      <w:r>
        <w:rPr>
          <w:spacing w:val="-16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conseguenza,</w:t>
      </w:r>
      <w:r>
        <w:rPr>
          <w:spacing w:val="-15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accettare</w:t>
      </w:r>
      <w:r>
        <w:rPr>
          <w:spacing w:val="-15"/>
        </w:rPr>
        <w:t xml:space="preserve"> </w:t>
      </w:r>
      <w:r>
        <w:t>incondizionatamente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scelta operata dal delegato in virtù della presente</w:t>
      </w:r>
      <w:r>
        <w:rPr>
          <w:spacing w:val="-6"/>
        </w:rPr>
        <w:t xml:space="preserve"> </w:t>
      </w:r>
      <w:r>
        <w:t>delega.</w:t>
      </w:r>
    </w:p>
    <w:p w14:paraId="28E2B1D5" w14:textId="77777777" w:rsidR="00092F36" w:rsidRDefault="00092F36" w:rsidP="00092F36">
      <w:pPr>
        <w:pStyle w:val="Corpotesto"/>
        <w:spacing w:before="122"/>
        <w:ind w:left="112"/>
        <w:jc w:val="both"/>
      </w:pPr>
      <w:r>
        <w:t>A tal fine esprime le seguenti preferenze e le relative priorità:</w:t>
      </w:r>
    </w:p>
    <w:p w14:paraId="1BCD0482" w14:textId="77777777" w:rsidR="00092F36" w:rsidRDefault="00092F36" w:rsidP="00092F36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963"/>
        <w:gridCol w:w="965"/>
        <w:gridCol w:w="963"/>
        <w:gridCol w:w="963"/>
        <w:gridCol w:w="964"/>
        <w:gridCol w:w="966"/>
        <w:gridCol w:w="964"/>
      </w:tblGrid>
      <w:tr w:rsidR="00092F36" w14:paraId="6BBD80D9" w14:textId="77777777" w:rsidTr="00092F36">
        <w:trPr>
          <w:trHeight w:val="352"/>
        </w:trPr>
        <w:tc>
          <w:tcPr>
            <w:tcW w:w="96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2B7AF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classi di concorso e tipo di posto: elencare codici classi di concorso *</w:t>
            </w:r>
          </w:p>
        </w:tc>
      </w:tr>
      <w:tr w:rsidR="00092F36" w14:paraId="0773B4BA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0196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AC1F7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FFED8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5D58" w14:textId="77777777" w:rsidR="00092F36" w:rsidRDefault="00092F36">
            <w:pPr>
              <w:pStyle w:val="TableParagraph"/>
              <w:spacing w:before="55"/>
              <w:ind w:left="308" w:right="303"/>
              <w:jc w:val="center"/>
              <w:rPr>
                <w:sz w:val="20"/>
              </w:rPr>
            </w:pPr>
            <w:r>
              <w:rPr>
                <w:sz w:val="20"/>
              </w:rPr>
              <w:t>4^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A746" w14:textId="77777777" w:rsidR="00092F36" w:rsidRDefault="00092F36">
            <w:pPr>
              <w:pStyle w:val="TableParagraph"/>
              <w:spacing w:before="55"/>
              <w:ind w:left="315" w:right="308"/>
              <w:jc w:val="center"/>
              <w:rPr>
                <w:sz w:val="20"/>
              </w:rPr>
            </w:pPr>
            <w:r>
              <w:rPr>
                <w:sz w:val="20"/>
              </w:rPr>
              <w:t>5^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0C03" w14:textId="77777777" w:rsidR="00092F36" w:rsidRDefault="00092F36">
            <w:pPr>
              <w:pStyle w:val="TableParagraph"/>
              <w:spacing w:before="55"/>
              <w:ind w:left="307" w:right="303"/>
              <w:jc w:val="center"/>
              <w:rPr>
                <w:sz w:val="20"/>
              </w:rPr>
            </w:pPr>
            <w:r>
              <w:rPr>
                <w:sz w:val="20"/>
              </w:rPr>
              <w:t>6^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091EE" w14:textId="77777777" w:rsidR="00092F36" w:rsidRDefault="00092F36">
            <w:pPr>
              <w:pStyle w:val="TableParagraph"/>
              <w:spacing w:before="55"/>
              <w:ind w:left="306" w:right="303"/>
              <w:jc w:val="center"/>
              <w:rPr>
                <w:sz w:val="20"/>
              </w:rPr>
            </w:pPr>
            <w:r>
              <w:rPr>
                <w:sz w:val="20"/>
              </w:rPr>
              <w:t>7^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0BD6" w14:textId="77777777" w:rsidR="00092F36" w:rsidRDefault="00092F36">
            <w:pPr>
              <w:pStyle w:val="TableParagraph"/>
              <w:spacing w:before="55"/>
              <w:ind w:left="309" w:right="308"/>
              <w:jc w:val="center"/>
              <w:rPr>
                <w:sz w:val="20"/>
              </w:rPr>
            </w:pPr>
            <w:r>
              <w:rPr>
                <w:sz w:val="20"/>
              </w:rPr>
              <w:t>8^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1E94F" w14:textId="77777777" w:rsidR="00092F36" w:rsidRDefault="00092F36">
            <w:pPr>
              <w:pStyle w:val="TableParagraph"/>
              <w:spacing w:before="55"/>
              <w:ind w:left="313" w:right="311"/>
              <w:jc w:val="center"/>
              <w:rPr>
                <w:sz w:val="20"/>
              </w:rPr>
            </w:pPr>
            <w:r>
              <w:rPr>
                <w:sz w:val="20"/>
              </w:rPr>
              <w:t>9^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4A00" w14:textId="77777777" w:rsidR="00092F36" w:rsidRDefault="00092F36">
            <w:pPr>
              <w:pStyle w:val="TableParagraph"/>
              <w:spacing w:before="55"/>
              <w:ind w:left="265"/>
              <w:rPr>
                <w:sz w:val="20"/>
              </w:rPr>
            </w:pPr>
            <w:r>
              <w:rPr>
                <w:sz w:val="20"/>
              </w:rPr>
              <w:t>10^</w:t>
            </w:r>
          </w:p>
        </w:tc>
      </w:tr>
      <w:tr w:rsidR="00092F36" w14:paraId="62EB8B21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E50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781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1BB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FDE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BE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61F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721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A4A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CC1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9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454F2D" w14:textId="77777777" w:rsidR="00092F36" w:rsidRDefault="00092F36" w:rsidP="00092F36">
      <w:pPr>
        <w:spacing w:line="242" w:lineRule="exact"/>
        <w:ind w:left="538"/>
        <w:rPr>
          <w:rFonts w:eastAsia="Verdana" w:cs="Verdana"/>
          <w:sz w:val="16"/>
          <w:szCs w:val="22"/>
        </w:rPr>
      </w:pPr>
      <w:r>
        <w:rPr>
          <w:sz w:val="20"/>
        </w:rPr>
        <w:t xml:space="preserve">* </w:t>
      </w:r>
      <w:r>
        <w:rPr>
          <w:sz w:val="16"/>
        </w:rPr>
        <w:t>per scuola infanzia: AAAA, per scuola primaria: EEEE</w:t>
      </w:r>
    </w:p>
    <w:p w14:paraId="5AFB312F" w14:textId="77777777" w:rsidR="00092F36" w:rsidRDefault="00092F36" w:rsidP="00092F36">
      <w:pPr>
        <w:spacing w:line="194" w:lineRule="exact"/>
        <w:ind w:left="821"/>
        <w:rPr>
          <w:sz w:val="16"/>
        </w:rPr>
      </w:pPr>
      <w:r>
        <w:rPr>
          <w:sz w:val="16"/>
        </w:rPr>
        <w:t>per tipo posto sostegno infanzia, primaria, sec. I grado, sec. II grado: ADAA, ADEE, ADMM, ADSS</w:t>
      </w:r>
    </w:p>
    <w:p w14:paraId="719ACEFC" w14:textId="77777777" w:rsidR="00092F36" w:rsidRDefault="00092F36" w:rsidP="00092F36">
      <w:pPr>
        <w:pStyle w:val="Corpotesto"/>
      </w:pPr>
    </w:p>
    <w:p w14:paraId="5B0388F7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7706"/>
      </w:tblGrid>
      <w:tr w:rsidR="00092F36" w14:paraId="6CD13CFC" w14:textId="77777777" w:rsidTr="00092F36">
        <w:trPr>
          <w:trHeight w:val="352"/>
        </w:trPr>
        <w:tc>
          <w:tcPr>
            <w:tcW w:w="9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4978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durata contratto: 31/08, termine attività didattiche (TAD)</w:t>
            </w:r>
          </w:p>
        </w:tc>
      </w:tr>
      <w:tr w:rsidR="00092F36" w14:paraId="615D9631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D78D3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F212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7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4377F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81145D6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CBB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7C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DDAA5A3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49B12B09" w14:textId="77777777" w:rsidR="00092F36" w:rsidRDefault="00092F36" w:rsidP="00092F36">
      <w:pPr>
        <w:pStyle w:val="Corpotesto"/>
      </w:pPr>
    </w:p>
    <w:p w14:paraId="2CCCE1B2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6744"/>
      </w:tblGrid>
      <w:tr w:rsidR="00092F36" w14:paraId="21DE3A1E" w14:textId="77777777" w:rsidTr="00092F36">
        <w:trPr>
          <w:trHeight w:val="35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32F2" w14:textId="77777777" w:rsidR="00092F36" w:rsidRPr="00092F36" w:rsidRDefault="00092F36">
            <w:pPr>
              <w:pStyle w:val="TableParagraph"/>
              <w:spacing w:before="53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tipologia di cattedra: interna (COI), esterna (COE), spezzone orario (SO)</w:t>
            </w:r>
          </w:p>
        </w:tc>
      </w:tr>
      <w:tr w:rsidR="00092F36" w14:paraId="42564D86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6052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184E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56576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67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F26D4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7323F77" w14:textId="77777777" w:rsidTr="00092F36">
        <w:trPr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1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96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C66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DC344C7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1DB98269" w14:textId="77777777" w:rsidR="00092F36" w:rsidRDefault="00092F36" w:rsidP="00092F36">
      <w:pPr>
        <w:rPr>
          <w:sz w:val="2"/>
          <w:szCs w:val="2"/>
        </w:rPr>
        <w:sectPr w:rsidR="00092F36" w:rsidSect="00092F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3368" w:right="880" w:bottom="280" w:left="1020" w:header="736" w:footer="720" w:gutter="0"/>
          <w:cols w:space="720"/>
        </w:sectPr>
      </w:pPr>
    </w:p>
    <w:p w14:paraId="70CCC93D" w14:textId="77777777" w:rsidR="00092F36" w:rsidRDefault="00092F36" w:rsidP="00092F36">
      <w:pPr>
        <w:pStyle w:val="Corpotesto"/>
      </w:pPr>
    </w:p>
    <w:p w14:paraId="7B5113DB" w14:textId="77777777" w:rsidR="00092F36" w:rsidRDefault="00092F36" w:rsidP="00092F36">
      <w:pPr>
        <w:pStyle w:val="Corpotesto"/>
        <w:spacing w:before="12"/>
        <w:rPr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543"/>
        <w:gridCol w:w="1186"/>
        <w:gridCol w:w="3776"/>
      </w:tblGrid>
      <w:tr w:rsidR="00092F36" w14:paraId="2089F95A" w14:textId="77777777" w:rsidTr="00092F36">
        <w:trPr>
          <w:trHeight w:val="505"/>
        </w:trPr>
        <w:tc>
          <w:tcPr>
            <w:tcW w:w="9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AB92" w14:textId="77777777" w:rsidR="00092F36" w:rsidRDefault="00092F36">
            <w:pPr>
              <w:pStyle w:val="TableParagraph"/>
              <w:spacing w:before="132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Priorità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scolastica</w:t>
            </w:r>
            <w:proofErr w:type="spellEnd"/>
          </w:p>
        </w:tc>
      </w:tr>
      <w:tr w:rsidR="00092F36" w14:paraId="3F508261" w14:textId="77777777" w:rsidTr="00092F36">
        <w:trPr>
          <w:trHeight w:val="50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FA82B" w14:textId="77777777" w:rsidR="00092F36" w:rsidRDefault="00092F36">
            <w:pPr>
              <w:pStyle w:val="TableParagraph"/>
              <w:spacing w:before="17" w:line="242" w:lineRule="exact"/>
              <w:ind w:left="276" w:right="147" w:hanging="99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3557D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440D" w14:textId="77777777" w:rsidR="00092F36" w:rsidRDefault="00092F36">
            <w:pPr>
              <w:pStyle w:val="TableParagraph"/>
              <w:spacing w:before="17" w:line="242" w:lineRule="exact"/>
              <w:ind w:left="230" w:right="104" w:hanging="96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5D92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</w:tr>
      <w:tr w:rsidR="00092F36" w14:paraId="37B00E41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6A30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EF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452F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AD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D1C8DA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95F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554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E93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0F5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1F65296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3A5C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6FC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E144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C6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66CD386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4B3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473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A2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B87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ABDB86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B165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30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D02A0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30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9AB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8AE2FA0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B0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BE6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9B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34C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F6BBCFB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5E09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0E6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171A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153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A312F1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DF4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795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0CE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AD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05E5F45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7C4F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3F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6A8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429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80D61A2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875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49E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0778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7DA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CA661F8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7684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EB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01C6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84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218A94E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5B76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4C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B48B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9F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BD0B289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D2E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B3C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0B66B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F5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322E890" w14:textId="77777777" w:rsidTr="00092F36">
        <w:trPr>
          <w:trHeight w:val="39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DE62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F2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B050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04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A574237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09735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9D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87A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DE9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9E93CE7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42A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EC4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D3E5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37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D7BCCD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2267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4D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3EF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F1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2C254C85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2F73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C9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7D6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167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0B18F93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54A0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F15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B5C7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19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37A3A4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DD7B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5A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AFE8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A2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401C38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B9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75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14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93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EB12E1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76FE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E8A2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5A27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79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76F57D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0C7B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89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290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739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2CDE6C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CEF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96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9CB3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E86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DEC069B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E8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4E6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E4C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50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46EE" w14:textId="77777777" w:rsidR="00524D6D" w:rsidRDefault="00524D6D" w:rsidP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16F22F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81A5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82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FC1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B5F3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71A7902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BE9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85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1C2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EE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3747F4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D7A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581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BE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E6D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510E19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16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DA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9F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6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AE8086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B25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C8F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9FA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6C8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5C134C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9C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41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BE1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743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FCE258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D3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F13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64D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327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0057C2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965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E8B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54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DB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356362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20D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77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5BB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C4B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65B24D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9610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8DB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41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1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D157B0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4B7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403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A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27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04E67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49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FB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E8D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B57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2E1B79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56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4A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114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09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F4210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14A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45C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CD9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3CC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7D5CE9E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B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FB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0EF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2E1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B8F2B6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DA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A51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F02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7DD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3B01F0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A5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455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83A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6DB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F69FBD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126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7A8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5C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72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957AB1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E78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48A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F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8B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A1355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35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E8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114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2BD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C90F2A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CF3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670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21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411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4189776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A0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8B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39F8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AB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92F5A0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4B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502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45E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B4C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C64299" w14:textId="5733CAF7" w:rsidR="00092F36" w:rsidRDefault="00092F36" w:rsidP="00092F36">
      <w:pPr>
        <w:pStyle w:val="Corpotesto"/>
      </w:pPr>
    </w:p>
    <w:p w14:paraId="4AF5BCB3" w14:textId="77777777" w:rsidR="00092F36" w:rsidRDefault="00092F36" w:rsidP="00092F36">
      <w:pPr>
        <w:pStyle w:val="Corpotesto"/>
        <w:spacing w:before="8"/>
        <w:rPr>
          <w:sz w:val="22"/>
        </w:rPr>
      </w:pPr>
    </w:p>
    <w:p w14:paraId="5055060E" w14:textId="77777777" w:rsidR="00092F36" w:rsidRDefault="00092F36" w:rsidP="00092F36">
      <w:pPr>
        <w:pStyle w:val="Corpotesto"/>
        <w:tabs>
          <w:tab w:val="left" w:pos="4360"/>
          <w:tab w:val="left" w:pos="7194"/>
        </w:tabs>
        <w:ind w:left="112"/>
      </w:pPr>
      <w:r>
        <w:t>Luogo,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p w14:paraId="489CFA82" w14:textId="77777777" w:rsidR="00524D6D" w:rsidRDefault="00524D6D" w:rsidP="00092F36">
      <w:pPr>
        <w:pStyle w:val="Corpotesto"/>
        <w:tabs>
          <w:tab w:val="left" w:pos="4360"/>
          <w:tab w:val="left" w:pos="7194"/>
        </w:tabs>
        <w:ind w:left="112"/>
      </w:pPr>
    </w:p>
    <w:p w14:paraId="494329C3" w14:textId="4DC67A8A" w:rsidR="00524D6D" w:rsidRDefault="00524D6D" w:rsidP="0053702E">
      <w:pPr>
        <w:pStyle w:val="Corpotesto"/>
        <w:ind w:left="112"/>
      </w:pPr>
      <w:r>
        <w:tab/>
      </w:r>
      <w:r>
        <w:tab/>
      </w:r>
      <w:r>
        <w:tab/>
      </w:r>
      <w:r w:rsidR="0053702E">
        <w:t xml:space="preserve"> </w:t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>
        <w:t>______________________</w:t>
      </w:r>
    </w:p>
    <w:p w14:paraId="511F4390" w14:textId="77777777" w:rsidR="00092F36" w:rsidRDefault="00092F36" w:rsidP="00423CCA">
      <w:pPr>
        <w:jc w:val="left"/>
      </w:pPr>
    </w:p>
    <w:p w14:paraId="17F59AC5" w14:textId="77777777" w:rsidR="00524D6D" w:rsidRDefault="00524D6D" w:rsidP="00423CCA">
      <w:pPr>
        <w:jc w:val="left"/>
      </w:pPr>
    </w:p>
    <w:p w14:paraId="443F3981" w14:textId="488DDDB5"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D2435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0E437" w14:textId="77777777" w:rsidR="0008672E" w:rsidRDefault="0008672E" w:rsidP="00735857">
      <w:pPr>
        <w:spacing w:after="0" w:line="240" w:lineRule="auto"/>
      </w:pPr>
      <w:r>
        <w:separator/>
      </w:r>
    </w:p>
  </w:endnote>
  <w:endnote w:type="continuationSeparator" w:id="0">
    <w:p w14:paraId="4F43D37E" w14:textId="77777777" w:rsidR="0008672E" w:rsidRDefault="0008672E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F8AB4" w14:textId="77777777" w:rsidR="006B173D" w:rsidRDefault="006B173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4C0D0" w14:textId="77777777" w:rsidR="006B173D" w:rsidRDefault="006B173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FC334" w14:textId="77777777" w:rsidR="006B173D" w:rsidRDefault="006B173D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A19F3" w14:textId="77777777" w:rsidR="002B6164" w:rsidRDefault="002B6164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14:paraId="31936489" w14:textId="408BFDA2" w:rsidR="00B16AC6" w:rsidRDefault="00B16A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E5B">
          <w:rPr>
            <w:noProof/>
          </w:rPr>
          <w:t>3</w:t>
        </w:r>
        <w:r>
          <w:fldChar w:fldCharType="end"/>
        </w:r>
      </w:p>
    </w:sdtContent>
  </w:sdt>
  <w:p w14:paraId="5119E053" w14:textId="5F393AD8"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507FA" w14:textId="77777777" w:rsidR="002B6164" w:rsidRDefault="002B61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878E8" w14:textId="77777777" w:rsidR="0008672E" w:rsidRDefault="0008672E" w:rsidP="00735857">
      <w:pPr>
        <w:spacing w:after="0" w:line="240" w:lineRule="auto"/>
      </w:pPr>
      <w:r>
        <w:separator/>
      </w:r>
    </w:p>
  </w:footnote>
  <w:footnote w:type="continuationSeparator" w:id="0">
    <w:p w14:paraId="0019BDDC" w14:textId="77777777" w:rsidR="0008672E" w:rsidRDefault="0008672E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1516D" w14:textId="77777777" w:rsidR="006B173D" w:rsidRDefault="006B17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DD11C" w14:textId="7A3A120C" w:rsidR="00092F36" w:rsidRDefault="006B173D">
    <w:pPr>
      <w:pStyle w:val="Intestazione"/>
    </w:pPr>
    <w:r>
      <w:rPr>
        <w:noProof/>
        <w:lang w:eastAsia="it-IT"/>
      </w:rPr>
      <w:drawing>
        <wp:inline distT="0" distB="0" distL="0" distR="0" wp14:anchorId="20D33D63" wp14:editId="62E6CF83">
          <wp:extent cx="775700" cy="816964"/>
          <wp:effectExtent l="0" t="0" r="5715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2F3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70528" behindDoc="0" locked="0" layoutInCell="1" allowOverlap="1" wp14:anchorId="6AB2840A" wp14:editId="5D806D17">
              <wp:simplePos x="0" y="0"/>
              <wp:positionH relativeFrom="column">
                <wp:posOffset>995680</wp:posOffset>
              </wp:positionH>
              <wp:positionV relativeFrom="paragraph">
                <wp:posOffset>134620</wp:posOffset>
              </wp:positionV>
              <wp:extent cx="5216525" cy="1506220"/>
              <wp:effectExtent l="0" t="0" r="317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932745D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1FA7042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5581DD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007EC098" w14:textId="77777777" w:rsidR="00092F36" w:rsidRPr="00D2435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300B1D28" wp14:editId="356A6258">
                                <wp:extent cx="5141626" cy="45719"/>
                                <wp:effectExtent l="0" t="0" r="0" b="0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9AF2CC3" w14:textId="77777777" w:rsidR="00092F36" w:rsidRPr="006C50C7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7054E864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04642879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117167A0" w14:textId="77777777" w:rsidR="00092F36" w:rsidRPr="00E7598E" w:rsidRDefault="00092F36" w:rsidP="00092F36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78.4pt;margin-top:10.6pt;width:410.75pt;height:118.6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14:paraId="7932745D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1FA7042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5581DD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007EC098" w14:textId="77777777" w:rsidR="00092F36" w:rsidRPr="00D2435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300B1D28" wp14:editId="356A6258">
                          <wp:extent cx="5141626" cy="45719"/>
                          <wp:effectExtent l="0" t="0" r="0" b="0"/>
                          <wp:docPr id="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9AF2CC3" w14:textId="77777777" w:rsidR="00092F36" w:rsidRPr="006C50C7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7054E864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04642879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117167A0" w14:textId="77777777" w:rsidR="00092F36" w:rsidRPr="00E7598E" w:rsidRDefault="00092F36" w:rsidP="00092F36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897FC" w14:textId="77777777" w:rsidR="006B173D" w:rsidRDefault="006B173D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0DBB6" w14:textId="77777777" w:rsidR="002B6164" w:rsidRDefault="002B6164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A747" w14:textId="5AFA7AF6" w:rsidR="00B16AC6" w:rsidRDefault="002B6164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lang w:eastAsia="it-IT"/>
      </w:rPr>
      <w:drawing>
        <wp:inline distT="0" distB="0" distL="0" distR="0" wp14:anchorId="564C0D67" wp14:editId="3EAB00A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16AC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7E9B8ADC" wp14:editId="2ECC08C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AA4429" w14:textId="1053B2A5" w:rsidR="00B16AC6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0805DD39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4047ECA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1B80F63C" w14:textId="77777777" w:rsidR="00B16AC6" w:rsidRPr="00D2435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4A0BD46B" wp14:editId="42E0EB35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731006" w14:textId="77777777" w:rsidR="00B16AC6" w:rsidRPr="006C50C7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023A80D0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196C5BBE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6D0859FF" w14:textId="77777777" w:rsidR="00B16AC6" w:rsidRPr="00E7598E" w:rsidRDefault="00B16AC6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AA4429" w14:textId="1053B2A5" w:rsidR="00B16AC6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0805DD39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4047ECA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1B80F63C" w14:textId="77777777" w:rsidR="00B16AC6" w:rsidRPr="00D2435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4A0BD46B" wp14:editId="42E0EB35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731006" w14:textId="77777777" w:rsidR="00B16AC6" w:rsidRPr="006C50C7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023A80D0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196C5BBE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6D0859FF" w14:textId="77777777" w:rsidR="00B16AC6" w:rsidRPr="00E7598E" w:rsidRDefault="00B16AC6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3414BED" w14:textId="77777777" w:rsidR="00B16AC6" w:rsidRDefault="00B16AC6" w:rsidP="00262DB6">
    <w:pPr>
      <w:pStyle w:val="Intestazione"/>
      <w:rPr>
        <w:noProof/>
        <w:sz w:val="24"/>
        <w:szCs w:val="24"/>
        <w:lang w:eastAsia="it-IT"/>
      </w:rPr>
    </w:pPr>
  </w:p>
  <w:p w14:paraId="7B0A83C2" w14:textId="3E72E413" w:rsidR="00B16AC6" w:rsidRDefault="00B16AC6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>
      <w:rPr>
        <w:noProof/>
      </w:rPr>
      <w:ptab w:relativeTo="margin" w:alignment="left" w:leader="none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82D15" w14:textId="77777777"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4102DB21" wp14:editId="259D561C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1FFD30D6" wp14:editId="4F47523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206682C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7AD74DC0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206682C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7AD74DC0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E29E4F7" wp14:editId="2841C188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6C543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4"/>
  </w:num>
  <w:num w:numId="11">
    <w:abstractNumId w:val="4"/>
  </w:num>
  <w:num w:numId="12">
    <w:abstractNumId w:val="5"/>
  </w:num>
  <w:num w:numId="13">
    <w:abstractNumId w:val="1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61CF8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1AD5"/>
    <w:rsid w:val="00221772"/>
    <w:rsid w:val="00223D5A"/>
    <w:rsid w:val="002271E0"/>
    <w:rsid w:val="0023363A"/>
    <w:rsid w:val="0024579A"/>
    <w:rsid w:val="002460B0"/>
    <w:rsid w:val="00256652"/>
    <w:rsid w:val="00261BC8"/>
    <w:rsid w:val="00262DB6"/>
    <w:rsid w:val="00275B8D"/>
    <w:rsid w:val="00281BE0"/>
    <w:rsid w:val="002A68B1"/>
    <w:rsid w:val="002B6164"/>
    <w:rsid w:val="002B72D4"/>
    <w:rsid w:val="002C3ACE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4177"/>
    <w:rsid w:val="00345336"/>
    <w:rsid w:val="003602D0"/>
    <w:rsid w:val="00362060"/>
    <w:rsid w:val="00363189"/>
    <w:rsid w:val="00375D11"/>
    <w:rsid w:val="00386154"/>
    <w:rsid w:val="003B07E1"/>
    <w:rsid w:val="003C6DE2"/>
    <w:rsid w:val="003D7860"/>
    <w:rsid w:val="003F19FE"/>
    <w:rsid w:val="00401A01"/>
    <w:rsid w:val="004237FD"/>
    <w:rsid w:val="00423CCA"/>
    <w:rsid w:val="00425ED9"/>
    <w:rsid w:val="004520D1"/>
    <w:rsid w:val="00466720"/>
    <w:rsid w:val="00474898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702E"/>
    <w:rsid w:val="0054689F"/>
    <w:rsid w:val="005514C8"/>
    <w:rsid w:val="005613AC"/>
    <w:rsid w:val="00575623"/>
    <w:rsid w:val="0059420F"/>
    <w:rsid w:val="005A0F54"/>
    <w:rsid w:val="005A29EC"/>
    <w:rsid w:val="005B258C"/>
    <w:rsid w:val="005C398D"/>
    <w:rsid w:val="005D5847"/>
    <w:rsid w:val="005E0748"/>
    <w:rsid w:val="005E21BD"/>
    <w:rsid w:val="005F5F9F"/>
    <w:rsid w:val="00603578"/>
    <w:rsid w:val="006067BE"/>
    <w:rsid w:val="006218DB"/>
    <w:rsid w:val="006236D5"/>
    <w:rsid w:val="00653E89"/>
    <w:rsid w:val="0066425E"/>
    <w:rsid w:val="00672B7B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C50C7"/>
    <w:rsid w:val="006C7F03"/>
    <w:rsid w:val="006D2294"/>
    <w:rsid w:val="006D2B4A"/>
    <w:rsid w:val="006D5BCE"/>
    <w:rsid w:val="006E35AD"/>
    <w:rsid w:val="00713EB4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806B1"/>
    <w:rsid w:val="00794C86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7150"/>
    <w:rsid w:val="008E3633"/>
    <w:rsid w:val="008F4B65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42B8"/>
    <w:rsid w:val="00B467C5"/>
    <w:rsid w:val="00B5014E"/>
    <w:rsid w:val="00B640E3"/>
    <w:rsid w:val="00B70811"/>
    <w:rsid w:val="00B76D61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20548"/>
    <w:rsid w:val="00E25D8D"/>
    <w:rsid w:val="00E53829"/>
    <w:rsid w:val="00E54D5C"/>
    <w:rsid w:val="00E55FA9"/>
    <w:rsid w:val="00E7598E"/>
    <w:rsid w:val="00E75A77"/>
    <w:rsid w:val="00E7722A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30665"/>
    <w:rsid w:val="00F44EC7"/>
    <w:rsid w:val="00F657DD"/>
    <w:rsid w:val="00F658CC"/>
    <w:rsid w:val="00F67DB1"/>
    <w:rsid w:val="00F76BDB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E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410F-B0DD-4CDF-8307-7A347017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0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2019-03-11T15:40:00Z</cp:lastPrinted>
  <dcterms:created xsi:type="dcterms:W3CDTF">2020-09-18T09:44:00Z</dcterms:created>
  <dcterms:modified xsi:type="dcterms:W3CDTF">2020-09-18T09:44:00Z</dcterms:modified>
</cp:coreProperties>
</file>