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30687" w14:textId="77777777" w:rsidR="004014A9" w:rsidRDefault="00754AA8" w:rsidP="004014A9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>A</w:t>
      </w:r>
    </w:p>
    <w:p w14:paraId="3F012924" w14:textId="053F29C3" w:rsidR="00754AA8" w:rsidRPr="004014A9" w:rsidRDefault="004014A9" w:rsidP="00DF3B18">
      <w:pPr>
        <w:overflowPunct w:val="0"/>
        <w:autoSpaceDE w:val="0"/>
        <w:autoSpaceDN w:val="0"/>
        <w:adjustRightInd w:val="0"/>
        <w:spacing w:after="0" w:line="240" w:lineRule="auto"/>
        <w:ind w:firstLine="3686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</w:t>
      </w:r>
      <w:r w:rsidR="00DF3B18">
        <w:rPr>
          <w:rFonts w:ascii="Times New Roman" w:eastAsia="Times New Roman" w:hAnsi="Times New Roman" w:cs="Times New Roman"/>
          <w:b/>
          <w:sz w:val="20"/>
          <w:lang w:eastAsia="it-IT"/>
        </w:rPr>
        <w:t>5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DF3B18">
        <w:rPr>
          <w:rFonts w:ascii="Times New Roman" w:eastAsia="Times New Roman" w:hAnsi="Times New Roman" w:cs="Times New Roman"/>
          <w:b/>
          <w:sz w:val="20"/>
          <w:lang w:eastAsia="it-IT"/>
        </w:rPr>
        <w:t>14 settembre 2020</w:t>
      </w:r>
    </w:p>
    <w:p w14:paraId="59B2FEFF" w14:textId="77777777" w:rsidR="00D3687A" w:rsidRDefault="00D3687A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433DEE9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14:paraId="74FB5EF1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6A763CA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5501011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14:paraId="2292F0CC" w14:textId="77777777" w:rsidR="00754AA8" w:rsidRPr="000C7470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14:paraId="7A2C931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1B145A3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5FC70FD" w14:textId="56F0348A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</w:p>
    <w:p w14:paraId="76D80546" w14:textId="51DDC24C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residente in ________________________________ prov. (___), via/corso/Piazza _______________________________ civico numero________</w:t>
      </w:r>
    </w:p>
    <w:p w14:paraId="76D59691" w14:textId="7770FAAC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 a pieno titolo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/con </w:t>
      </w:r>
      <w:proofErr w:type="spellStart"/>
      <w:r w:rsidR="00DF3B18">
        <w:rPr>
          <w:rFonts w:ascii="Times New Roman" w:eastAsia="Times New Roman" w:hAnsi="Times New Roman" w:cs="Times New Roman"/>
          <w:sz w:val="20"/>
          <w:lang w:eastAsia="it-IT"/>
        </w:rPr>
        <w:t>riseerva</w:t>
      </w:r>
      <w:proofErr w:type="spellEnd"/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GAE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della scuola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della scuola dell’infanzia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– posto 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COMUNE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  <w:r w:rsidR="009644D7"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7AFE276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033B1FB2" w14:textId="1AE2DE56" w:rsidR="00754AA8" w:rsidRPr="007F08E1" w:rsidRDefault="00754AA8" w:rsidP="007F08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della sede 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>a causa dell’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emergenza epidemiologica da COVID-19</w:t>
      </w:r>
    </w:p>
    <w:p w14:paraId="0E3BB1D4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14:paraId="2321D468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14:paraId="63DE61B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7DB8F61C" w14:textId="69A7547D" w:rsidR="00700A3B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="00A27F1C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 xml:space="preserve"> per l’incarico a tempo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determinato - posto COMUNE - scuola 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dell’infanzia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>- con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decorrenza economica dall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’effettiva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presa di servizio, </w:t>
      </w:r>
    </w:p>
    <w:p w14:paraId="65576B57" w14:textId="3D92ADFB" w:rsidR="00754AA8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di conseguenza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ad accettare, incondizionatamente, la scelta operata dal designato in virtù della presente</w:t>
      </w:r>
      <w:r w:rsidR="00DF3B18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14:paraId="3F2941A3" w14:textId="2CC7E0AF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14B73A5C" w14:textId="1F35AEF5" w:rsidR="009307CE" w:rsidRPr="009307CE" w:rsidRDefault="009307CE" w:rsidP="009307CE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 xml:space="preserve">POSTO </w:t>
      </w:r>
      <w:proofErr w:type="gramStart"/>
      <w:r>
        <w:rPr>
          <w:rFonts w:ascii="Times New Roman" w:eastAsia="Times New Roman" w:hAnsi="Times New Roman" w:cs="Times New Roman"/>
          <w:sz w:val="20"/>
          <w:lang w:eastAsia="it-IT"/>
        </w:rPr>
        <w:t>COMUNE :</w:t>
      </w:r>
      <w:proofErr w:type="gramEnd"/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  <w:t xml:space="preserve">   </w:t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DIRITTO FINO AL 31 AGOSTO 2021</w:t>
      </w:r>
    </w:p>
    <w:p w14:paraId="60F5DD6B" w14:textId="604736FB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it-IT"/>
        </w:rPr>
        <w:t>(CROCETTARE LA VOCE CHE INTERESSA)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5BDDBD8" w14:textId="469F3434" w:rsidR="00754AA8" w:rsidRDefault="009307CE" w:rsidP="009307CE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FATTO FINO AL 30 GIUGNO 2021</w:t>
      </w:r>
    </w:p>
    <w:p w14:paraId="4B3676F1" w14:textId="77777777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0A8C9E1A" w14:textId="23363DCC" w:rsidR="009307CE" w:rsidRDefault="009307CE" w:rsidP="009307CE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SPEZZONE ORARIO DI________________</w:t>
      </w:r>
      <w:proofErr w:type="gramStart"/>
      <w:r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ORE </w:t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 FINO</w:t>
      </w:r>
      <w:proofErr w:type="gramEnd"/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 AL 30 GIUGNO 2021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21A724D" w14:textId="77777777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FA7D53F" w14:textId="4F9A00B8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qualora disponibili all’atto del turno di scelta:</w:t>
      </w:r>
    </w:p>
    <w:p w14:paraId="24AC9B5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1188B96" w14:textId="60AD8D0A" w:rsidR="00754AA8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D08A26E" w14:textId="4F4C421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B8FFDAA" w14:textId="1E033B0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CFC2DF7" w14:textId="717C664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C6D5E54" w14:textId="1AC8ABF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F78CD7D" w14:textId="786FE9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86A7DC5" w14:textId="2867F64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75F4062" w14:textId="5C35B37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3338B9E" w14:textId="3B7FF1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665A766" w14:textId="74D3BB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9D9DB07" w14:textId="35B4971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C158826" w14:textId="1115137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0997BA6" w14:textId="1E2697C8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0A1E6F8" w14:textId="4999856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lastRenderedPageBreak/>
        <w:t>________________________________________</w:t>
      </w:r>
    </w:p>
    <w:p w14:paraId="219FD800" w14:textId="0C2E3D16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4EA3A99" w14:textId="08D6F5F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A704A2" w14:textId="5769970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8D337F8" w14:textId="2A16CB7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7882158" w14:textId="4C73FEA4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8FCB2F8" w14:textId="316AA25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2E1EF8A" w14:textId="10AF737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5EDC9D7" w14:textId="7E65119F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661FCC6" w14:textId="173D6C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C02171D" w14:textId="2A7D461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2F5AB08" w14:textId="45AF15D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8E6B5D2" w14:textId="75DA20C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C27D31F" w14:textId="2EDB36E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EA1073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9D99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3054EAF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DA843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B353A7E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411C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185C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6A42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28596A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9F0ABE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FEA73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4619F9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944DA66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17B811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A1427B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43B76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AE0895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300D585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20C3B24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A45962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A9EAB09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4147A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9AE8E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AD56826" w14:textId="77777777" w:rsidR="00700A3B" w:rsidRDefault="00700A3B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84462A5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28906D2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2DD76694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3B870FC3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47747711" w14:textId="77777777" w:rsidR="00EF3366" w:rsidRPr="00700A3B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5AFBB8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1B91EAE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14:paraId="31FA23C8" w14:textId="72ED80B7" w:rsidR="00754AA8" w:rsidRPr="00825B77" w:rsidRDefault="00754AA8" w:rsidP="009307CE">
      <w:pPr>
        <w:overflowPunct w:val="0"/>
        <w:autoSpaceDE w:val="0"/>
        <w:autoSpaceDN w:val="0"/>
        <w:adjustRightInd w:val="0"/>
        <w:spacing w:after="0" w:line="240" w:lineRule="auto"/>
        <w:ind w:left="5664" w:firstLine="516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Firma</w:t>
      </w:r>
      <w:r w:rsidR="00EF3366">
        <w:rPr>
          <w:rFonts w:ascii="Times New Roman" w:eastAsia="Times New Roman" w:hAnsi="Times New Roman" w:cs="Times New Roman"/>
          <w:sz w:val="24"/>
          <w:lang w:eastAsia="it-IT"/>
        </w:rPr>
        <w:t xml:space="preserve"> (1)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_______________________</w:t>
      </w:r>
    </w:p>
    <w:p w14:paraId="643B82C0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A13EA72" w14:textId="77777777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RECAPITO: ____________________________________________________________________</w:t>
      </w:r>
    </w:p>
    <w:p w14:paraId="49160A6E" w14:textId="3CB9D64C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Tel. _____________________________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 xml:space="preserve"> indirizzo e-mail_________________________________</w:t>
      </w:r>
    </w:p>
    <w:p w14:paraId="590D42B3" w14:textId="77777777" w:rsidR="004014A9" w:rsidRPr="00825B77" w:rsidRDefault="004014A9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042715ED" w14:textId="0C7CFDB7" w:rsidR="003C0A4D" w:rsidRPr="00EF3366" w:rsidRDefault="004014A9" w:rsidP="00EF3366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Si allega </w:t>
      </w:r>
      <w:r w:rsidR="00754AA8"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copia del documento di identità del </w:t>
      </w:r>
      <w:r w:rsidRPr="00EF3366">
        <w:rPr>
          <w:rFonts w:ascii="Times New Roman" w:eastAsia="Times New Roman" w:hAnsi="Times New Roman" w:cs="Times New Roman"/>
          <w:sz w:val="20"/>
          <w:lang w:eastAsia="it-IT"/>
        </w:rPr>
        <w:t>sottoscritto.</w:t>
      </w:r>
    </w:p>
    <w:sectPr w:rsidR="003C0A4D" w:rsidRPr="00EF3366" w:rsidSect="00BC3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134" w:bottom="1134" w:left="1134" w:header="709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A4BC5" w14:textId="77777777" w:rsidR="004334CA" w:rsidRDefault="004334CA" w:rsidP="00735857">
      <w:pPr>
        <w:spacing w:after="0" w:line="240" w:lineRule="auto"/>
      </w:pPr>
      <w:r>
        <w:separator/>
      </w:r>
    </w:p>
  </w:endnote>
  <w:endnote w:type="continuationSeparator" w:id="0">
    <w:p w14:paraId="19886193" w14:textId="77777777" w:rsidR="004334CA" w:rsidRDefault="004334CA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AB24E" w14:textId="77777777" w:rsidR="005B58CB" w:rsidRDefault="005B58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06CC" w14:textId="77777777"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1B518759" w14:textId="1FBB973C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DF3B1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</w:t>
                              </w:r>
                              <w:proofErr w:type="spellStart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Ferrantini</w:t>
                              </w:r>
                              <w:proofErr w:type="spellEnd"/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428EB97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3D1606CC" w14:textId="77777777"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1B518759" w14:textId="1FBB973C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DF3B18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</w:t>
                        </w:r>
                        <w:proofErr w:type="spellStart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Ferrantini</w:t>
                        </w:r>
                        <w:proofErr w:type="spellEnd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318B1" w14:textId="77777777" w:rsidR="005B58CB" w:rsidRDefault="005B58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FB8DF" w14:textId="77777777" w:rsidR="004334CA" w:rsidRDefault="004334CA" w:rsidP="00735857">
      <w:pPr>
        <w:spacing w:after="0" w:line="240" w:lineRule="auto"/>
      </w:pPr>
      <w:r>
        <w:separator/>
      </w:r>
    </w:p>
  </w:footnote>
  <w:footnote w:type="continuationSeparator" w:id="0">
    <w:p w14:paraId="49334BB2" w14:textId="77777777" w:rsidR="004334CA" w:rsidRDefault="004334CA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D5354" w14:textId="77777777" w:rsidR="005B58CB" w:rsidRDefault="005B58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298F5F41">
              <wp:simplePos x="0" y="0"/>
              <wp:positionH relativeFrom="column">
                <wp:posOffset>803910</wp:posOffset>
              </wp:positionH>
              <wp:positionV relativeFrom="paragraph">
                <wp:posOffset>140335</wp:posOffset>
              </wp:positionV>
              <wp:extent cx="5305425" cy="1206500"/>
              <wp:effectExtent l="0" t="0" r="952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206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proofErr w:type="gram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proofErr w:type="gramEnd"/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324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9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D485A"/>
    <w:multiLevelType w:val="hybridMultilevel"/>
    <w:tmpl w:val="1572035C"/>
    <w:lvl w:ilvl="0" w:tplc="8632A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9078C"/>
    <w:multiLevelType w:val="hybridMultilevel"/>
    <w:tmpl w:val="7AC42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5A"/>
    <w:rsid w:val="00002468"/>
    <w:rsid w:val="00012913"/>
    <w:rsid w:val="00020ABB"/>
    <w:rsid w:val="00026754"/>
    <w:rsid w:val="00026DD8"/>
    <w:rsid w:val="00036FC8"/>
    <w:rsid w:val="000634C3"/>
    <w:rsid w:val="00070F94"/>
    <w:rsid w:val="000A1C08"/>
    <w:rsid w:val="000A3433"/>
    <w:rsid w:val="000A4A47"/>
    <w:rsid w:val="000C3A7E"/>
    <w:rsid w:val="000D0E61"/>
    <w:rsid w:val="000D470A"/>
    <w:rsid w:val="00104C46"/>
    <w:rsid w:val="001053B1"/>
    <w:rsid w:val="00105DDA"/>
    <w:rsid w:val="00106366"/>
    <w:rsid w:val="0011154D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5813"/>
    <w:rsid w:val="001E1B5E"/>
    <w:rsid w:val="001E5F63"/>
    <w:rsid w:val="001F131B"/>
    <w:rsid w:val="001F62AA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5D11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334CA"/>
    <w:rsid w:val="004873EF"/>
    <w:rsid w:val="004949A5"/>
    <w:rsid w:val="004A6503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236D5"/>
    <w:rsid w:val="00631058"/>
    <w:rsid w:val="00653E89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A0C80"/>
    <w:rsid w:val="007A0DA4"/>
    <w:rsid w:val="007B0F03"/>
    <w:rsid w:val="007B3C19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7CE"/>
    <w:rsid w:val="00930855"/>
    <w:rsid w:val="00957E18"/>
    <w:rsid w:val="009644D7"/>
    <w:rsid w:val="0096644D"/>
    <w:rsid w:val="00976AAB"/>
    <w:rsid w:val="00982B8F"/>
    <w:rsid w:val="00983459"/>
    <w:rsid w:val="00984E26"/>
    <w:rsid w:val="009A43E5"/>
    <w:rsid w:val="009A770E"/>
    <w:rsid w:val="009B702A"/>
    <w:rsid w:val="009C3841"/>
    <w:rsid w:val="009E6568"/>
    <w:rsid w:val="009F2B65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932B1"/>
    <w:rsid w:val="00A93438"/>
    <w:rsid w:val="00AA0646"/>
    <w:rsid w:val="00AA7C43"/>
    <w:rsid w:val="00AB1396"/>
    <w:rsid w:val="00AC3855"/>
    <w:rsid w:val="00AD39E9"/>
    <w:rsid w:val="00AD516B"/>
    <w:rsid w:val="00AF6D3E"/>
    <w:rsid w:val="00B313B2"/>
    <w:rsid w:val="00B442B8"/>
    <w:rsid w:val="00B640E3"/>
    <w:rsid w:val="00B9467A"/>
    <w:rsid w:val="00BC33DF"/>
    <w:rsid w:val="00BE59A5"/>
    <w:rsid w:val="00BF282D"/>
    <w:rsid w:val="00C021F6"/>
    <w:rsid w:val="00C118C0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C4414"/>
    <w:rsid w:val="00DF38D4"/>
    <w:rsid w:val="00DF3B18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D6C92"/>
    <w:rsid w:val="00EE4358"/>
    <w:rsid w:val="00EF3366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  <w15:docId w15:val="{5694B59B-CC94-4AFD-94F2-56451F58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F7AAC-4CD5-4769-9903-0B5F90FF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</Template>
  <TotalTime>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Giada Mariapaola D'Errico</cp:lastModifiedBy>
  <cp:revision>4</cp:revision>
  <cp:lastPrinted>2017-02-17T11:47:00Z</cp:lastPrinted>
  <dcterms:created xsi:type="dcterms:W3CDTF">2020-09-11T13:48:00Z</dcterms:created>
  <dcterms:modified xsi:type="dcterms:W3CDTF">2020-09-11T15:44:00Z</dcterms:modified>
</cp:coreProperties>
</file>