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EAE43" w14:textId="77777777" w:rsidR="00092F36" w:rsidRDefault="00423CCA" w:rsidP="00423CCA">
      <w:pPr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C1976C" w14:textId="77777777" w:rsidR="00092F36" w:rsidRDefault="00092F36" w:rsidP="00092F36">
      <w:pPr>
        <w:pStyle w:val="Corpotesto"/>
        <w:spacing w:before="99" w:line="276" w:lineRule="auto"/>
        <w:ind w:left="2376" w:right="2516" w:hanging="5"/>
        <w:jc w:val="both"/>
      </w:pPr>
      <w:r>
        <w:t>MODELLO DI DELEGA PER LA SCELTA DELLA SEDE NOMINE A TEMPO DETERMINATO A.S. 2020/2021 PERSONALE DOCENTE INCLUSO NELLE GAE E GPS</w:t>
      </w:r>
    </w:p>
    <w:p w14:paraId="4ADAB398" w14:textId="77777777" w:rsidR="00092F36" w:rsidRDefault="00092F36" w:rsidP="00092F36">
      <w:pPr>
        <w:pStyle w:val="Corpotesto"/>
        <w:rPr>
          <w:sz w:val="24"/>
        </w:rPr>
      </w:pPr>
    </w:p>
    <w:p w14:paraId="4328B240" w14:textId="77777777" w:rsidR="00092F36" w:rsidRDefault="00092F36" w:rsidP="00092F36">
      <w:pPr>
        <w:pStyle w:val="Corpotesto"/>
        <w:spacing w:before="10"/>
        <w:rPr>
          <w:sz w:val="18"/>
        </w:rPr>
      </w:pPr>
    </w:p>
    <w:p w14:paraId="0B4B0789" w14:textId="77777777" w:rsidR="00092F36" w:rsidRDefault="00092F36" w:rsidP="00092F36">
      <w:pPr>
        <w:pStyle w:val="Corpotesto"/>
        <w:tabs>
          <w:tab w:val="left" w:pos="2239"/>
          <w:tab w:val="left" w:pos="6881"/>
        </w:tabs>
        <w:ind w:left="112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86CD4C8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622BD778" w14:textId="77777777" w:rsidR="00092F36" w:rsidRDefault="00092F36" w:rsidP="00092F36">
      <w:pPr>
        <w:pStyle w:val="Corpotesto"/>
        <w:tabs>
          <w:tab w:val="left" w:pos="2239"/>
          <w:tab w:val="left" w:pos="6881"/>
        </w:tabs>
        <w:spacing w:before="99"/>
        <w:ind w:left="112"/>
      </w:pPr>
      <w:r>
        <w:t>Codice</w:t>
      </w:r>
      <w:r>
        <w:rPr>
          <w:spacing w:val="-6"/>
        </w:rPr>
        <w:t xml:space="preserve"> </w:t>
      </w:r>
      <w:r>
        <w:t>fiscale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6F5F621" w14:textId="77777777" w:rsidR="00092F36" w:rsidRDefault="00092F36" w:rsidP="00092F36">
      <w:pPr>
        <w:pStyle w:val="Corpotesto"/>
        <w:spacing w:before="8"/>
        <w:rPr>
          <w:sz w:val="14"/>
        </w:rPr>
      </w:pPr>
    </w:p>
    <w:p w14:paraId="64F01A2A" w14:textId="4FCFD985" w:rsidR="00092F36" w:rsidRDefault="00092F36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  <w:rPr>
          <w:u w:val="single"/>
        </w:rPr>
      </w:pPr>
      <w:r>
        <w:t>nato/a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 w:rsidR="0014055F">
        <w:rPr>
          <w:u w:val="single"/>
        </w:rPr>
        <w:t xml:space="preserve"> </w:t>
      </w:r>
      <w:r>
        <w:t>il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66F5592" w14:textId="492CA17C" w:rsidR="00716908" w:rsidRPr="00716908" w:rsidRDefault="00716908" w:rsidP="00092F36">
      <w:pPr>
        <w:pStyle w:val="Corpotesto"/>
        <w:tabs>
          <w:tab w:val="left" w:pos="2239"/>
          <w:tab w:val="left" w:pos="7008"/>
          <w:tab w:val="left" w:pos="9812"/>
        </w:tabs>
        <w:spacing w:before="100"/>
        <w:ind w:left="112"/>
      </w:pPr>
      <w:r>
        <w:t xml:space="preserve">n. </w:t>
      </w:r>
      <w:proofErr w:type="spellStart"/>
      <w:r>
        <w:t>cell</w:t>
      </w:r>
      <w:proofErr w:type="spellEnd"/>
      <w:r>
        <w:t xml:space="preserve">                     _______________________________________</w:t>
      </w:r>
    </w:p>
    <w:p w14:paraId="6A28B6B7" w14:textId="77777777" w:rsidR="00092F36" w:rsidRDefault="00092F36" w:rsidP="00092F36">
      <w:pPr>
        <w:pStyle w:val="Corpotesto"/>
        <w:spacing w:before="6"/>
        <w:rPr>
          <w:sz w:val="14"/>
        </w:rPr>
      </w:pPr>
    </w:p>
    <w:p w14:paraId="36F6752E" w14:textId="77777777" w:rsidR="00092F36" w:rsidRDefault="00092F36" w:rsidP="00092F36">
      <w:pPr>
        <w:pStyle w:val="Corpotesto"/>
        <w:tabs>
          <w:tab w:val="left" w:pos="5626"/>
          <w:tab w:val="left" w:pos="5924"/>
          <w:tab w:val="left" w:pos="9811"/>
        </w:tabs>
        <w:spacing w:before="99"/>
        <w:ind w:left="112"/>
      </w:pPr>
      <w:r>
        <w:t>documento 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rilasciato</w:t>
      </w:r>
      <w:r>
        <w:rPr>
          <w:spacing w:val="-5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27FA325D" w14:textId="77777777" w:rsidR="00092F36" w:rsidRDefault="00092F36" w:rsidP="00092F36">
      <w:pPr>
        <w:pStyle w:val="Corpotesto"/>
        <w:spacing w:before="9"/>
        <w:rPr>
          <w:sz w:val="14"/>
        </w:rPr>
      </w:pPr>
    </w:p>
    <w:p w14:paraId="446AECA8" w14:textId="56710BF4" w:rsidR="00092F36" w:rsidRDefault="00092F36" w:rsidP="00092F36">
      <w:pPr>
        <w:pStyle w:val="Corpotesto"/>
        <w:spacing w:before="99"/>
        <w:ind w:left="112"/>
        <w:jc w:val="both"/>
      </w:pPr>
      <w:r>
        <w:t xml:space="preserve">di cui allega copia, incluso nelle seguenti graduatorie della provincia di </w:t>
      </w:r>
      <w:r w:rsidR="0014055F">
        <w:t>TORINO</w:t>
      </w:r>
      <w:r>
        <w:t>:</w:t>
      </w:r>
    </w:p>
    <w:p w14:paraId="4651F93B" w14:textId="01E2B028" w:rsidR="00716908" w:rsidRDefault="00716908" w:rsidP="00716908">
      <w:pPr>
        <w:pStyle w:val="Paragrafoelenco"/>
        <w:widowControl w:val="0"/>
        <w:numPr>
          <w:ilvl w:val="0"/>
          <w:numId w:val="16"/>
        </w:numPr>
        <w:tabs>
          <w:tab w:val="left" w:pos="1107"/>
        </w:tabs>
        <w:autoSpaceDE w:val="0"/>
        <w:autoSpaceDN w:val="0"/>
        <w:spacing w:before="12" w:after="0" w:line="240" w:lineRule="auto"/>
        <w:contextualSpacing w:val="0"/>
        <w:jc w:val="left"/>
        <w:rPr>
          <w:sz w:val="20"/>
        </w:rPr>
      </w:pPr>
      <w:r w:rsidRPr="00716908">
        <w:rPr>
          <w:sz w:val="20"/>
        </w:rPr>
        <w:t>Graduatoria provinciale</w:t>
      </w:r>
      <w:r w:rsidR="00092F36" w:rsidRPr="00716908">
        <w:rPr>
          <w:sz w:val="20"/>
        </w:rPr>
        <w:t xml:space="preserve"> per le</w:t>
      </w:r>
      <w:r w:rsidR="00092F36" w:rsidRPr="00716908">
        <w:rPr>
          <w:spacing w:val="-5"/>
          <w:sz w:val="20"/>
        </w:rPr>
        <w:t xml:space="preserve"> </w:t>
      </w:r>
      <w:r w:rsidR="00092F36" w:rsidRPr="00716908">
        <w:rPr>
          <w:sz w:val="20"/>
        </w:rPr>
        <w:t>supplenze</w:t>
      </w:r>
      <w:r w:rsidRPr="00716908">
        <w:rPr>
          <w:sz w:val="20"/>
        </w:rPr>
        <w:t xml:space="preserve"> </w:t>
      </w:r>
      <w:r>
        <w:rPr>
          <w:sz w:val="20"/>
        </w:rPr>
        <w:t>incrociata</w:t>
      </w:r>
    </w:p>
    <w:p w14:paraId="708CA765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539CD059" w14:textId="41F1C20B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2BBC8A2F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1C3EAE97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7664B6ED" w14:textId="77777777" w:rsid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60DC16D4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  <w:r>
        <w:rPr>
          <w:sz w:val="20"/>
        </w:rPr>
        <w:t>Posizione in graduatoria incrociata ___________ Punteggio ________ Classe di Concorso _____</w:t>
      </w:r>
    </w:p>
    <w:p w14:paraId="44C031AE" w14:textId="77777777" w:rsidR="00716908" w:rsidRPr="00716908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sz w:val="20"/>
        </w:rPr>
      </w:pPr>
    </w:p>
    <w:p w14:paraId="10CAA23A" w14:textId="48BE55EC" w:rsidR="00716908" w:rsidRDefault="00092F36" w:rsidP="00716908">
      <w:pPr>
        <w:pStyle w:val="Corpotesto"/>
        <w:spacing w:before="250"/>
        <w:ind w:left="4509" w:right="4650"/>
        <w:jc w:val="center"/>
      </w:pPr>
      <w:r>
        <w:t>DELEGA</w:t>
      </w:r>
    </w:p>
    <w:p w14:paraId="5F3C5701" w14:textId="5DF0FFD9" w:rsidR="00092F36" w:rsidRDefault="00092F36" w:rsidP="00092F36">
      <w:pPr>
        <w:pStyle w:val="Corpotesto"/>
        <w:spacing w:before="155" w:line="276" w:lineRule="auto"/>
        <w:ind w:left="112" w:right="256"/>
        <w:jc w:val="both"/>
      </w:pPr>
      <w:r>
        <w:t>il</w:t>
      </w:r>
      <w:r>
        <w:rPr>
          <w:spacing w:val="-18"/>
        </w:rPr>
        <w:t xml:space="preserve"> </w:t>
      </w:r>
      <w:r>
        <w:t>Dirigente</w:t>
      </w:r>
      <w:r>
        <w:rPr>
          <w:spacing w:val="-21"/>
        </w:rPr>
        <w:t xml:space="preserve"> </w:t>
      </w:r>
      <w:r>
        <w:t>dell’Ambito</w:t>
      </w:r>
      <w:r>
        <w:rPr>
          <w:spacing w:val="-21"/>
        </w:rPr>
        <w:t xml:space="preserve"> </w:t>
      </w:r>
      <w:r>
        <w:t>Territoriale</w:t>
      </w:r>
      <w:r>
        <w:rPr>
          <w:spacing w:val="-21"/>
        </w:rPr>
        <w:t xml:space="preserve"> </w:t>
      </w:r>
      <w:r>
        <w:t>di</w:t>
      </w:r>
      <w:r>
        <w:rPr>
          <w:spacing w:val="-17"/>
        </w:rPr>
        <w:t xml:space="preserve"> </w:t>
      </w:r>
      <w:r w:rsidR="0014055F">
        <w:t>TORINO</w:t>
      </w:r>
      <w:r>
        <w:rPr>
          <w:spacing w:val="-12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rappresentarlo/la</w:t>
      </w:r>
      <w:r>
        <w:rPr>
          <w:spacing w:val="-20"/>
        </w:rPr>
        <w:t xml:space="preserve"> </w:t>
      </w:r>
      <w:r>
        <w:t>nella</w:t>
      </w:r>
      <w:r>
        <w:rPr>
          <w:spacing w:val="-20"/>
        </w:rPr>
        <w:t xml:space="preserve"> </w:t>
      </w:r>
      <w:r>
        <w:t>scelta</w:t>
      </w:r>
      <w:r>
        <w:rPr>
          <w:spacing w:val="-20"/>
        </w:rPr>
        <w:t xml:space="preserve"> </w:t>
      </w:r>
      <w:r>
        <w:t>della</w:t>
      </w:r>
      <w:r>
        <w:rPr>
          <w:spacing w:val="-20"/>
        </w:rPr>
        <w:t xml:space="preserve"> </w:t>
      </w:r>
      <w:r>
        <w:t>sede</w:t>
      </w:r>
      <w:r>
        <w:rPr>
          <w:spacing w:val="-19"/>
        </w:rPr>
        <w:t xml:space="preserve"> </w:t>
      </w:r>
      <w:r>
        <w:t>per</w:t>
      </w:r>
      <w:r>
        <w:rPr>
          <w:spacing w:val="-19"/>
        </w:rPr>
        <w:t xml:space="preserve"> </w:t>
      </w:r>
      <w:r>
        <w:t>l’anno scolastico</w:t>
      </w:r>
      <w:r>
        <w:rPr>
          <w:spacing w:val="-18"/>
        </w:rPr>
        <w:t xml:space="preserve"> </w:t>
      </w:r>
      <w:r>
        <w:t>2020/2021</w:t>
      </w:r>
      <w:r>
        <w:rPr>
          <w:spacing w:val="-12"/>
        </w:rPr>
        <w:t xml:space="preserve"> </w:t>
      </w:r>
      <w:r>
        <w:t>impegnandosi,</w:t>
      </w:r>
      <w:r>
        <w:rPr>
          <w:spacing w:val="-16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conseguenza,</w:t>
      </w:r>
      <w:r>
        <w:rPr>
          <w:spacing w:val="-15"/>
        </w:rPr>
        <w:t xml:space="preserve"> </w:t>
      </w:r>
      <w:r>
        <w:t>ad</w:t>
      </w:r>
      <w:r>
        <w:rPr>
          <w:spacing w:val="-12"/>
        </w:rPr>
        <w:t xml:space="preserve"> </w:t>
      </w:r>
      <w:r>
        <w:t>accettare</w:t>
      </w:r>
      <w:r>
        <w:rPr>
          <w:spacing w:val="-15"/>
        </w:rPr>
        <w:t xml:space="preserve"> </w:t>
      </w:r>
      <w:r>
        <w:t>incondizionatamente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scelta operata dal delegato in virtù della presente</w:t>
      </w:r>
      <w:r>
        <w:rPr>
          <w:spacing w:val="-6"/>
        </w:rPr>
        <w:t xml:space="preserve"> </w:t>
      </w:r>
      <w:r>
        <w:t>delega.</w:t>
      </w:r>
    </w:p>
    <w:p w14:paraId="28E2B1D5" w14:textId="77777777" w:rsidR="00092F36" w:rsidRDefault="00092F36" w:rsidP="00092F36">
      <w:pPr>
        <w:pStyle w:val="Corpotesto"/>
        <w:spacing w:before="122"/>
        <w:ind w:left="112"/>
        <w:jc w:val="both"/>
      </w:pPr>
      <w:r>
        <w:t>A tal fine esprime le seguenti preferenze e le relative priorità:</w:t>
      </w:r>
    </w:p>
    <w:p w14:paraId="1BCD0482" w14:textId="77777777" w:rsidR="00092F36" w:rsidRDefault="00092F36" w:rsidP="00092F36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963"/>
        <w:gridCol w:w="965"/>
        <w:gridCol w:w="963"/>
        <w:gridCol w:w="963"/>
        <w:gridCol w:w="964"/>
        <w:gridCol w:w="966"/>
        <w:gridCol w:w="964"/>
      </w:tblGrid>
      <w:tr w:rsidR="00092F36" w14:paraId="6BBD80D9" w14:textId="77777777" w:rsidTr="00092F36">
        <w:trPr>
          <w:trHeight w:val="352"/>
        </w:trPr>
        <w:tc>
          <w:tcPr>
            <w:tcW w:w="96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2B7AF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classi di concorso e tipo di posto: elencare codici classi di concorso *</w:t>
            </w:r>
          </w:p>
        </w:tc>
      </w:tr>
      <w:tr w:rsidR="00092F36" w14:paraId="0773B4BA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50196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AC1F7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FFED8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05D58" w14:textId="77777777" w:rsidR="00092F36" w:rsidRDefault="00092F36">
            <w:pPr>
              <w:pStyle w:val="TableParagraph"/>
              <w:spacing w:before="55"/>
              <w:ind w:left="308" w:right="303"/>
              <w:jc w:val="center"/>
              <w:rPr>
                <w:sz w:val="20"/>
              </w:rPr>
            </w:pPr>
            <w:r>
              <w:rPr>
                <w:sz w:val="20"/>
              </w:rPr>
              <w:t>4^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9A746" w14:textId="77777777" w:rsidR="00092F36" w:rsidRDefault="00092F36">
            <w:pPr>
              <w:pStyle w:val="TableParagraph"/>
              <w:spacing w:before="55"/>
              <w:ind w:left="315" w:right="308"/>
              <w:jc w:val="center"/>
              <w:rPr>
                <w:sz w:val="20"/>
              </w:rPr>
            </w:pPr>
            <w:r>
              <w:rPr>
                <w:sz w:val="20"/>
              </w:rPr>
              <w:t>5^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30C03" w14:textId="77777777" w:rsidR="00092F36" w:rsidRDefault="00092F36">
            <w:pPr>
              <w:pStyle w:val="TableParagraph"/>
              <w:spacing w:before="55"/>
              <w:ind w:left="307" w:right="303"/>
              <w:jc w:val="center"/>
              <w:rPr>
                <w:sz w:val="20"/>
              </w:rPr>
            </w:pPr>
            <w:r>
              <w:rPr>
                <w:sz w:val="20"/>
              </w:rPr>
              <w:t>6^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091EE" w14:textId="77777777" w:rsidR="00092F36" w:rsidRDefault="00092F36">
            <w:pPr>
              <w:pStyle w:val="TableParagraph"/>
              <w:spacing w:before="55"/>
              <w:ind w:left="306" w:right="303"/>
              <w:jc w:val="center"/>
              <w:rPr>
                <w:sz w:val="20"/>
              </w:rPr>
            </w:pPr>
            <w:r>
              <w:rPr>
                <w:sz w:val="20"/>
              </w:rPr>
              <w:t>7^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B0BD6" w14:textId="77777777" w:rsidR="00092F36" w:rsidRDefault="00092F36">
            <w:pPr>
              <w:pStyle w:val="TableParagraph"/>
              <w:spacing w:before="55"/>
              <w:ind w:left="309" w:right="308"/>
              <w:jc w:val="center"/>
              <w:rPr>
                <w:sz w:val="20"/>
              </w:rPr>
            </w:pPr>
            <w:r>
              <w:rPr>
                <w:sz w:val="20"/>
              </w:rPr>
              <w:t>8^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1E94F" w14:textId="77777777" w:rsidR="00092F36" w:rsidRDefault="00092F36">
            <w:pPr>
              <w:pStyle w:val="TableParagraph"/>
              <w:spacing w:before="55"/>
              <w:ind w:left="313" w:right="311"/>
              <w:jc w:val="center"/>
              <w:rPr>
                <w:sz w:val="20"/>
              </w:rPr>
            </w:pPr>
            <w:r>
              <w:rPr>
                <w:sz w:val="20"/>
              </w:rPr>
              <w:t>9^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04A00" w14:textId="77777777" w:rsidR="00092F36" w:rsidRDefault="00092F36">
            <w:pPr>
              <w:pStyle w:val="TableParagraph"/>
              <w:spacing w:before="55"/>
              <w:ind w:left="265"/>
              <w:rPr>
                <w:sz w:val="20"/>
              </w:rPr>
            </w:pPr>
            <w:r>
              <w:rPr>
                <w:sz w:val="20"/>
              </w:rPr>
              <w:t>10^</w:t>
            </w:r>
          </w:p>
        </w:tc>
      </w:tr>
      <w:tr w:rsidR="00092F36" w14:paraId="62EB8B21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50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781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1BB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FDE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BE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61F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6721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A4A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CC1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B9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454F2D" w14:textId="77777777" w:rsidR="00092F36" w:rsidRDefault="00092F36" w:rsidP="00092F36">
      <w:pPr>
        <w:spacing w:line="242" w:lineRule="exact"/>
        <w:ind w:left="538"/>
        <w:rPr>
          <w:rFonts w:eastAsia="Verdana" w:cs="Verdana"/>
          <w:sz w:val="16"/>
          <w:szCs w:val="22"/>
        </w:rPr>
      </w:pPr>
      <w:r>
        <w:rPr>
          <w:sz w:val="20"/>
        </w:rPr>
        <w:t xml:space="preserve">* </w:t>
      </w:r>
      <w:r>
        <w:rPr>
          <w:sz w:val="16"/>
        </w:rPr>
        <w:t>per scuola infanzia: AAAA, per scuola primaria: EEEE</w:t>
      </w:r>
    </w:p>
    <w:p w14:paraId="5AFB312F" w14:textId="77777777" w:rsidR="00092F36" w:rsidRDefault="00092F36" w:rsidP="00092F36">
      <w:pPr>
        <w:spacing w:line="194" w:lineRule="exact"/>
        <w:ind w:left="821"/>
        <w:rPr>
          <w:sz w:val="16"/>
        </w:rPr>
      </w:pPr>
      <w:r>
        <w:rPr>
          <w:sz w:val="16"/>
        </w:rPr>
        <w:t>per tipo posto sostegno infanzia, primaria, sec. I grado, sec. II grado: ADAA, ADEE, ADMM, ADSS</w:t>
      </w:r>
    </w:p>
    <w:p w14:paraId="719ACEFC" w14:textId="77777777" w:rsidR="00092F36" w:rsidRDefault="00092F36" w:rsidP="00092F36">
      <w:pPr>
        <w:pStyle w:val="Corpotesto"/>
      </w:pPr>
    </w:p>
    <w:p w14:paraId="5B0388F7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7706"/>
      </w:tblGrid>
      <w:tr w:rsidR="00092F36" w14:paraId="6CD13CFC" w14:textId="77777777" w:rsidTr="00092F36">
        <w:trPr>
          <w:trHeight w:val="352"/>
        </w:trPr>
        <w:tc>
          <w:tcPr>
            <w:tcW w:w="9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4978" w14:textId="77777777" w:rsidR="00092F36" w:rsidRPr="00092F36" w:rsidRDefault="00092F36">
            <w:pPr>
              <w:pStyle w:val="TableParagraph"/>
              <w:spacing w:before="55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durata contratto: 31/08, termine attività didattiche (TAD)</w:t>
            </w:r>
          </w:p>
        </w:tc>
      </w:tr>
      <w:tr w:rsidR="00092F36" w14:paraId="615D9631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D78D3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0F212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7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4377F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81145D6" w14:textId="77777777" w:rsidTr="00092F36">
        <w:trPr>
          <w:trHeight w:val="501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BB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E7C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DDAA5A3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49B12B09" w14:textId="77777777" w:rsidR="00092F36" w:rsidRDefault="00092F36" w:rsidP="00092F36">
      <w:pPr>
        <w:pStyle w:val="Corpotesto"/>
      </w:pPr>
    </w:p>
    <w:p w14:paraId="2CCCE1B2" w14:textId="77777777" w:rsidR="00092F36" w:rsidRDefault="00092F36" w:rsidP="00092F36">
      <w:pPr>
        <w:pStyle w:val="Corpotesto"/>
        <w:spacing w:before="10" w:after="1"/>
        <w:rPr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963"/>
        <w:gridCol w:w="964"/>
        <w:gridCol w:w="6744"/>
      </w:tblGrid>
      <w:tr w:rsidR="00092F36" w14:paraId="21DE3A1E" w14:textId="77777777" w:rsidTr="00092F36">
        <w:trPr>
          <w:trHeight w:val="35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B32F2" w14:textId="77777777" w:rsidR="00092F36" w:rsidRPr="00092F36" w:rsidRDefault="00092F36">
            <w:pPr>
              <w:pStyle w:val="TableParagraph"/>
              <w:spacing w:before="53"/>
              <w:ind w:left="110"/>
              <w:rPr>
                <w:sz w:val="20"/>
                <w:lang w:val="it-IT"/>
              </w:rPr>
            </w:pPr>
            <w:r w:rsidRPr="00092F36">
              <w:rPr>
                <w:sz w:val="20"/>
                <w:lang w:val="it-IT"/>
              </w:rPr>
              <w:t>Priorità tipologia di cattedra: interna (COI), esterna (COE), spezzone orario (SO)</w:t>
            </w:r>
          </w:p>
        </w:tc>
      </w:tr>
      <w:tr w:rsidR="00092F36" w14:paraId="42564D86" w14:textId="77777777" w:rsidTr="00092F36">
        <w:trPr>
          <w:trHeight w:val="352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86052" w14:textId="77777777" w:rsidR="00092F36" w:rsidRDefault="00092F36">
            <w:pPr>
              <w:pStyle w:val="TableParagraph"/>
              <w:spacing w:before="55"/>
              <w:ind w:left="312" w:right="297"/>
              <w:jc w:val="center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4184E" w14:textId="77777777" w:rsidR="00092F36" w:rsidRDefault="00092F36">
            <w:pPr>
              <w:pStyle w:val="TableParagraph"/>
              <w:spacing w:before="55"/>
              <w:ind w:left="311" w:right="303"/>
              <w:jc w:val="center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56576" w14:textId="77777777" w:rsidR="00092F36" w:rsidRDefault="00092F36">
            <w:pPr>
              <w:pStyle w:val="TableParagraph"/>
              <w:spacing w:before="55"/>
              <w:ind w:left="312" w:right="306"/>
              <w:jc w:val="center"/>
              <w:rPr>
                <w:sz w:val="20"/>
              </w:rPr>
            </w:pPr>
            <w:r>
              <w:rPr>
                <w:sz w:val="20"/>
              </w:rPr>
              <w:t>3^</w:t>
            </w:r>
          </w:p>
        </w:tc>
        <w:tc>
          <w:tcPr>
            <w:tcW w:w="67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F26D4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7323F77" w14:textId="77777777" w:rsidTr="00092F36">
        <w:trPr>
          <w:trHeight w:val="503"/>
        </w:trPr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F1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D996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C66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DC344C7" w14:textId="77777777" w:rsidR="00092F36" w:rsidRDefault="00092F36">
            <w:pPr>
              <w:widowControl/>
              <w:autoSpaceDE/>
              <w:autoSpaceDN/>
              <w:rPr>
                <w:rFonts w:ascii="Times New Roman" w:eastAsia="Verdana" w:cs="Verdana"/>
                <w:sz w:val="18"/>
              </w:rPr>
            </w:pPr>
          </w:p>
        </w:tc>
      </w:tr>
    </w:tbl>
    <w:p w14:paraId="1DB98269" w14:textId="77777777" w:rsidR="00092F36" w:rsidRDefault="00092F36" w:rsidP="00092F36">
      <w:pPr>
        <w:rPr>
          <w:sz w:val="2"/>
          <w:szCs w:val="2"/>
        </w:rPr>
        <w:sectPr w:rsidR="00092F36" w:rsidSect="00092F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3368" w:right="880" w:bottom="280" w:left="1020" w:header="736" w:footer="720" w:gutter="0"/>
          <w:cols w:space="720"/>
        </w:sectPr>
      </w:pPr>
    </w:p>
    <w:p w14:paraId="70CCC93D" w14:textId="77777777" w:rsidR="00092F36" w:rsidRDefault="00092F36" w:rsidP="00092F36">
      <w:pPr>
        <w:pStyle w:val="Corpotesto"/>
      </w:pPr>
    </w:p>
    <w:p w14:paraId="7B5113DB" w14:textId="77777777" w:rsidR="00092F36" w:rsidRDefault="00092F36" w:rsidP="00092F36">
      <w:pPr>
        <w:pStyle w:val="Corpotesto"/>
        <w:spacing w:before="12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543"/>
        <w:gridCol w:w="1186"/>
        <w:gridCol w:w="3776"/>
      </w:tblGrid>
      <w:tr w:rsidR="00092F36" w14:paraId="2089F95A" w14:textId="77777777" w:rsidTr="00092F36">
        <w:trPr>
          <w:trHeight w:val="505"/>
        </w:trPr>
        <w:tc>
          <w:tcPr>
            <w:tcW w:w="9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AB92" w14:textId="77777777" w:rsidR="00092F36" w:rsidRDefault="00092F36">
            <w:pPr>
              <w:pStyle w:val="TableParagraph"/>
              <w:spacing w:before="132"/>
              <w:ind w:left="110"/>
              <w:rPr>
                <w:sz w:val="20"/>
              </w:rPr>
            </w:pPr>
            <w:proofErr w:type="spellStart"/>
            <w:r>
              <w:rPr>
                <w:sz w:val="20"/>
              </w:rPr>
              <w:t>Priorità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scolastica</w:t>
            </w:r>
            <w:proofErr w:type="spellEnd"/>
          </w:p>
        </w:tc>
      </w:tr>
      <w:tr w:rsidR="00092F36" w14:paraId="3F508261" w14:textId="77777777" w:rsidTr="00092F36">
        <w:trPr>
          <w:trHeight w:val="503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FA82B" w14:textId="77777777" w:rsidR="00092F36" w:rsidRDefault="00092F36">
            <w:pPr>
              <w:pStyle w:val="TableParagraph"/>
              <w:spacing w:before="17" w:line="242" w:lineRule="exact"/>
              <w:ind w:left="276" w:right="147" w:hanging="99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3557D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3440D" w14:textId="77777777" w:rsidR="00092F36" w:rsidRDefault="00092F36">
            <w:pPr>
              <w:pStyle w:val="TableParagraph"/>
              <w:spacing w:before="17" w:line="242" w:lineRule="exact"/>
              <w:ind w:left="230" w:right="104" w:hanging="96"/>
              <w:rPr>
                <w:sz w:val="20"/>
              </w:rPr>
            </w:pPr>
            <w:proofErr w:type="spellStart"/>
            <w:r>
              <w:rPr>
                <w:sz w:val="20"/>
              </w:rPr>
              <w:t>Ordine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priorità</w:t>
            </w:r>
            <w:proofErr w:type="spell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D92" w14:textId="77777777" w:rsidR="00092F36" w:rsidRDefault="00092F36">
            <w:pPr>
              <w:pStyle w:val="TableParagraph"/>
              <w:spacing w:before="130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Denominazione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scuola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Comune</w:t>
            </w:r>
            <w:proofErr w:type="spellEnd"/>
          </w:p>
        </w:tc>
      </w:tr>
      <w:tr w:rsidR="00092F36" w14:paraId="37B00E41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6A30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EF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452F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AD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D1C8DA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95F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54A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6E93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0F5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1F65296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3A5C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C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CE144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C6B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66CD386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B4B3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473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6A2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B87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ABDB86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BB165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30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D02A0" w14:textId="77777777" w:rsidR="00092F36" w:rsidRDefault="00092F36">
            <w:pPr>
              <w:pStyle w:val="TableParagraph"/>
              <w:spacing w:before="80"/>
              <w:ind w:left="110"/>
              <w:rPr>
                <w:sz w:val="20"/>
              </w:rPr>
            </w:pPr>
            <w:r>
              <w:rPr>
                <w:sz w:val="20"/>
              </w:rPr>
              <w:t>30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9AB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8AE2FA0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8B0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BE6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9B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34C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F6BBCFB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5E09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60E65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3171A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A153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A312F1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F4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795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0CE14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8AD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05E5F45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7C4F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33F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6A8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429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80D61A2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875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49E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50778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35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7DA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CA661F8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7684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6EB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01C6F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84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218A94E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95B76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74C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B48B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F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BD0B289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D2E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B3C8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0B66B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F59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322E890" w14:textId="77777777" w:rsidTr="00092F36">
        <w:trPr>
          <w:trHeight w:val="39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DE62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F20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B050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39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CB044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7A574237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409735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9D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E87A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E9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19E93CE7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2AA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16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EC4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D3E5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41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37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D7BCCD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22676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17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A4DB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43EF3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42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9F1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2C254C85" w14:textId="77777777" w:rsidTr="00092F36">
        <w:trPr>
          <w:trHeight w:val="397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2F73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18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C9CC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7D6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43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167B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30B18F93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54A02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19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F15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5C7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44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19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37A3A4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D7B1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20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5A4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AFE8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45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3A2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1401C38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B9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21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759D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143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46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CC937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0EB12E1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776FE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22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E8A2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5A27" w14:textId="77777777" w:rsidR="00092F36" w:rsidRDefault="00092F36">
            <w:pPr>
              <w:pStyle w:val="TableParagraph"/>
              <w:spacing w:before="79"/>
              <w:ind w:left="110"/>
              <w:rPr>
                <w:sz w:val="20"/>
              </w:rPr>
            </w:pPr>
            <w:r>
              <w:rPr>
                <w:sz w:val="20"/>
              </w:rPr>
              <w:t>47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791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676F57D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0C7B9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23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C89E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2905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48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57391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42CDE6CC" w14:textId="77777777" w:rsidTr="00092F36">
        <w:trPr>
          <w:trHeight w:val="395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9CEF7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24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596E0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9CB3E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49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6E863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92F36" w14:paraId="5DEC069B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BE8DD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25 ^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4E6F" w14:textId="77777777" w:rsidR="00092F36" w:rsidRDefault="00092F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E4C0" w14:textId="77777777" w:rsidR="00092F36" w:rsidRDefault="00092F36">
            <w:pPr>
              <w:pStyle w:val="TableParagraph"/>
              <w:spacing w:before="77"/>
              <w:ind w:left="110"/>
              <w:rPr>
                <w:sz w:val="20"/>
              </w:rPr>
            </w:pPr>
            <w:r>
              <w:rPr>
                <w:sz w:val="20"/>
              </w:rPr>
              <w:t>50 ^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46EE" w14:textId="77777777" w:rsidR="00524D6D" w:rsidRDefault="00524D6D" w:rsidP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16F22F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81A5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82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FC1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B5F3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71A7902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BE9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85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1C27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5EE6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3747F4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D7A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581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BE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E6D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510E19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16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BDA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79F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46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AE8086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B25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C8F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9FA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56C8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5C134C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9C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41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BE1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437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FCE258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DFD3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13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64D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327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0057C2C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965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E8BD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C54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DB8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356362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20D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BD77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5BB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C4B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65B24D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9610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8DB2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D41C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11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5D157B01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B7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403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D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027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04E67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F49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1FB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E8D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B57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2E1B79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56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4A4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114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90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3F42105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14A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245CF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CD9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CC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7D5CE9E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3B99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3FB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00EF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2E1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0B8F2B67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DA5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A514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F02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7DD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23B01F03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A5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55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83AD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6DB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F69FBD0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126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7A8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5C6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6726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3957AB1F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E78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48A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2EFA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F8B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CA13558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35C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E870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1143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2BDA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6C90F2AA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CF3F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6705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216E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411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4189776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A04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A8BE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39F8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BAB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D6D" w14:paraId="192F5A04" w14:textId="77777777" w:rsidTr="00092F36">
        <w:trPr>
          <w:trHeight w:val="39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4B4B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02B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45E2" w14:textId="77777777" w:rsidR="00524D6D" w:rsidRDefault="00524D6D">
            <w:pPr>
              <w:pStyle w:val="TableParagraph"/>
              <w:spacing w:before="77"/>
              <w:ind w:left="110"/>
              <w:rPr>
                <w:sz w:val="20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B4C9" w14:textId="77777777" w:rsidR="00524D6D" w:rsidRDefault="00524D6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C64299" w14:textId="5733CAF7" w:rsidR="00092F36" w:rsidRDefault="00092F36" w:rsidP="00092F36">
      <w:pPr>
        <w:pStyle w:val="Corpotesto"/>
      </w:pPr>
    </w:p>
    <w:p w14:paraId="4AF5BCB3" w14:textId="77777777" w:rsidR="00092F36" w:rsidRDefault="00092F36" w:rsidP="00092F36">
      <w:pPr>
        <w:pStyle w:val="Corpotesto"/>
        <w:spacing w:before="8"/>
        <w:rPr>
          <w:sz w:val="22"/>
        </w:rPr>
      </w:pPr>
    </w:p>
    <w:p w14:paraId="5055060E" w14:textId="77777777" w:rsidR="00092F36" w:rsidRDefault="00092F36" w:rsidP="00092F36">
      <w:pPr>
        <w:pStyle w:val="Corpotesto"/>
        <w:tabs>
          <w:tab w:val="left" w:pos="4360"/>
          <w:tab w:val="left" w:pos="7194"/>
        </w:tabs>
        <w:ind w:left="112"/>
      </w:pPr>
      <w:r>
        <w:t>Luogo,</w:t>
      </w:r>
      <w:r>
        <w:rPr>
          <w:spacing w:val="-4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Firma</w:t>
      </w:r>
    </w:p>
    <w:p w14:paraId="489CFA82" w14:textId="77777777" w:rsidR="00524D6D" w:rsidRDefault="00524D6D" w:rsidP="00092F36">
      <w:pPr>
        <w:pStyle w:val="Corpotesto"/>
        <w:tabs>
          <w:tab w:val="left" w:pos="4360"/>
          <w:tab w:val="left" w:pos="7194"/>
        </w:tabs>
        <w:ind w:left="112"/>
      </w:pPr>
    </w:p>
    <w:p w14:paraId="494329C3" w14:textId="4DC67A8A" w:rsidR="00524D6D" w:rsidRDefault="00524D6D" w:rsidP="0053702E">
      <w:pPr>
        <w:pStyle w:val="Corpotesto"/>
        <w:ind w:left="112"/>
      </w:pPr>
      <w:r>
        <w:tab/>
      </w:r>
      <w:r>
        <w:tab/>
      </w:r>
      <w:r>
        <w:tab/>
      </w:r>
      <w:r w:rsidR="0053702E">
        <w:t xml:space="preserve"> </w:t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 w:rsidR="0053702E">
        <w:tab/>
      </w:r>
      <w:r>
        <w:t>______________________</w:t>
      </w:r>
    </w:p>
    <w:p w14:paraId="511F4390" w14:textId="77777777" w:rsidR="00092F36" w:rsidRDefault="00092F36" w:rsidP="00423CCA">
      <w:pPr>
        <w:jc w:val="left"/>
      </w:pPr>
    </w:p>
    <w:p w14:paraId="17F59AC5" w14:textId="77777777" w:rsidR="00524D6D" w:rsidRDefault="00524D6D" w:rsidP="00423CCA">
      <w:pPr>
        <w:jc w:val="left"/>
      </w:pPr>
    </w:p>
    <w:p w14:paraId="443F3981" w14:textId="488DDDB5"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D2435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DD9F7" w14:textId="77777777" w:rsidR="002D0EBB" w:rsidRDefault="002D0EBB" w:rsidP="00735857">
      <w:pPr>
        <w:spacing w:after="0" w:line="240" w:lineRule="auto"/>
      </w:pPr>
      <w:r>
        <w:separator/>
      </w:r>
    </w:p>
  </w:endnote>
  <w:endnote w:type="continuationSeparator" w:id="0">
    <w:p w14:paraId="710226CC" w14:textId="77777777" w:rsidR="002D0EBB" w:rsidRDefault="002D0EBB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pperplate Gothic Bold">
    <w:altName w:val="Copperplate Gothic 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F8AB4" w14:textId="77777777" w:rsidR="006B173D" w:rsidRDefault="006B17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4C0D0" w14:textId="77777777" w:rsidR="006B173D" w:rsidRDefault="006B173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FC334" w14:textId="77777777" w:rsidR="006B173D" w:rsidRDefault="006B173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19F3" w14:textId="77777777" w:rsidR="002B6164" w:rsidRDefault="002B6164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6794224"/>
      <w:docPartObj>
        <w:docPartGallery w:val="Page Numbers (Bottom of Page)"/>
        <w:docPartUnique/>
      </w:docPartObj>
    </w:sdtPr>
    <w:sdtEndPr/>
    <w:sdtContent>
      <w:p w14:paraId="31936489" w14:textId="408BFDA2" w:rsidR="00B16AC6" w:rsidRDefault="00B16AC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EA3">
          <w:rPr>
            <w:noProof/>
          </w:rPr>
          <w:t>3</w:t>
        </w:r>
        <w:r>
          <w:fldChar w:fldCharType="end"/>
        </w:r>
      </w:p>
    </w:sdtContent>
  </w:sdt>
  <w:p w14:paraId="5119E053" w14:textId="5F393AD8"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507FA" w14:textId="77777777" w:rsidR="002B6164" w:rsidRDefault="002B61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D65D7C" w14:textId="77777777" w:rsidR="002D0EBB" w:rsidRDefault="002D0EBB" w:rsidP="00735857">
      <w:pPr>
        <w:spacing w:after="0" w:line="240" w:lineRule="auto"/>
      </w:pPr>
      <w:r>
        <w:separator/>
      </w:r>
    </w:p>
  </w:footnote>
  <w:footnote w:type="continuationSeparator" w:id="0">
    <w:p w14:paraId="2B2E306F" w14:textId="77777777" w:rsidR="002D0EBB" w:rsidRDefault="002D0EBB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1516D" w14:textId="77777777" w:rsidR="006B173D" w:rsidRDefault="006B17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DD11C" w14:textId="7A3A120C" w:rsidR="00092F36" w:rsidRDefault="006B173D">
    <w:pPr>
      <w:pStyle w:val="Intestazione"/>
    </w:pPr>
    <w:r>
      <w:rPr>
        <w:noProof/>
        <w:lang w:eastAsia="it-IT"/>
      </w:rPr>
      <w:drawing>
        <wp:inline distT="0" distB="0" distL="0" distR="0" wp14:anchorId="20D33D63" wp14:editId="62E6CF83">
          <wp:extent cx="775700" cy="816964"/>
          <wp:effectExtent l="0" t="0" r="5715" b="254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092F3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70528" behindDoc="0" locked="0" layoutInCell="1" allowOverlap="1" wp14:anchorId="6AB2840A" wp14:editId="5D806D17">
              <wp:simplePos x="0" y="0"/>
              <wp:positionH relativeFrom="column">
                <wp:posOffset>995680</wp:posOffset>
              </wp:positionH>
              <wp:positionV relativeFrom="paragraph">
                <wp:posOffset>134620</wp:posOffset>
              </wp:positionV>
              <wp:extent cx="5216525" cy="1506220"/>
              <wp:effectExtent l="0" t="0" r="3175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932745D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1FA7042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5581DDE" w14:textId="77777777" w:rsidR="00092F3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007EC098" w14:textId="77777777" w:rsidR="00092F36" w:rsidRPr="00D24356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300B1D28" wp14:editId="356A6258">
                                <wp:extent cx="5141626" cy="45719"/>
                                <wp:effectExtent l="0" t="0" r="0" b="0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9AF2CC3" w14:textId="77777777" w:rsidR="00092F36" w:rsidRPr="006C50C7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7054E864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04642879" w14:textId="77777777" w:rsidR="00092F36" w:rsidRPr="007314F0" w:rsidRDefault="00092F36" w:rsidP="00092F3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117167A0" w14:textId="77777777" w:rsidR="00092F36" w:rsidRPr="00E7598E" w:rsidRDefault="00092F36" w:rsidP="00092F36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2840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78.4pt;margin-top:10.6pt;width:410.75pt;height:118.6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" stroked="f" strokecolor="black [0]" strokeweight="0" insetpen="t">
              <v:shadow color="#ccc"/>
              <v:textbox inset="2.85pt,2.85pt,2.85pt,2.85pt">
                <w:txbxContent>
                  <w:p w14:paraId="7932745D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1FA7042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5581DDE" w14:textId="77777777" w:rsidR="00092F3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007EC098" w14:textId="77777777" w:rsidR="00092F36" w:rsidRPr="00D24356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300B1D28" wp14:editId="356A6258">
                          <wp:extent cx="5141626" cy="45719"/>
                          <wp:effectExtent l="0" t="0" r="0" b="0"/>
                          <wp:docPr id="5" name="Immagine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9AF2CC3" w14:textId="77777777" w:rsidR="00092F36" w:rsidRPr="006C50C7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7054E864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04642879" w14:textId="77777777" w:rsidR="00092F36" w:rsidRPr="007314F0" w:rsidRDefault="00092F36" w:rsidP="00092F3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4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117167A0" w14:textId="77777777" w:rsidR="00092F36" w:rsidRPr="00E7598E" w:rsidRDefault="00092F36" w:rsidP="00092F36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897FC" w14:textId="77777777" w:rsidR="006B173D" w:rsidRDefault="006B173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0DBB6" w14:textId="77777777" w:rsidR="002B6164" w:rsidRDefault="002B6164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FA747" w14:textId="5AFA7AF6" w:rsidR="00B16AC6" w:rsidRDefault="002B6164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lang w:eastAsia="it-IT"/>
      </w:rPr>
      <w:drawing>
        <wp:inline distT="0" distB="0" distL="0" distR="0" wp14:anchorId="564C0D67" wp14:editId="3EAB00A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16AC6"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7E9B8ADC" wp14:editId="2ECC08C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AA4429" w14:textId="1053B2A5" w:rsidR="00B16AC6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0805DD39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14:paraId="64047ECA" w14:textId="77777777" w:rsidR="00B16AC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 – scuola superiore di I e II grado</w:t>
                          </w:r>
                        </w:p>
                        <w:p w14:paraId="1B80F63C" w14:textId="77777777" w:rsidR="00B16AC6" w:rsidRPr="00D24356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4A0BD46B" wp14:editId="42E0EB35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3D731006" w14:textId="77777777" w:rsidR="00B16AC6" w:rsidRPr="006C50C7" w:rsidRDefault="00B16AC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14:paraId="023A80D0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196C5BBE" w14:textId="77777777" w:rsidR="00B16AC6" w:rsidRPr="007314F0" w:rsidRDefault="00B16AC6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http//torino.istruzionepiemonte.it/;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AOOUSPTO;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E.: 8MXTUA;</w:t>
                          </w:r>
                        </w:p>
                        <w:p w14:paraId="6D0859FF" w14:textId="77777777" w:rsidR="00B16AC6" w:rsidRPr="00E7598E" w:rsidRDefault="00B16AC6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9B8ADC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" stroked="f" strokecolor="black [0]" strokeweight="0" insetpen="t">
              <v:shadow color="#ccc"/>
              <v:textbox inset="2.85pt,2.85pt,2.85pt,2.85pt">
                <w:txbxContent>
                  <w:p w14:paraId="7DAA4429" w14:textId="1053B2A5" w:rsidR="00B16AC6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0805DD39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14:paraId="64047ECA" w14:textId="77777777" w:rsidR="00B16AC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 – scuola superiore di I e II grado</w:t>
                    </w:r>
                  </w:p>
                  <w:p w14:paraId="1B80F63C" w14:textId="77777777" w:rsidR="00B16AC6" w:rsidRPr="00D24356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4A0BD46B" wp14:editId="42E0EB35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3D731006" w14:textId="77777777" w:rsidR="00B16AC6" w:rsidRPr="006C50C7" w:rsidRDefault="00B16AC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14:paraId="023A80D0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196C5BBE" w14:textId="77777777" w:rsidR="00B16AC6" w:rsidRPr="007314F0" w:rsidRDefault="00B16AC6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4" w:history="1">
                      <w:r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http//torino.istruzionepiemonte.it/;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AOOUSPTO;</w:t>
                    </w:r>
                    <w:r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E.: 8MXTUA;</w:t>
                    </w:r>
                  </w:p>
                  <w:p w14:paraId="6D0859FF" w14:textId="77777777" w:rsidR="00B16AC6" w:rsidRPr="00E7598E" w:rsidRDefault="00B16AC6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414BED" w14:textId="77777777" w:rsidR="00B16AC6" w:rsidRDefault="00B16AC6" w:rsidP="00262DB6">
    <w:pPr>
      <w:pStyle w:val="Intestazione"/>
      <w:rPr>
        <w:noProof/>
        <w:sz w:val="24"/>
        <w:szCs w:val="24"/>
        <w:lang w:eastAsia="it-IT"/>
      </w:rPr>
    </w:pPr>
  </w:p>
  <w:p w14:paraId="7B0A83C2" w14:textId="3E72E413" w:rsidR="00B16AC6" w:rsidRDefault="00B16AC6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>
      <w:rPr>
        <w:noProof/>
      </w:rPr>
      <w:ptab w:relativeTo="margin" w:alignment="left" w:leader="none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82D15" w14:textId="77777777"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4102DB21" wp14:editId="259D561C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1FFD30D6" wp14:editId="4F475237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206682C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7AD74DC0" w14:textId="77777777"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FD30D6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" stroked="f" strokecolor="black [0]" strokeweight="0" insetpen="t">
              <v:shadow color="#ccc"/>
              <v:textbox inset="2.85pt,2.85pt,2.85pt,2.85pt">
                <w:txbxContent>
                  <w:p w14:paraId="7206682C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7AD74DC0" w14:textId="77777777"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7E29E4F7" wp14:editId="2841C188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FE3A4E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0" w15:restartNumberingAfterBreak="0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6"/>
  </w:num>
  <w:num w:numId="5">
    <w:abstractNumId w:val="1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4"/>
  </w:num>
  <w:num w:numId="11">
    <w:abstractNumId w:val="4"/>
  </w:num>
  <w:num w:numId="12">
    <w:abstractNumId w:val="5"/>
  </w:num>
  <w:num w:numId="13">
    <w:abstractNumId w:val="1"/>
  </w:num>
  <w:num w:numId="14">
    <w:abstractNumId w:val="8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705A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4AC7"/>
    <w:rsid w:val="00256652"/>
    <w:rsid w:val="00261BC8"/>
    <w:rsid w:val="00262DB6"/>
    <w:rsid w:val="00275B8D"/>
    <w:rsid w:val="00281BE0"/>
    <w:rsid w:val="002A68B1"/>
    <w:rsid w:val="002B6164"/>
    <w:rsid w:val="002B72D4"/>
    <w:rsid w:val="002C3ACE"/>
    <w:rsid w:val="002D0EBB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4177"/>
    <w:rsid w:val="00345336"/>
    <w:rsid w:val="003602D0"/>
    <w:rsid w:val="00362060"/>
    <w:rsid w:val="00363189"/>
    <w:rsid w:val="00375D11"/>
    <w:rsid w:val="00386154"/>
    <w:rsid w:val="003B07E1"/>
    <w:rsid w:val="003C6DE2"/>
    <w:rsid w:val="003D7860"/>
    <w:rsid w:val="003F19FE"/>
    <w:rsid w:val="00401A01"/>
    <w:rsid w:val="004237FD"/>
    <w:rsid w:val="00423CCA"/>
    <w:rsid w:val="00425ED9"/>
    <w:rsid w:val="004520D1"/>
    <w:rsid w:val="00466720"/>
    <w:rsid w:val="004739A6"/>
    <w:rsid w:val="00474898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702E"/>
    <w:rsid w:val="0054689F"/>
    <w:rsid w:val="005514C8"/>
    <w:rsid w:val="005613AC"/>
    <w:rsid w:val="00575623"/>
    <w:rsid w:val="0059420F"/>
    <w:rsid w:val="005A0F54"/>
    <w:rsid w:val="005A29EC"/>
    <w:rsid w:val="005B258C"/>
    <w:rsid w:val="005C398D"/>
    <w:rsid w:val="005D5847"/>
    <w:rsid w:val="005E0748"/>
    <w:rsid w:val="005E21BD"/>
    <w:rsid w:val="005F5F9F"/>
    <w:rsid w:val="00603578"/>
    <w:rsid w:val="006067BE"/>
    <w:rsid w:val="006218DB"/>
    <w:rsid w:val="006236D5"/>
    <w:rsid w:val="00653E89"/>
    <w:rsid w:val="0066425E"/>
    <w:rsid w:val="00672B7B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C50C7"/>
    <w:rsid w:val="006C7F03"/>
    <w:rsid w:val="006D2294"/>
    <w:rsid w:val="006D2B4A"/>
    <w:rsid w:val="006D5BCE"/>
    <w:rsid w:val="006E35AD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42B8"/>
    <w:rsid w:val="00B467C5"/>
    <w:rsid w:val="00B5014E"/>
    <w:rsid w:val="00B640E3"/>
    <w:rsid w:val="00B70811"/>
    <w:rsid w:val="00B76D61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20548"/>
    <w:rsid w:val="00E25D8D"/>
    <w:rsid w:val="00E53829"/>
    <w:rsid w:val="00E54D5C"/>
    <w:rsid w:val="00E55FA9"/>
    <w:rsid w:val="00E7598E"/>
    <w:rsid w:val="00E75A77"/>
    <w:rsid w:val="00E7722A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30665"/>
    <w:rsid w:val="00F44EC7"/>
    <w:rsid w:val="00F657DD"/>
    <w:rsid w:val="00F658CC"/>
    <w:rsid w:val="00F67DB1"/>
    <w:rsid w:val="00F76BDB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8E136"/>
  <w15:docId w15:val="{8DF0D422-9DC8-475E-9088-C5449047F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hyperlink" Target="mailto:uspto@postacert.istruzione.it" TargetMode="External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hyperlink" Target="mailto:uspto@postacert.istruzione.it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40F26-DA9A-49D8-BEEA-57D55EEFB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</Template>
  <TotalTime>0</TotalTime>
  <Pages>4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Angela Aronica</cp:lastModifiedBy>
  <cp:revision>2</cp:revision>
  <cp:lastPrinted>2019-03-11T15:40:00Z</cp:lastPrinted>
  <dcterms:created xsi:type="dcterms:W3CDTF">2020-09-29T19:54:00Z</dcterms:created>
  <dcterms:modified xsi:type="dcterms:W3CDTF">2020-09-29T19:54:00Z</dcterms:modified>
</cp:coreProperties>
</file>