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5EAE43" w14:textId="77777777" w:rsidR="00092F36" w:rsidRDefault="00423CCA" w:rsidP="00423CCA">
      <w:pPr>
        <w:jc w:val="left"/>
      </w:pP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1C1976C" w14:textId="77777777" w:rsidR="00092F36" w:rsidRDefault="00092F36" w:rsidP="00092F36">
      <w:pPr>
        <w:pStyle w:val="Corpotesto"/>
        <w:spacing w:before="99" w:line="276" w:lineRule="auto"/>
        <w:ind w:left="2376" w:right="2516" w:hanging="5"/>
        <w:jc w:val="both"/>
      </w:pPr>
      <w:r>
        <w:t>MODELLO DI DELEGA PER LA SCELTA DELLA SEDE NOMINE A TEMPO DETERMINATO A.S. 2020/2021 PERSONALE DOCENTE INCLUSO NELLE GAE E GPS</w:t>
      </w:r>
    </w:p>
    <w:p w14:paraId="4ADAB398" w14:textId="77777777" w:rsidR="00092F36" w:rsidRDefault="00092F36" w:rsidP="00092F36">
      <w:pPr>
        <w:pStyle w:val="Corpotesto"/>
        <w:rPr>
          <w:sz w:val="24"/>
        </w:rPr>
      </w:pPr>
    </w:p>
    <w:p w14:paraId="4328B240" w14:textId="77777777" w:rsidR="00092F36" w:rsidRDefault="00092F36" w:rsidP="00092F36">
      <w:pPr>
        <w:pStyle w:val="Corpotesto"/>
        <w:spacing w:before="10"/>
        <w:rPr>
          <w:sz w:val="18"/>
        </w:rPr>
      </w:pPr>
    </w:p>
    <w:p w14:paraId="0B4B0789" w14:textId="77777777" w:rsidR="00092F36" w:rsidRDefault="00092F36" w:rsidP="00092F36">
      <w:pPr>
        <w:pStyle w:val="Corpotesto"/>
        <w:tabs>
          <w:tab w:val="left" w:pos="2239"/>
          <w:tab w:val="left" w:pos="6881"/>
        </w:tabs>
        <w:ind w:left="112"/>
      </w:pPr>
      <w:r>
        <w:t>Il/la</w:t>
      </w:r>
      <w:r>
        <w:rPr>
          <w:spacing w:val="-9"/>
        </w:rPr>
        <w:t xml:space="preserve"> </w:t>
      </w:r>
      <w:r>
        <w:t>sottoscritto/a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586CD4C8" w14:textId="77777777" w:rsidR="00092F36" w:rsidRDefault="00092F36" w:rsidP="00092F36">
      <w:pPr>
        <w:pStyle w:val="Corpotesto"/>
        <w:spacing w:before="6"/>
        <w:rPr>
          <w:sz w:val="14"/>
        </w:rPr>
      </w:pPr>
    </w:p>
    <w:p w14:paraId="622BD778" w14:textId="77777777" w:rsidR="00092F36" w:rsidRDefault="00092F36" w:rsidP="00092F36">
      <w:pPr>
        <w:pStyle w:val="Corpotesto"/>
        <w:tabs>
          <w:tab w:val="left" w:pos="2239"/>
          <w:tab w:val="left" w:pos="6881"/>
        </w:tabs>
        <w:spacing w:before="99"/>
        <w:ind w:left="112"/>
      </w:pPr>
      <w:r>
        <w:t>Codice</w:t>
      </w:r>
      <w:r>
        <w:rPr>
          <w:spacing w:val="-6"/>
        </w:rPr>
        <w:t xml:space="preserve"> </w:t>
      </w:r>
      <w:r>
        <w:t>fiscale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46F5F621" w14:textId="77777777" w:rsidR="00092F36" w:rsidRDefault="00092F36" w:rsidP="00092F36">
      <w:pPr>
        <w:pStyle w:val="Corpotesto"/>
        <w:spacing w:before="8"/>
        <w:rPr>
          <w:sz w:val="14"/>
        </w:rPr>
      </w:pPr>
    </w:p>
    <w:p w14:paraId="64F01A2A" w14:textId="4FCFD985" w:rsidR="00092F36" w:rsidRDefault="00092F36" w:rsidP="00092F36">
      <w:pPr>
        <w:pStyle w:val="Corpotesto"/>
        <w:tabs>
          <w:tab w:val="left" w:pos="2239"/>
          <w:tab w:val="left" w:pos="7008"/>
          <w:tab w:val="left" w:pos="9812"/>
        </w:tabs>
        <w:spacing w:before="100"/>
        <w:ind w:left="112"/>
        <w:rPr>
          <w:u w:val="single"/>
        </w:rPr>
      </w:pPr>
      <w:r>
        <w:t>nato/a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 w:rsidR="0014055F">
        <w:rPr>
          <w:u w:val="single"/>
        </w:rPr>
        <w:t xml:space="preserve"> </w:t>
      </w:r>
      <w:r>
        <w:t>il</w:t>
      </w:r>
      <w:r>
        <w:rPr>
          <w:spacing w:val="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066F5592" w14:textId="492CA17C" w:rsidR="00716908" w:rsidRPr="00716908" w:rsidRDefault="00716908" w:rsidP="00092F36">
      <w:pPr>
        <w:pStyle w:val="Corpotesto"/>
        <w:tabs>
          <w:tab w:val="left" w:pos="2239"/>
          <w:tab w:val="left" w:pos="7008"/>
          <w:tab w:val="left" w:pos="9812"/>
        </w:tabs>
        <w:spacing w:before="100"/>
        <w:ind w:left="112"/>
      </w:pPr>
      <w:r>
        <w:t xml:space="preserve">n. </w:t>
      </w:r>
      <w:proofErr w:type="spellStart"/>
      <w:r>
        <w:t>cell</w:t>
      </w:r>
      <w:proofErr w:type="spellEnd"/>
      <w:r>
        <w:t xml:space="preserve">                     _______________________________________</w:t>
      </w:r>
    </w:p>
    <w:p w14:paraId="6A28B6B7" w14:textId="77777777" w:rsidR="00092F36" w:rsidRDefault="00092F36" w:rsidP="00092F36">
      <w:pPr>
        <w:pStyle w:val="Corpotesto"/>
        <w:spacing w:before="6"/>
        <w:rPr>
          <w:sz w:val="14"/>
        </w:rPr>
      </w:pPr>
    </w:p>
    <w:p w14:paraId="36F6752E" w14:textId="77777777" w:rsidR="00092F36" w:rsidRDefault="00092F36" w:rsidP="00092F36">
      <w:pPr>
        <w:pStyle w:val="Corpotesto"/>
        <w:tabs>
          <w:tab w:val="left" w:pos="5626"/>
          <w:tab w:val="left" w:pos="5924"/>
          <w:tab w:val="left" w:pos="9811"/>
        </w:tabs>
        <w:spacing w:before="99"/>
        <w:ind w:left="112"/>
      </w:pPr>
      <w:r>
        <w:t>documento di</w:t>
      </w:r>
      <w:r>
        <w:rPr>
          <w:spacing w:val="-5"/>
        </w:rPr>
        <w:t xml:space="preserve"> </w:t>
      </w:r>
      <w:r>
        <w:t>riconoscimento</w:t>
      </w:r>
      <w:r>
        <w:rPr>
          <w:spacing w:val="-5"/>
        </w:rPr>
        <w:t xml:space="preserve"> </w:t>
      </w:r>
      <w:r>
        <w:t>n.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rilasciato</w:t>
      </w:r>
      <w:r>
        <w:rPr>
          <w:spacing w:val="-5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27FA325D" w14:textId="77777777" w:rsidR="00092F36" w:rsidRDefault="00092F36" w:rsidP="00092F36">
      <w:pPr>
        <w:pStyle w:val="Corpotesto"/>
        <w:spacing w:before="9"/>
        <w:rPr>
          <w:sz w:val="14"/>
        </w:rPr>
      </w:pPr>
    </w:p>
    <w:p w14:paraId="446AECA8" w14:textId="56710BF4" w:rsidR="00092F36" w:rsidRDefault="00092F36" w:rsidP="00092F36">
      <w:pPr>
        <w:pStyle w:val="Corpotesto"/>
        <w:spacing w:before="99"/>
        <w:ind w:left="112"/>
        <w:jc w:val="both"/>
      </w:pPr>
      <w:r>
        <w:t xml:space="preserve">di cui allega copia, incluso nelle seguenti graduatorie della provincia di </w:t>
      </w:r>
      <w:r w:rsidR="0014055F">
        <w:t>TORINO</w:t>
      </w:r>
      <w:r>
        <w:t>:</w:t>
      </w:r>
    </w:p>
    <w:p w14:paraId="4651F93B" w14:textId="01E2B028" w:rsidR="00716908" w:rsidRDefault="00716908" w:rsidP="00716908">
      <w:pPr>
        <w:pStyle w:val="Paragrafoelenco"/>
        <w:widowControl w:val="0"/>
        <w:numPr>
          <w:ilvl w:val="0"/>
          <w:numId w:val="16"/>
        </w:numPr>
        <w:tabs>
          <w:tab w:val="left" w:pos="1107"/>
        </w:tabs>
        <w:autoSpaceDE w:val="0"/>
        <w:autoSpaceDN w:val="0"/>
        <w:spacing w:before="12" w:after="0" w:line="240" w:lineRule="auto"/>
        <w:contextualSpacing w:val="0"/>
        <w:jc w:val="left"/>
        <w:rPr>
          <w:sz w:val="20"/>
        </w:rPr>
      </w:pPr>
      <w:r w:rsidRPr="00716908">
        <w:rPr>
          <w:sz w:val="20"/>
        </w:rPr>
        <w:t>Graduatoria provinciale</w:t>
      </w:r>
      <w:r w:rsidR="00092F36" w:rsidRPr="00716908">
        <w:rPr>
          <w:sz w:val="20"/>
        </w:rPr>
        <w:t xml:space="preserve"> per le</w:t>
      </w:r>
      <w:r w:rsidR="00092F36" w:rsidRPr="00716908">
        <w:rPr>
          <w:spacing w:val="-5"/>
          <w:sz w:val="20"/>
        </w:rPr>
        <w:t xml:space="preserve"> </w:t>
      </w:r>
      <w:r w:rsidR="00092F36" w:rsidRPr="00716908">
        <w:rPr>
          <w:sz w:val="20"/>
        </w:rPr>
        <w:t>supplenze</w:t>
      </w:r>
      <w:r w:rsidRPr="00716908">
        <w:rPr>
          <w:sz w:val="20"/>
        </w:rPr>
        <w:t xml:space="preserve"> </w:t>
      </w:r>
      <w:r>
        <w:rPr>
          <w:sz w:val="20"/>
        </w:rPr>
        <w:t>incrociata</w:t>
      </w:r>
    </w:p>
    <w:p w14:paraId="708CA765" w14:textId="77777777" w:rsidR="00716908" w:rsidRDefault="00716908" w:rsidP="00716908">
      <w:pPr>
        <w:widowControl w:val="0"/>
        <w:tabs>
          <w:tab w:val="left" w:pos="1107"/>
        </w:tabs>
        <w:autoSpaceDE w:val="0"/>
        <w:autoSpaceDN w:val="0"/>
        <w:spacing w:before="12" w:after="0" w:line="240" w:lineRule="auto"/>
        <w:jc w:val="left"/>
        <w:rPr>
          <w:sz w:val="20"/>
        </w:rPr>
      </w:pPr>
    </w:p>
    <w:p w14:paraId="539CD059" w14:textId="41F1C20B" w:rsidR="00716908" w:rsidRDefault="00716908" w:rsidP="00716908">
      <w:pPr>
        <w:widowControl w:val="0"/>
        <w:tabs>
          <w:tab w:val="left" w:pos="1107"/>
        </w:tabs>
        <w:autoSpaceDE w:val="0"/>
        <w:autoSpaceDN w:val="0"/>
        <w:spacing w:before="12" w:after="0" w:line="240" w:lineRule="auto"/>
        <w:jc w:val="left"/>
        <w:rPr>
          <w:sz w:val="20"/>
        </w:rPr>
      </w:pPr>
      <w:r>
        <w:rPr>
          <w:sz w:val="20"/>
        </w:rPr>
        <w:t>Posizione in graduatoria incrociata ___________ Punteggio ________ Classe di Concorso _____</w:t>
      </w:r>
    </w:p>
    <w:p w14:paraId="2BBC8A2F" w14:textId="77777777" w:rsidR="00716908" w:rsidRDefault="00716908" w:rsidP="00716908">
      <w:pPr>
        <w:widowControl w:val="0"/>
        <w:tabs>
          <w:tab w:val="left" w:pos="1107"/>
        </w:tabs>
        <w:autoSpaceDE w:val="0"/>
        <w:autoSpaceDN w:val="0"/>
        <w:spacing w:before="12" w:after="0" w:line="240" w:lineRule="auto"/>
        <w:jc w:val="left"/>
        <w:rPr>
          <w:sz w:val="20"/>
        </w:rPr>
      </w:pPr>
    </w:p>
    <w:p w14:paraId="1C3EAE97" w14:textId="77777777" w:rsidR="00716908" w:rsidRDefault="00716908" w:rsidP="00716908">
      <w:pPr>
        <w:widowControl w:val="0"/>
        <w:tabs>
          <w:tab w:val="left" w:pos="1107"/>
        </w:tabs>
        <w:autoSpaceDE w:val="0"/>
        <w:autoSpaceDN w:val="0"/>
        <w:spacing w:before="12" w:after="0" w:line="240" w:lineRule="auto"/>
        <w:jc w:val="left"/>
        <w:rPr>
          <w:sz w:val="20"/>
        </w:rPr>
      </w:pPr>
      <w:r>
        <w:rPr>
          <w:sz w:val="20"/>
        </w:rPr>
        <w:t>Posizione in graduatoria incrociata ___________ Punteggio ________ Classe di Concorso _____</w:t>
      </w:r>
    </w:p>
    <w:p w14:paraId="7664B6ED" w14:textId="77777777" w:rsidR="00716908" w:rsidRDefault="00716908" w:rsidP="00716908">
      <w:pPr>
        <w:widowControl w:val="0"/>
        <w:tabs>
          <w:tab w:val="left" w:pos="1107"/>
        </w:tabs>
        <w:autoSpaceDE w:val="0"/>
        <w:autoSpaceDN w:val="0"/>
        <w:spacing w:before="12" w:after="0" w:line="240" w:lineRule="auto"/>
        <w:jc w:val="left"/>
        <w:rPr>
          <w:sz w:val="20"/>
        </w:rPr>
      </w:pPr>
    </w:p>
    <w:p w14:paraId="60DC16D4" w14:textId="77777777" w:rsidR="00716908" w:rsidRPr="00716908" w:rsidRDefault="00716908" w:rsidP="00716908">
      <w:pPr>
        <w:widowControl w:val="0"/>
        <w:tabs>
          <w:tab w:val="left" w:pos="1107"/>
        </w:tabs>
        <w:autoSpaceDE w:val="0"/>
        <w:autoSpaceDN w:val="0"/>
        <w:spacing w:before="12" w:after="0" w:line="240" w:lineRule="auto"/>
        <w:jc w:val="left"/>
        <w:rPr>
          <w:sz w:val="20"/>
        </w:rPr>
      </w:pPr>
      <w:r>
        <w:rPr>
          <w:sz w:val="20"/>
        </w:rPr>
        <w:t>Posizione in graduatoria incrociata ___________ Punteggio ________ Classe di Concorso _____</w:t>
      </w:r>
    </w:p>
    <w:p w14:paraId="44C031AE" w14:textId="77777777" w:rsidR="00716908" w:rsidRPr="00716908" w:rsidRDefault="00716908" w:rsidP="00716908">
      <w:pPr>
        <w:widowControl w:val="0"/>
        <w:tabs>
          <w:tab w:val="left" w:pos="1107"/>
        </w:tabs>
        <w:autoSpaceDE w:val="0"/>
        <w:autoSpaceDN w:val="0"/>
        <w:spacing w:before="12" w:after="0" w:line="240" w:lineRule="auto"/>
        <w:jc w:val="left"/>
        <w:rPr>
          <w:sz w:val="20"/>
        </w:rPr>
      </w:pPr>
    </w:p>
    <w:p w14:paraId="10CAA23A" w14:textId="48BE55EC" w:rsidR="00716908" w:rsidRDefault="00092F36" w:rsidP="00716908">
      <w:pPr>
        <w:pStyle w:val="Corpotesto"/>
        <w:spacing w:before="250"/>
        <w:ind w:left="4509" w:right="4650"/>
        <w:jc w:val="center"/>
      </w:pPr>
      <w:r>
        <w:t>DELEGA</w:t>
      </w:r>
    </w:p>
    <w:p w14:paraId="5F3C5701" w14:textId="5DF0FFD9" w:rsidR="00092F36" w:rsidRDefault="00092F36" w:rsidP="00092F36">
      <w:pPr>
        <w:pStyle w:val="Corpotesto"/>
        <w:spacing w:before="155" w:line="276" w:lineRule="auto"/>
        <w:ind w:left="112" w:right="256"/>
        <w:jc w:val="both"/>
      </w:pPr>
      <w:r>
        <w:t>il</w:t>
      </w:r>
      <w:r>
        <w:rPr>
          <w:spacing w:val="-18"/>
        </w:rPr>
        <w:t xml:space="preserve"> </w:t>
      </w:r>
      <w:r>
        <w:t>Dirigente</w:t>
      </w:r>
      <w:r>
        <w:rPr>
          <w:spacing w:val="-21"/>
        </w:rPr>
        <w:t xml:space="preserve"> </w:t>
      </w:r>
      <w:r>
        <w:t>dell’Ambito</w:t>
      </w:r>
      <w:r>
        <w:rPr>
          <w:spacing w:val="-21"/>
        </w:rPr>
        <w:t xml:space="preserve"> </w:t>
      </w:r>
      <w:r>
        <w:t>Territoriale</w:t>
      </w:r>
      <w:r>
        <w:rPr>
          <w:spacing w:val="-21"/>
        </w:rPr>
        <w:t xml:space="preserve"> </w:t>
      </w:r>
      <w:r>
        <w:t>di</w:t>
      </w:r>
      <w:r>
        <w:rPr>
          <w:spacing w:val="-17"/>
        </w:rPr>
        <w:t xml:space="preserve"> </w:t>
      </w:r>
      <w:r w:rsidR="0014055F">
        <w:t>TORINO</w:t>
      </w:r>
      <w:r>
        <w:rPr>
          <w:spacing w:val="-12"/>
        </w:rPr>
        <w:t xml:space="preserve"> </w:t>
      </w:r>
      <w:r>
        <w:t>a</w:t>
      </w:r>
      <w:r>
        <w:rPr>
          <w:spacing w:val="-19"/>
        </w:rPr>
        <w:t xml:space="preserve"> </w:t>
      </w:r>
      <w:r>
        <w:t>rappresentarlo/la</w:t>
      </w:r>
      <w:r>
        <w:rPr>
          <w:spacing w:val="-20"/>
        </w:rPr>
        <w:t xml:space="preserve"> </w:t>
      </w:r>
      <w:r>
        <w:t>nella</w:t>
      </w:r>
      <w:r>
        <w:rPr>
          <w:spacing w:val="-20"/>
        </w:rPr>
        <w:t xml:space="preserve"> </w:t>
      </w:r>
      <w:r>
        <w:t>scelta</w:t>
      </w:r>
      <w:r>
        <w:rPr>
          <w:spacing w:val="-20"/>
        </w:rPr>
        <w:t xml:space="preserve"> </w:t>
      </w:r>
      <w:r>
        <w:t>della</w:t>
      </w:r>
      <w:r>
        <w:rPr>
          <w:spacing w:val="-20"/>
        </w:rPr>
        <w:t xml:space="preserve"> </w:t>
      </w:r>
      <w:r>
        <w:t>sede</w:t>
      </w:r>
      <w:r>
        <w:rPr>
          <w:spacing w:val="-19"/>
        </w:rPr>
        <w:t xml:space="preserve"> </w:t>
      </w:r>
      <w:r>
        <w:t>per</w:t>
      </w:r>
      <w:r>
        <w:rPr>
          <w:spacing w:val="-19"/>
        </w:rPr>
        <w:t xml:space="preserve"> </w:t>
      </w:r>
      <w:r>
        <w:t>l’anno scolastico</w:t>
      </w:r>
      <w:r>
        <w:rPr>
          <w:spacing w:val="-18"/>
        </w:rPr>
        <w:t xml:space="preserve"> </w:t>
      </w:r>
      <w:r>
        <w:t>2020/2021</w:t>
      </w:r>
      <w:r>
        <w:rPr>
          <w:spacing w:val="-12"/>
        </w:rPr>
        <w:t xml:space="preserve"> </w:t>
      </w:r>
      <w:r>
        <w:t>impegnandosi,</w:t>
      </w:r>
      <w:r>
        <w:rPr>
          <w:spacing w:val="-16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conseguenza,</w:t>
      </w:r>
      <w:r>
        <w:rPr>
          <w:spacing w:val="-15"/>
        </w:rPr>
        <w:t xml:space="preserve"> </w:t>
      </w:r>
      <w:r>
        <w:t>ad</w:t>
      </w:r>
      <w:r>
        <w:rPr>
          <w:spacing w:val="-12"/>
        </w:rPr>
        <w:t xml:space="preserve"> </w:t>
      </w:r>
      <w:r>
        <w:t>accettare</w:t>
      </w:r>
      <w:r>
        <w:rPr>
          <w:spacing w:val="-15"/>
        </w:rPr>
        <w:t xml:space="preserve"> </w:t>
      </w:r>
      <w:r>
        <w:t>incondizionatamente</w:t>
      </w:r>
      <w:r>
        <w:rPr>
          <w:spacing w:val="-16"/>
        </w:rPr>
        <w:t xml:space="preserve"> </w:t>
      </w:r>
      <w:r>
        <w:t>la</w:t>
      </w:r>
      <w:r>
        <w:rPr>
          <w:spacing w:val="-15"/>
        </w:rPr>
        <w:t xml:space="preserve"> </w:t>
      </w:r>
      <w:r>
        <w:t>scelta operata dal delegato in virtù della presente</w:t>
      </w:r>
      <w:r>
        <w:rPr>
          <w:spacing w:val="-6"/>
        </w:rPr>
        <w:t xml:space="preserve"> </w:t>
      </w:r>
      <w:r>
        <w:t>delega.</w:t>
      </w:r>
    </w:p>
    <w:p w14:paraId="28E2B1D5" w14:textId="77777777" w:rsidR="00092F36" w:rsidRDefault="00092F36" w:rsidP="00092F36">
      <w:pPr>
        <w:pStyle w:val="Corpotesto"/>
        <w:spacing w:before="122"/>
        <w:ind w:left="112"/>
        <w:jc w:val="both"/>
      </w:pPr>
      <w:r>
        <w:t>A tal fine esprime le seguenti preferenze e le relative priorità:</w:t>
      </w:r>
    </w:p>
    <w:p w14:paraId="1BCD0482" w14:textId="77777777" w:rsidR="00092F36" w:rsidRDefault="00092F36" w:rsidP="00092F36">
      <w:pPr>
        <w:pStyle w:val="Corpotesto"/>
        <w:spacing w:before="9"/>
        <w:rPr>
          <w:sz w:val="1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3"/>
        <w:gridCol w:w="963"/>
        <w:gridCol w:w="964"/>
        <w:gridCol w:w="963"/>
        <w:gridCol w:w="965"/>
        <w:gridCol w:w="963"/>
        <w:gridCol w:w="963"/>
        <w:gridCol w:w="964"/>
        <w:gridCol w:w="966"/>
        <w:gridCol w:w="964"/>
      </w:tblGrid>
      <w:tr w:rsidR="00092F36" w14:paraId="6BBD80D9" w14:textId="77777777" w:rsidTr="00092F36">
        <w:trPr>
          <w:trHeight w:val="352"/>
        </w:trPr>
        <w:tc>
          <w:tcPr>
            <w:tcW w:w="963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32B7AF" w14:textId="77777777" w:rsidR="00092F36" w:rsidRPr="00092F36" w:rsidRDefault="00092F36">
            <w:pPr>
              <w:pStyle w:val="TableParagraph"/>
              <w:spacing w:before="55"/>
              <w:ind w:left="110"/>
              <w:rPr>
                <w:sz w:val="20"/>
                <w:lang w:val="it-IT"/>
              </w:rPr>
            </w:pPr>
            <w:r w:rsidRPr="00092F36">
              <w:rPr>
                <w:sz w:val="20"/>
                <w:lang w:val="it-IT"/>
              </w:rPr>
              <w:t>Priorità classi di concorso e tipo di posto: elencare codici classi di concorso *</w:t>
            </w:r>
          </w:p>
        </w:tc>
      </w:tr>
      <w:tr w:rsidR="00092F36" w14:paraId="0773B4BA" w14:textId="77777777" w:rsidTr="00092F36">
        <w:trPr>
          <w:trHeight w:val="352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050196" w14:textId="77777777" w:rsidR="00092F36" w:rsidRDefault="00092F36">
            <w:pPr>
              <w:pStyle w:val="TableParagraph"/>
              <w:spacing w:before="55"/>
              <w:ind w:left="312" w:right="297"/>
              <w:jc w:val="center"/>
              <w:rPr>
                <w:sz w:val="20"/>
              </w:rPr>
            </w:pPr>
            <w:r>
              <w:rPr>
                <w:sz w:val="20"/>
              </w:rPr>
              <w:t>1^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1AC1F7" w14:textId="77777777" w:rsidR="00092F36" w:rsidRDefault="00092F36">
            <w:pPr>
              <w:pStyle w:val="TableParagraph"/>
              <w:spacing w:before="55"/>
              <w:ind w:left="311" w:right="303"/>
              <w:jc w:val="center"/>
              <w:rPr>
                <w:sz w:val="20"/>
              </w:rPr>
            </w:pPr>
            <w:r>
              <w:rPr>
                <w:sz w:val="20"/>
              </w:rPr>
              <w:t>2^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8FFED8" w14:textId="77777777" w:rsidR="00092F36" w:rsidRDefault="00092F36">
            <w:pPr>
              <w:pStyle w:val="TableParagraph"/>
              <w:spacing w:before="55"/>
              <w:ind w:left="312" w:right="306"/>
              <w:jc w:val="center"/>
              <w:rPr>
                <w:sz w:val="20"/>
              </w:rPr>
            </w:pPr>
            <w:r>
              <w:rPr>
                <w:sz w:val="20"/>
              </w:rPr>
              <w:t>3^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305D58" w14:textId="77777777" w:rsidR="00092F36" w:rsidRDefault="00092F36">
            <w:pPr>
              <w:pStyle w:val="TableParagraph"/>
              <w:spacing w:before="55"/>
              <w:ind w:left="308" w:right="303"/>
              <w:jc w:val="center"/>
              <w:rPr>
                <w:sz w:val="20"/>
              </w:rPr>
            </w:pPr>
            <w:r>
              <w:rPr>
                <w:sz w:val="20"/>
              </w:rPr>
              <w:t>4^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79A746" w14:textId="77777777" w:rsidR="00092F36" w:rsidRDefault="00092F36">
            <w:pPr>
              <w:pStyle w:val="TableParagraph"/>
              <w:spacing w:before="55"/>
              <w:ind w:left="315" w:right="308"/>
              <w:jc w:val="center"/>
              <w:rPr>
                <w:sz w:val="20"/>
              </w:rPr>
            </w:pPr>
            <w:r>
              <w:rPr>
                <w:sz w:val="20"/>
              </w:rPr>
              <w:t>5^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130C03" w14:textId="77777777" w:rsidR="00092F36" w:rsidRDefault="00092F36">
            <w:pPr>
              <w:pStyle w:val="TableParagraph"/>
              <w:spacing w:before="55"/>
              <w:ind w:left="307" w:right="303"/>
              <w:jc w:val="center"/>
              <w:rPr>
                <w:sz w:val="20"/>
              </w:rPr>
            </w:pPr>
            <w:r>
              <w:rPr>
                <w:sz w:val="20"/>
              </w:rPr>
              <w:t>6^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C091EE" w14:textId="77777777" w:rsidR="00092F36" w:rsidRDefault="00092F36">
            <w:pPr>
              <w:pStyle w:val="TableParagraph"/>
              <w:spacing w:before="55"/>
              <w:ind w:left="306" w:right="303"/>
              <w:jc w:val="center"/>
              <w:rPr>
                <w:sz w:val="20"/>
              </w:rPr>
            </w:pPr>
            <w:r>
              <w:rPr>
                <w:sz w:val="20"/>
              </w:rPr>
              <w:t>7^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AB0BD6" w14:textId="77777777" w:rsidR="00092F36" w:rsidRDefault="00092F36">
            <w:pPr>
              <w:pStyle w:val="TableParagraph"/>
              <w:spacing w:before="55"/>
              <w:ind w:left="309" w:right="308"/>
              <w:jc w:val="center"/>
              <w:rPr>
                <w:sz w:val="20"/>
              </w:rPr>
            </w:pPr>
            <w:r>
              <w:rPr>
                <w:sz w:val="20"/>
              </w:rPr>
              <w:t>8^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F1E94F" w14:textId="77777777" w:rsidR="00092F36" w:rsidRDefault="00092F36">
            <w:pPr>
              <w:pStyle w:val="TableParagraph"/>
              <w:spacing w:before="55"/>
              <w:ind w:left="313" w:right="311"/>
              <w:jc w:val="center"/>
              <w:rPr>
                <w:sz w:val="20"/>
              </w:rPr>
            </w:pPr>
            <w:r>
              <w:rPr>
                <w:sz w:val="20"/>
              </w:rPr>
              <w:t>9^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904A00" w14:textId="77777777" w:rsidR="00092F36" w:rsidRDefault="00092F36">
            <w:pPr>
              <w:pStyle w:val="TableParagraph"/>
              <w:spacing w:before="55"/>
              <w:ind w:left="265"/>
              <w:rPr>
                <w:sz w:val="20"/>
              </w:rPr>
            </w:pPr>
            <w:r>
              <w:rPr>
                <w:sz w:val="20"/>
              </w:rPr>
              <w:t>10^</w:t>
            </w:r>
          </w:p>
        </w:tc>
      </w:tr>
      <w:tr w:rsidR="00092F36" w14:paraId="62EB8B21" w14:textId="77777777" w:rsidTr="00092F36">
        <w:trPr>
          <w:trHeight w:val="501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8E50F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7813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31BB1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9FDE9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EBEB9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761FA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67217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3A4AA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0CC1A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2B9B7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1454F2D" w14:textId="77777777" w:rsidR="00092F36" w:rsidRDefault="00092F36" w:rsidP="00092F36">
      <w:pPr>
        <w:spacing w:line="242" w:lineRule="exact"/>
        <w:ind w:left="538"/>
        <w:rPr>
          <w:rFonts w:eastAsia="Verdana" w:cs="Verdana"/>
          <w:sz w:val="16"/>
          <w:szCs w:val="22"/>
        </w:rPr>
      </w:pPr>
      <w:r>
        <w:rPr>
          <w:sz w:val="20"/>
        </w:rPr>
        <w:t xml:space="preserve">* </w:t>
      </w:r>
      <w:r>
        <w:rPr>
          <w:sz w:val="16"/>
        </w:rPr>
        <w:t>per scuola infanzia: AAAA, per scuola primaria: EEEE</w:t>
      </w:r>
    </w:p>
    <w:p w14:paraId="5AFB312F" w14:textId="77777777" w:rsidR="00092F36" w:rsidRDefault="00092F36" w:rsidP="00092F36">
      <w:pPr>
        <w:spacing w:line="194" w:lineRule="exact"/>
        <w:ind w:left="821"/>
        <w:rPr>
          <w:sz w:val="16"/>
        </w:rPr>
      </w:pPr>
      <w:r>
        <w:rPr>
          <w:sz w:val="16"/>
        </w:rPr>
        <w:t>per tipo posto sostegno infanzia, primaria, sec. I grado, sec. II grado: ADAA, ADEE, ADMM, ADSS</w:t>
      </w:r>
    </w:p>
    <w:p w14:paraId="719ACEFC" w14:textId="77777777" w:rsidR="00092F36" w:rsidRDefault="00092F36" w:rsidP="00092F36">
      <w:pPr>
        <w:pStyle w:val="Corpotesto"/>
      </w:pPr>
    </w:p>
    <w:p w14:paraId="5B0388F7" w14:textId="77777777" w:rsidR="00092F36" w:rsidRDefault="00092F36" w:rsidP="00092F36">
      <w:pPr>
        <w:pStyle w:val="Corpotesto"/>
        <w:spacing w:before="10" w:after="1"/>
        <w:rPr>
          <w:sz w:val="2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3"/>
        <w:gridCol w:w="963"/>
        <w:gridCol w:w="7706"/>
      </w:tblGrid>
      <w:tr w:rsidR="00092F36" w14:paraId="6CD13CFC" w14:textId="77777777" w:rsidTr="00092F36">
        <w:trPr>
          <w:trHeight w:val="352"/>
        </w:trPr>
        <w:tc>
          <w:tcPr>
            <w:tcW w:w="9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AA4978" w14:textId="77777777" w:rsidR="00092F36" w:rsidRPr="00092F36" w:rsidRDefault="00092F36">
            <w:pPr>
              <w:pStyle w:val="TableParagraph"/>
              <w:spacing w:before="55"/>
              <w:ind w:left="110"/>
              <w:rPr>
                <w:sz w:val="20"/>
                <w:lang w:val="it-IT"/>
              </w:rPr>
            </w:pPr>
            <w:r w:rsidRPr="00092F36">
              <w:rPr>
                <w:sz w:val="20"/>
                <w:lang w:val="it-IT"/>
              </w:rPr>
              <w:t>Priorità durata contratto: 31/08, termine attività didattiche (TAD)</w:t>
            </w:r>
          </w:p>
        </w:tc>
      </w:tr>
      <w:tr w:rsidR="00092F36" w14:paraId="615D9631" w14:textId="77777777" w:rsidTr="00092F36">
        <w:trPr>
          <w:trHeight w:val="352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1D78D3" w14:textId="77777777" w:rsidR="00092F36" w:rsidRDefault="00092F36">
            <w:pPr>
              <w:pStyle w:val="TableParagraph"/>
              <w:spacing w:before="55"/>
              <w:ind w:left="312" w:right="297"/>
              <w:jc w:val="center"/>
              <w:rPr>
                <w:sz w:val="20"/>
              </w:rPr>
            </w:pPr>
            <w:r>
              <w:rPr>
                <w:sz w:val="20"/>
              </w:rPr>
              <w:t>1^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B0F212" w14:textId="77777777" w:rsidR="00092F36" w:rsidRDefault="00092F36">
            <w:pPr>
              <w:pStyle w:val="TableParagraph"/>
              <w:spacing w:before="55"/>
              <w:ind w:left="311" w:right="303"/>
              <w:jc w:val="center"/>
              <w:rPr>
                <w:sz w:val="20"/>
              </w:rPr>
            </w:pPr>
            <w:r>
              <w:rPr>
                <w:sz w:val="20"/>
              </w:rPr>
              <w:t>2^</w:t>
            </w:r>
          </w:p>
        </w:tc>
        <w:tc>
          <w:tcPr>
            <w:tcW w:w="770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24377F4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781145D6" w14:textId="77777777" w:rsidTr="00092F36">
        <w:trPr>
          <w:trHeight w:val="501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7CBBD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FE7C0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0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6DDAA5A3" w14:textId="77777777" w:rsidR="00092F36" w:rsidRDefault="00092F36">
            <w:pPr>
              <w:widowControl/>
              <w:autoSpaceDE/>
              <w:autoSpaceDN/>
              <w:rPr>
                <w:rFonts w:ascii="Times New Roman" w:eastAsia="Verdana" w:cs="Verdana"/>
                <w:sz w:val="18"/>
              </w:rPr>
            </w:pPr>
          </w:p>
        </w:tc>
      </w:tr>
    </w:tbl>
    <w:p w14:paraId="49B12B09" w14:textId="77777777" w:rsidR="00092F36" w:rsidRDefault="00092F36" w:rsidP="00092F36">
      <w:pPr>
        <w:pStyle w:val="Corpotesto"/>
      </w:pPr>
    </w:p>
    <w:p w14:paraId="2CCCE1B2" w14:textId="77777777" w:rsidR="00092F36" w:rsidRDefault="00092F36" w:rsidP="00092F36">
      <w:pPr>
        <w:pStyle w:val="Corpotesto"/>
        <w:spacing w:before="10" w:after="1"/>
        <w:rPr>
          <w:sz w:val="2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3"/>
        <w:gridCol w:w="963"/>
        <w:gridCol w:w="964"/>
        <w:gridCol w:w="6744"/>
      </w:tblGrid>
      <w:tr w:rsidR="00092F36" w14:paraId="21DE3A1E" w14:textId="77777777" w:rsidTr="00092F36">
        <w:trPr>
          <w:trHeight w:val="35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FB32F2" w14:textId="77777777" w:rsidR="00092F36" w:rsidRPr="00092F36" w:rsidRDefault="00092F36">
            <w:pPr>
              <w:pStyle w:val="TableParagraph"/>
              <w:spacing w:before="53"/>
              <w:ind w:left="110"/>
              <w:rPr>
                <w:sz w:val="20"/>
                <w:lang w:val="it-IT"/>
              </w:rPr>
            </w:pPr>
            <w:r w:rsidRPr="00092F36">
              <w:rPr>
                <w:sz w:val="20"/>
                <w:lang w:val="it-IT"/>
              </w:rPr>
              <w:t>Priorità tipologia di cattedra: interna (COI), esterna (COE), spezzone orario (SO)</w:t>
            </w:r>
          </w:p>
        </w:tc>
      </w:tr>
      <w:tr w:rsidR="00092F36" w14:paraId="42564D86" w14:textId="77777777" w:rsidTr="00092F36">
        <w:trPr>
          <w:trHeight w:val="352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686052" w14:textId="77777777" w:rsidR="00092F36" w:rsidRDefault="00092F36">
            <w:pPr>
              <w:pStyle w:val="TableParagraph"/>
              <w:spacing w:before="55"/>
              <w:ind w:left="312" w:right="297"/>
              <w:jc w:val="center"/>
              <w:rPr>
                <w:sz w:val="20"/>
              </w:rPr>
            </w:pPr>
            <w:r>
              <w:rPr>
                <w:sz w:val="20"/>
              </w:rPr>
              <w:t>1^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44184E" w14:textId="77777777" w:rsidR="00092F36" w:rsidRDefault="00092F36">
            <w:pPr>
              <w:pStyle w:val="TableParagraph"/>
              <w:spacing w:before="55"/>
              <w:ind w:left="311" w:right="303"/>
              <w:jc w:val="center"/>
              <w:rPr>
                <w:sz w:val="20"/>
              </w:rPr>
            </w:pPr>
            <w:r>
              <w:rPr>
                <w:sz w:val="20"/>
              </w:rPr>
              <w:t>2^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656576" w14:textId="77777777" w:rsidR="00092F36" w:rsidRDefault="00092F36">
            <w:pPr>
              <w:pStyle w:val="TableParagraph"/>
              <w:spacing w:before="55"/>
              <w:ind w:left="312" w:right="306"/>
              <w:jc w:val="center"/>
              <w:rPr>
                <w:sz w:val="20"/>
              </w:rPr>
            </w:pPr>
            <w:r>
              <w:rPr>
                <w:sz w:val="20"/>
              </w:rPr>
              <w:t>3^</w:t>
            </w:r>
          </w:p>
        </w:tc>
        <w:tc>
          <w:tcPr>
            <w:tcW w:w="674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6FF26D41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37323F77" w14:textId="77777777" w:rsidTr="00092F36">
        <w:trPr>
          <w:trHeight w:val="503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8F1B7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D9967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2C66E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4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2DC344C7" w14:textId="77777777" w:rsidR="00092F36" w:rsidRDefault="00092F36">
            <w:pPr>
              <w:widowControl/>
              <w:autoSpaceDE/>
              <w:autoSpaceDN/>
              <w:rPr>
                <w:rFonts w:ascii="Times New Roman" w:eastAsia="Verdana" w:cs="Verdana"/>
                <w:sz w:val="18"/>
              </w:rPr>
            </w:pPr>
          </w:p>
        </w:tc>
      </w:tr>
    </w:tbl>
    <w:p w14:paraId="1DB98269" w14:textId="77777777" w:rsidR="00092F36" w:rsidRDefault="00092F36" w:rsidP="00092F36">
      <w:pPr>
        <w:rPr>
          <w:sz w:val="2"/>
          <w:szCs w:val="2"/>
        </w:rPr>
        <w:sectPr w:rsidR="00092F36" w:rsidSect="00092F3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10" w:h="16840"/>
          <w:pgMar w:top="3368" w:right="880" w:bottom="280" w:left="1020" w:header="736" w:footer="720" w:gutter="0"/>
          <w:cols w:space="720"/>
        </w:sectPr>
      </w:pPr>
    </w:p>
    <w:p w14:paraId="70CCC93D" w14:textId="77777777" w:rsidR="00092F36" w:rsidRDefault="00092F36" w:rsidP="00092F36">
      <w:pPr>
        <w:pStyle w:val="Corpotesto"/>
      </w:pPr>
    </w:p>
    <w:p w14:paraId="7B5113DB" w14:textId="77777777" w:rsidR="00092F36" w:rsidRDefault="00092F36" w:rsidP="00092F36">
      <w:pPr>
        <w:pStyle w:val="Corpotesto"/>
        <w:spacing w:before="12"/>
        <w:rPr>
          <w:sz w:val="23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2"/>
        <w:gridCol w:w="3543"/>
        <w:gridCol w:w="1186"/>
        <w:gridCol w:w="3776"/>
      </w:tblGrid>
      <w:tr w:rsidR="00092F36" w14:paraId="2089F95A" w14:textId="77777777" w:rsidTr="00092F36">
        <w:trPr>
          <w:trHeight w:val="505"/>
        </w:trPr>
        <w:tc>
          <w:tcPr>
            <w:tcW w:w="97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73AB92" w14:textId="77777777" w:rsidR="00092F36" w:rsidRDefault="00092F36">
            <w:pPr>
              <w:pStyle w:val="TableParagraph"/>
              <w:spacing w:before="132"/>
              <w:ind w:left="110"/>
              <w:rPr>
                <w:sz w:val="20"/>
              </w:rPr>
            </w:pPr>
            <w:proofErr w:type="spellStart"/>
            <w:r>
              <w:rPr>
                <w:sz w:val="20"/>
              </w:rPr>
              <w:t>Priorità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sede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scolastica</w:t>
            </w:r>
            <w:proofErr w:type="spellEnd"/>
          </w:p>
        </w:tc>
      </w:tr>
      <w:tr w:rsidR="00092F36" w14:paraId="3F508261" w14:textId="77777777" w:rsidTr="00092F36">
        <w:trPr>
          <w:trHeight w:val="503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2FA82B" w14:textId="77777777" w:rsidR="00092F36" w:rsidRDefault="00092F36">
            <w:pPr>
              <w:pStyle w:val="TableParagraph"/>
              <w:spacing w:before="17" w:line="242" w:lineRule="exact"/>
              <w:ind w:left="276" w:right="147" w:hanging="99"/>
              <w:rPr>
                <w:sz w:val="20"/>
              </w:rPr>
            </w:pPr>
            <w:proofErr w:type="spellStart"/>
            <w:r>
              <w:rPr>
                <w:sz w:val="20"/>
              </w:rPr>
              <w:t>Ordine</w:t>
            </w:r>
            <w:proofErr w:type="spellEnd"/>
            <w:r>
              <w:rPr>
                <w:sz w:val="20"/>
              </w:rPr>
              <w:t xml:space="preserve"> di </w:t>
            </w:r>
            <w:proofErr w:type="spellStart"/>
            <w:r>
              <w:rPr>
                <w:sz w:val="20"/>
              </w:rPr>
              <w:t>priorità</w:t>
            </w:r>
            <w:proofErr w:type="spellEnd"/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53557D" w14:textId="77777777" w:rsidR="00092F36" w:rsidRDefault="00092F36">
            <w:pPr>
              <w:pStyle w:val="TableParagraph"/>
              <w:spacing w:before="130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Denominazione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scuola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Comune</w:t>
            </w:r>
            <w:proofErr w:type="spellEnd"/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03440D" w14:textId="77777777" w:rsidR="00092F36" w:rsidRDefault="00092F36">
            <w:pPr>
              <w:pStyle w:val="TableParagraph"/>
              <w:spacing w:before="17" w:line="242" w:lineRule="exact"/>
              <w:ind w:left="230" w:right="104" w:hanging="96"/>
              <w:rPr>
                <w:sz w:val="20"/>
              </w:rPr>
            </w:pPr>
            <w:proofErr w:type="spellStart"/>
            <w:r>
              <w:rPr>
                <w:sz w:val="20"/>
              </w:rPr>
              <w:t>Ordine</w:t>
            </w:r>
            <w:proofErr w:type="spellEnd"/>
            <w:r>
              <w:rPr>
                <w:sz w:val="20"/>
              </w:rPr>
              <w:t xml:space="preserve"> di </w:t>
            </w:r>
            <w:proofErr w:type="spellStart"/>
            <w:r>
              <w:rPr>
                <w:sz w:val="20"/>
              </w:rPr>
              <w:t>priorità</w:t>
            </w:r>
            <w:proofErr w:type="spellEnd"/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565D92" w14:textId="77777777" w:rsidR="00092F36" w:rsidRDefault="00092F36">
            <w:pPr>
              <w:pStyle w:val="TableParagraph"/>
              <w:spacing w:before="130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Denominazione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scuola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Comune</w:t>
            </w:r>
            <w:proofErr w:type="spellEnd"/>
          </w:p>
        </w:tc>
      </w:tr>
      <w:tr w:rsidR="00092F36" w14:paraId="37B00E41" w14:textId="77777777" w:rsidTr="00092F36">
        <w:trPr>
          <w:trHeight w:val="397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A6A300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1^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EFB9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4452F0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26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EAD03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0D1C8DAC" w14:textId="77777777" w:rsidTr="00092F36">
        <w:trPr>
          <w:trHeight w:val="395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1F95FF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2^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A554A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36E93F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27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F0F58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71F65296" w14:textId="77777777" w:rsidTr="00092F36">
        <w:trPr>
          <w:trHeight w:val="397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73A5C6" w14:textId="77777777" w:rsidR="00092F36" w:rsidRDefault="00092F36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sz w:val="20"/>
              </w:rPr>
              <w:t>3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B6FCD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ECE144" w14:textId="77777777" w:rsidR="00092F36" w:rsidRDefault="00092F36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sz w:val="20"/>
              </w:rPr>
              <w:t>28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AC6B9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566CD386" w14:textId="77777777" w:rsidTr="00092F36">
        <w:trPr>
          <w:trHeight w:val="395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CB4B37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4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1473C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E6A2DD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29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2B87F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0ABDB86C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FBB165" w14:textId="77777777" w:rsidR="00092F36" w:rsidRDefault="00092F36">
            <w:pPr>
              <w:pStyle w:val="TableParagraph"/>
              <w:spacing w:before="80"/>
              <w:ind w:left="110"/>
              <w:rPr>
                <w:sz w:val="20"/>
              </w:rPr>
            </w:pPr>
            <w:r>
              <w:rPr>
                <w:sz w:val="20"/>
              </w:rPr>
              <w:t>5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130E0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4D02A0" w14:textId="77777777" w:rsidR="00092F36" w:rsidRDefault="00092F36">
            <w:pPr>
              <w:pStyle w:val="TableParagraph"/>
              <w:spacing w:before="80"/>
              <w:ind w:left="110"/>
              <w:rPr>
                <w:sz w:val="20"/>
              </w:rPr>
            </w:pPr>
            <w:r>
              <w:rPr>
                <w:sz w:val="20"/>
              </w:rPr>
              <w:t>30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A9AB3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58AE2FA0" w14:textId="77777777" w:rsidTr="00092F36">
        <w:trPr>
          <w:trHeight w:val="397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58B039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6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D3BE6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9F9B14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31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D34C5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7F6BBCFB" w14:textId="77777777" w:rsidTr="00092F36">
        <w:trPr>
          <w:trHeight w:val="395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65E099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7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60E65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43171A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32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A1531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1A312F14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3DF4A0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8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E7950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E0CE14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33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E8AD8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005E5F45" w14:textId="77777777" w:rsidTr="00092F36">
        <w:trPr>
          <w:trHeight w:val="395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E7C4FE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9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D33FE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406A85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34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34297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680D61A2" w14:textId="77777777" w:rsidTr="00092F36">
        <w:trPr>
          <w:trHeight w:val="397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798753" w14:textId="77777777" w:rsidR="00092F36" w:rsidRDefault="00092F36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sz w:val="20"/>
              </w:rPr>
              <w:t>10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949E8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A50778" w14:textId="77777777" w:rsidR="00092F36" w:rsidRDefault="00092F36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sz w:val="20"/>
              </w:rPr>
              <w:t>35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C7DA8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7CA661F8" w14:textId="77777777" w:rsidTr="00092F36">
        <w:trPr>
          <w:trHeight w:val="397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676841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11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76EBC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01C6F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36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F84CC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0218A94E" w14:textId="77777777" w:rsidTr="00092F36">
        <w:trPr>
          <w:trHeight w:val="395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095B76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12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674CB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BB48B2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37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089F1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0BD0B289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23D2EE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13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B3C8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80B66B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38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30F59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1322E890" w14:textId="77777777" w:rsidTr="00092F36">
        <w:trPr>
          <w:trHeight w:val="396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5DE625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14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2F203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1B0507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39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CB044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7A574237" w14:textId="77777777" w:rsidTr="00092F36">
        <w:trPr>
          <w:trHeight w:val="397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409735" w14:textId="77777777" w:rsidR="00092F36" w:rsidRDefault="00092F36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sz w:val="20"/>
              </w:rPr>
              <w:t>15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59D40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9E87A6" w14:textId="77777777" w:rsidR="00092F36" w:rsidRDefault="00092F36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sz w:val="20"/>
              </w:rPr>
              <w:t>40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6DE9F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19E93CE7" w14:textId="77777777" w:rsidTr="00092F36">
        <w:trPr>
          <w:trHeight w:val="395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942AA0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16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3EC4E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FD3E50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41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C3710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61D7BCCD" w14:textId="77777777" w:rsidTr="00092F36">
        <w:trPr>
          <w:trHeight w:val="397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D22676" w14:textId="77777777" w:rsidR="00092F36" w:rsidRDefault="00092F36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sz w:val="20"/>
              </w:rPr>
              <w:t>17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A4DB7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243EF3" w14:textId="77777777" w:rsidR="00092F36" w:rsidRDefault="00092F36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sz w:val="20"/>
              </w:rPr>
              <w:t>42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9F1C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2C254C85" w14:textId="77777777" w:rsidTr="00092F36">
        <w:trPr>
          <w:trHeight w:val="397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72F730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18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1C9CC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277D62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43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2167B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30B18F93" w14:textId="77777777" w:rsidTr="00092F36">
        <w:trPr>
          <w:trHeight w:val="395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F54A02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19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4F157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4B5C70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44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6199D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437A3A4A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DDD7B1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20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85A40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9AFE87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45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33A23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61401C38" w14:textId="77777777" w:rsidTr="00092F36">
        <w:trPr>
          <w:trHeight w:val="395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1B0B90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21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7759D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881439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46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CC937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0EB12E10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8776FE" w14:textId="77777777" w:rsidR="00092F36" w:rsidRDefault="00092F36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sz w:val="20"/>
              </w:rPr>
              <w:t>22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CE8A2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A55A27" w14:textId="77777777" w:rsidR="00092F36" w:rsidRDefault="00092F36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sz w:val="20"/>
              </w:rPr>
              <w:t>47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07910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676F57D7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40C7B9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23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AC89E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2F2905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48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57391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42CDE6CC" w14:textId="77777777" w:rsidTr="00092F36">
        <w:trPr>
          <w:trHeight w:val="395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89CEF7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24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596E0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09CB3E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49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6E863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5DEC069B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1BE8DD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25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14E6F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EAE4C0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50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646EE" w14:textId="77777777" w:rsidR="00524D6D" w:rsidRDefault="00524D6D" w:rsidP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216F22F1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F81A5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D8265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FFC17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6B5F3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71A79020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5BE9F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E8586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51C27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5EE65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13747F47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9D7A3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26581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CBECE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0E6D6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5510E19F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51699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0BDA2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79F5B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9460B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0AE80868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8B25F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FC8F7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D9FA4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256C8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15C134C7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39CDA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5414B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6BBE1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27437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0FCE2588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DFD36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7F13D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E64DC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0327F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20057C2C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89654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BE8BD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C546E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FDB86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33563623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420D2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BD774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55BB2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BC4B5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6365B24D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99610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E8DB2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ED41C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C1170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5D157B01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C4B79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84030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37ADA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D027E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1C04E675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1F49D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21FB4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6E8D3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EB57A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12E1B793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8564B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34A4B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6114A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2090B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63F42105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C14AF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245CF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CCD92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73CCB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07D5CE9E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3B99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33FB6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00EF3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A2E10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0B8F2B67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ADA5B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7A514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4F02B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E7DDB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23B01F03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78A52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24555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A83AD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A6DB9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6F69FBD0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41266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27A8B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3F5C6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86726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3957AB1F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8E782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648AE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F2EFA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9F8BA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1CA13558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D35CE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5E870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31143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A2BDA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6C90F2AA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3CF3F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26705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7216E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A411E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41897764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DA04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3A8BE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D39F8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5BABB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192F5A04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14B4B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2502B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A45E2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7B4C9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2C64299" w14:textId="5733CAF7" w:rsidR="00092F36" w:rsidRDefault="00092F36" w:rsidP="00092F36">
      <w:pPr>
        <w:pStyle w:val="Corpotesto"/>
      </w:pPr>
    </w:p>
    <w:p w14:paraId="4AF5BCB3" w14:textId="77777777" w:rsidR="00092F36" w:rsidRDefault="00092F36" w:rsidP="00092F36">
      <w:pPr>
        <w:pStyle w:val="Corpotesto"/>
        <w:spacing w:before="8"/>
        <w:rPr>
          <w:sz w:val="22"/>
        </w:rPr>
      </w:pPr>
    </w:p>
    <w:p w14:paraId="5055060E" w14:textId="77777777" w:rsidR="00092F36" w:rsidRDefault="00092F36" w:rsidP="00092F36">
      <w:pPr>
        <w:pStyle w:val="Corpotesto"/>
        <w:tabs>
          <w:tab w:val="left" w:pos="4360"/>
          <w:tab w:val="left" w:pos="7194"/>
        </w:tabs>
        <w:ind w:left="112"/>
      </w:pPr>
      <w:r>
        <w:t>Luogo,</w:t>
      </w:r>
      <w:r>
        <w:rPr>
          <w:spacing w:val="-4"/>
        </w:rPr>
        <w:t xml:space="preserve"> </w:t>
      </w:r>
      <w:r>
        <w:t>data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Firma</w:t>
      </w:r>
    </w:p>
    <w:p w14:paraId="489CFA82" w14:textId="77777777" w:rsidR="00524D6D" w:rsidRDefault="00524D6D" w:rsidP="00092F36">
      <w:pPr>
        <w:pStyle w:val="Corpotesto"/>
        <w:tabs>
          <w:tab w:val="left" w:pos="4360"/>
          <w:tab w:val="left" w:pos="7194"/>
        </w:tabs>
        <w:ind w:left="112"/>
      </w:pPr>
    </w:p>
    <w:p w14:paraId="494329C3" w14:textId="4DC67A8A" w:rsidR="00524D6D" w:rsidRDefault="00524D6D" w:rsidP="0053702E">
      <w:pPr>
        <w:pStyle w:val="Corpotesto"/>
        <w:ind w:left="112"/>
      </w:pPr>
      <w:r>
        <w:tab/>
      </w:r>
      <w:r>
        <w:tab/>
      </w:r>
      <w:r>
        <w:tab/>
      </w:r>
      <w:r w:rsidR="0053702E">
        <w:t xml:space="preserve"> </w:t>
      </w:r>
      <w:r w:rsidR="0053702E">
        <w:tab/>
      </w:r>
      <w:r w:rsidR="0053702E">
        <w:tab/>
      </w:r>
      <w:r w:rsidR="0053702E">
        <w:tab/>
      </w:r>
      <w:r w:rsidR="0053702E">
        <w:tab/>
      </w:r>
      <w:r w:rsidR="0053702E">
        <w:tab/>
      </w:r>
      <w:r w:rsidR="0053702E">
        <w:tab/>
      </w:r>
      <w:r>
        <w:t>______________________</w:t>
      </w:r>
    </w:p>
    <w:p w14:paraId="511F4390" w14:textId="77777777" w:rsidR="00092F36" w:rsidRDefault="00092F36" w:rsidP="00423CCA">
      <w:pPr>
        <w:jc w:val="left"/>
      </w:pPr>
    </w:p>
    <w:p w14:paraId="17F59AC5" w14:textId="77777777" w:rsidR="00524D6D" w:rsidRDefault="00524D6D" w:rsidP="00423CCA">
      <w:pPr>
        <w:jc w:val="left"/>
      </w:pPr>
    </w:p>
    <w:p w14:paraId="443F3981" w14:textId="488DDDB5" w:rsidR="00524D6D" w:rsidRPr="00524D6D" w:rsidRDefault="00524D6D" w:rsidP="00423CCA">
      <w:pPr>
        <w:jc w:val="left"/>
        <w:rPr>
          <w:b/>
          <w:sz w:val="24"/>
        </w:rPr>
      </w:pPr>
      <w:r w:rsidRPr="00524D6D">
        <w:rPr>
          <w:b/>
          <w:sz w:val="24"/>
        </w:rPr>
        <w:t>Allegare copia del documento di identità</w:t>
      </w:r>
    </w:p>
    <w:sectPr w:rsidR="00524D6D" w:rsidRPr="00524D6D" w:rsidSect="00D24356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3119" w:right="1134" w:bottom="1134" w:left="1134" w:header="709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FF59BF" w14:textId="77777777" w:rsidR="005549C4" w:rsidRDefault="005549C4" w:rsidP="00735857">
      <w:pPr>
        <w:spacing w:after="0" w:line="240" w:lineRule="auto"/>
      </w:pPr>
      <w:r>
        <w:separator/>
      </w:r>
    </w:p>
  </w:endnote>
  <w:endnote w:type="continuationSeparator" w:id="0">
    <w:p w14:paraId="240904D4" w14:textId="77777777" w:rsidR="005549C4" w:rsidRDefault="005549C4" w:rsidP="00735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pperplate Gothic Bold">
    <w:altName w:val="Copperplate Gothic Bold"/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EF8AB4" w14:textId="77777777" w:rsidR="006B173D" w:rsidRDefault="006B173D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14C0D0" w14:textId="77777777" w:rsidR="006B173D" w:rsidRDefault="006B173D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FFC334" w14:textId="77777777" w:rsidR="006B173D" w:rsidRDefault="006B173D">
    <w:pPr>
      <w:pStyle w:val="Pidipagin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3A19F3" w14:textId="77777777" w:rsidR="002B6164" w:rsidRDefault="002B6164">
    <w:pPr>
      <w:pStyle w:val="Pidipagina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6794224"/>
      <w:docPartObj>
        <w:docPartGallery w:val="Page Numbers (Bottom of Page)"/>
        <w:docPartUnique/>
      </w:docPartObj>
    </w:sdtPr>
    <w:sdtEndPr/>
    <w:sdtContent>
      <w:p w14:paraId="31936489" w14:textId="408BFDA2" w:rsidR="00B16AC6" w:rsidRDefault="00B16AC6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756D">
          <w:rPr>
            <w:noProof/>
          </w:rPr>
          <w:t>4</w:t>
        </w:r>
        <w:r>
          <w:fldChar w:fldCharType="end"/>
        </w:r>
      </w:p>
    </w:sdtContent>
  </w:sdt>
  <w:p w14:paraId="5119E053" w14:textId="5F393AD8" w:rsidR="00B16AC6" w:rsidRPr="00735857" w:rsidRDefault="00B16AC6" w:rsidP="00171593">
    <w:pPr>
      <w:pStyle w:val="Pidipagina"/>
      <w:rPr>
        <w:rFonts w:ascii="Copperplate Gothic Bold" w:hAnsi="Copperplate Gothic Bold"/>
        <w:color w:val="DE0029"/>
        <w:sz w:val="18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2507FA" w14:textId="77777777" w:rsidR="002B6164" w:rsidRDefault="002B616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C480A2" w14:textId="77777777" w:rsidR="005549C4" w:rsidRDefault="005549C4" w:rsidP="00735857">
      <w:pPr>
        <w:spacing w:after="0" w:line="240" w:lineRule="auto"/>
      </w:pPr>
      <w:r>
        <w:separator/>
      </w:r>
    </w:p>
  </w:footnote>
  <w:footnote w:type="continuationSeparator" w:id="0">
    <w:p w14:paraId="30E8291E" w14:textId="77777777" w:rsidR="005549C4" w:rsidRDefault="005549C4" w:rsidP="00735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11516D" w14:textId="77777777" w:rsidR="006B173D" w:rsidRDefault="006B173D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EDD11C" w14:textId="7A3A120C" w:rsidR="00092F36" w:rsidRDefault="006B173D">
    <w:pPr>
      <w:pStyle w:val="Intestazione"/>
    </w:pPr>
    <w:r>
      <w:rPr>
        <w:noProof/>
        <w:lang w:eastAsia="it-IT"/>
      </w:rPr>
      <w:drawing>
        <wp:inline distT="0" distB="0" distL="0" distR="0" wp14:anchorId="20D33D63" wp14:editId="62E6CF83">
          <wp:extent cx="775700" cy="816964"/>
          <wp:effectExtent l="0" t="0" r="5715" b="254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8865" cy="82029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092F36">
      <w:rPr>
        <w:noProof/>
        <w:sz w:val="24"/>
        <w:szCs w:val="24"/>
        <w:lang w:eastAsia="it-IT"/>
      </w:rPr>
      <mc:AlternateContent>
        <mc:Choice Requires="wps">
          <w:drawing>
            <wp:anchor distT="36576" distB="36576" distL="36576" distR="36576" simplePos="0" relativeHeight="251670528" behindDoc="0" locked="0" layoutInCell="1" allowOverlap="1" wp14:anchorId="6AB2840A" wp14:editId="5D806D17">
              <wp:simplePos x="0" y="0"/>
              <wp:positionH relativeFrom="column">
                <wp:posOffset>995680</wp:posOffset>
              </wp:positionH>
              <wp:positionV relativeFrom="paragraph">
                <wp:posOffset>134620</wp:posOffset>
              </wp:positionV>
              <wp:extent cx="5216525" cy="1506220"/>
              <wp:effectExtent l="0" t="0" r="3175" b="0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6525" cy="15062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7932745D" w14:textId="77777777" w:rsidR="00092F36" w:rsidRDefault="00092F36" w:rsidP="00092F3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</w:t>
                          </w:r>
                          <w:r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br/>
                          </w: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Ufficio Scolastico Regionale per il Piemonte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br/>
                          </w:r>
                          <w:r w:rsidRPr="00F06E25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  <w:t>Ufficio V - Ambito territoriale di Torino</w:t>
                          </w:r>
                        </w:p>
                        <w:p w14:paraId="1FA7042E" w14:textId="77777777" w:rsidR="00092F36" w:rsidRDefault="00092F36" w:rsidP="00092F3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  <w:t xml:space="preserve">Ufficio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Funzionamento e Reclutamento personale docente ed </w:t>
                          </w:r>
                        </w:p>
                        <w:p w14:paraId="65581DDE" w14:textId="77777777" w:rsidR="00092F36" w:rsidRDefault="00092F36" w:rsidP="00092F3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>Educativo - Scuola dell’infanzia e Primaria – scuola superiore di I e II grado</w:t>
                          </w:r>
                        </w:p>
                        <w:p w14:paraId="007EC098" w14:textId="77777777" w:rsidR="00092F36" w:rsidRPr="00D24356" w:rsidRDefault="00092F36" w:rsidP="00092F3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b/>
                              <w:color w:val="1475BB"/>
                              <w:sz w:val="20"/>
                              <w:szCs w:val="24"/>
                            </w:rPr>
                          </w:pPr>
                          <w:r w:rsidRPr="00D24356">
                            <w:rPr>
                              <w:rFonts w:ascii="Copperplate Gothic Bold" w:hAnsi="Copperplate Gothic Bold"/>
                              <w:b/>
                              <w:noProof/>
                              <w:color w:val="1475BB"/>
                              <w:sz w:val="20"/>
                              <w:szCs w:val="24"/>
                              <w:lang w:eastAsia="it-IT"/>
                            </w:rPr>
                            <w:drawing>
                              <wp:inline distT="0" distB="0" distL="0" distR="0" wp14:anchorId="300B1D28" wp14:editId="356A6258">
                                <wp:extent cx="5141626" cy="45719"/>
                                <wp:effectExtent l="0" t="0" r="0" b="0"/>
                                <wp:docPr id="5" name="Immagine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 flipV="1">
                                          <a:off x="0" y="0"/>
                                          <a:ext cx="5144135" cy="4574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9AF2CC3" w14:textId="77777777" w:rsidR="00092F36" w:rsidRPr="006C50C7" w:rsidRDefault="00092F36" w:rsidP="00092F3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4"/>
                              <w:szCs w:val="4"/>
                            </w:rPr>
                          </w:pPr>
                        </w:p>
                        <w:p w14:paraId="7054E864" w14:textId="77777777" w:rsidR="00092F36" w:rsidRPr="007314F0" w:rsidRDefault="00092F36" w:rsidP="00092F3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</w:pP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Via Coazze 18, 10138 Torino;</w:t>
                          </w:r>
                        </w:p>
                        <w:p w14:paraId="04642879" w14:textId="77777777" w:rsidR="00092F36" w:rsidRPr="007314F0" w:rsidRDefault="00092F36" w:rsidP="00092F3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24"/>
                            </w:rPr>
                          </w:pP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PEC: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Pr="007314F0">
                              <w:rPr>
                                <w:rStyle w:val="Collegamentoipertestuale"/>
                                <w:rFonts w:ascii="Copperplate Gothic Bold" w:hAnsi="Copperplate Gothic Bold"/>
                                <w:sz w:val="16"/>
                                <w:szCs w:val="18"/>
                              </w:rPr>
                              <w:t>uspto@postacert.istruzione.it</w:t>
                            </w:r>
                          </w:hyperlink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;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   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web: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http//torino.istruzionepiemonte.it/;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br/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C.F. 80089530010;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Codice </w:t>
                          </w:r>
                          <w:proofErr w:type="spellStart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Ipa</w:t>
                          </w:r>
                          <w:proofErr w:type="spellEnd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: </w:t>
                          </w:r>
                          <w:proofErr w:type="spellStart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m_pi</w:t>
                          </w:r>
                          <w:proofErr w:type="spellEnd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;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Codice AOO: AOOUSPTO;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Codice F. E.: 8MXTUA;</w:t>
                          </w:r>
                        </w:p>
                        <w:p w14:paraId="117167A0" w14:textId="77777777" w:rsidR="00092F36" w:rsidRPr="00E7598E" w:rsidRDefault="00092F36" w:rsidP="00092F36">
                          <w:pPr>
                            <w:widowControl w:val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6AB2840A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left:0;text-align:left;margin-left:78.4pt;margin-top:10.6pt;width:410.75pt;height:118.6pt;z-index:2516705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" stroked="f" strokecolor="black [0]" strokeweight="0" insetpen="t">
              <v:shadow color="#ccc"/>
              <v:textbox inset="2.85pt,2.85pt,2.85pt,2.85pt">
                <w:txbxContent>
                  <w:p w14:paraId="7932745D" w14:textId="77777777" w:rsidR="00092F36" w:rsidRDefault="00092F36" w:rsidP="00092F3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</w:t>
                    </w:r>
                    <w:r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br/>
                    </w:r>
                    <w:r w:rsidRPr="00E7598E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Ufficio Scolastico Regionale per il Piemonte 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br/>
                    </w:r>
                    <w:r w:rsidRPr="00F06E25"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  <w:t>Ufficio V - Ambito territoriale di Torino</w:t>
                    </w:r>
                  </w:p>
                  <w:p w14:paraId="1FA7042E" w14:textId="77777777" w:rsidR="00092F36" w:rsidRDefault="00092F36" w:rsidP="00092F3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  <w:r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  <w:t xml:space="preserve">Ufficio 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Funzionamento e Reclutamento personale docente ed </w:t>
                    </w:r>
                  </w:p>
                  <w:p w14:paraId="65581DDE" w14:textId="77777777" w:rsidR="00092F36" w:rsidRDefault="00092F36" w:rsidP="00092F3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  <w:r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>Educativo - Scuola dell’infanzia e Primaria – scuola superiore di I e II grado</w:t>
                    </w:r>
                  </w:p>
                  <w:p w14:paraId="007EC098" w14:textId="77777777" w:rsidR="00092F36" w:rsidRPr="00D24356" w:rsidRDefault="00092F36" w:rsidP="00092F3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b/>
                        <w:color w:val="1475BB"/>
                        <w:sz w:val="20"/>
                        <w:szCs w:val="24"/>
                      </w:rPr>
                    </w:pPr>
                    <w:r w:rsidRPr="00D24356">
                      <w:rPr>
                        <w:rFonts w:ascii="Copperplate Gothic Bold" w:hAnsi="Copperplate Gothic Bold"/>
                        <w:b/>
                        <w:noProof/>
                        <w:color w:val="1475BB"/>
                        <w:sz w:val="20"/>
                        <w:szCs w:val="24"/>
                        <w:lang w:eastAsia="it-IT"/>
                      </w:rPr>
                      <w:drawing>
                        <wp:inline distT="0" distB="0" distL="0" distR="0" wp14:anchorId="300B1D28" wp14:editId="356A6258">
                          <wp:extent cx="5141626" cy="45719"/>
                          <wp:effectExtent l="0" t="0" r="0" b="0"/>
                          <wp:docPr id="5" name="Immagine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 flipV="1">
                                    <a:off x="0" y="0"/>
                                    <a:ext cx="5144135" cy="4574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9AF2CC3" w14:textId="77777777" w:rsidR="00092F36" w:rsidRPr="006C50C7" w:rsidRDefault="00092F36" w:rsidP="00092F3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4"/>
                        <w:szCs w:val="4"/>
                      </w:rPr>
                    </w:pPr>
                  </w:p>
                  <w:p w14:paraId="7054E864" w14:textId="77777777" w:rsidR="00092F36" w:rsidRPr="007314F0" w:rsidRDefault="00092F36" w:rsidP="00092F3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</w:pP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Via Coazze 18, 10138 Torino;</w:t>
                    </w:r>
                  </w:p>
                  <w:p w14:paraId="04642879" w14:textId="77777777" w:rsidR="00092F36" w:rsidRPr="007314F0" w:rsidRDefault="00092F36" w:rsidP="00092F3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16"/>
                        <w:szCs w:val="24"/>
                      </w:rPr>
                    </w:pP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PEC: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hyperlink r:id="rId5" w:history="1">
                      <w:r w:rsidRPr="007314F0">
                        <w:rPr>
                          <w:rStyle w:val="Collegamentoipertestuale"/>
                          <w:rFonts w:ascii="Copperplate Gothic Bold" w:hAnsi="Copperplate Gothic Bold"/>
                          <w:sz w:val="16"/>
                          <w:szCs w:val="18"/>
                        </w:rPr>
                        <w:t>uspto@postacert.istruzione.it</w:t>
                      </w:r>
                    </w:hyperlink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; 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   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web: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http//torino.istruzionepiemonte.it/; 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br/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C.F. 80089530010; 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Codice </w:t>
                    </w:r>
                    <w:proofErr w:type="spellStart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Ipa</w:t>
                    </w:r>
                    <w:proofErr w:type="spellEnd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: </w:t>
                    </w:r>
                    <w:proofErr w:type="spellStart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m_pi</w:t>
                    </w:r>
                    <w:proofErr w:type="spellEnd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;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Codice AOO: AOOUSPTO;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Codice F. E.: 8MXTUA;</w:t>
                    </w:r>
                  </w:p>
                  <w:p w14:paraId="117167A0" w14:textId="77777777" w:rsidR="00092F36" w:rsidRPr="00E7598E" w:rsidRDefault="00092F36" w:rsidP="00092F36">
                    <w:pPr>
                      <w:widowControl w:val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9897FC" w14:textId="77777777" w:rsidR="006B173D" w:rsidRDefault="006B173D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D0DBB6" w14:textId="77777777" w:rsidR="002B6164" w:rsidRDefault="002B6164">
    <w:pPr>
      <w:pStyle w:val="Intestazion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7FA747" w14:textId="5AFA7AF6" w:rsidR="00B16AC6" w:rsidRDefault="002B6164" w:rsidP="00262DB6">
    <w:pPr>
      <w:pStyle w:val="Intestazione"/>
      <w:rPr>
        <w:noProof/>
        <w:sz w:val="24"/>
        <w:szCs w:val="24"/>
        <w:lang w:eastAsia="it-IT"/>
      </w:rPr>
    </w:pPr>
    <w:r>
      <w:rPr>
        <w:noProof/>
        <w:lang w:eastAsia="it-IT"/>
      </w:rPr>
      <w:drawing>
        <wp:inline distT="0" distB="0" distL="0" distR="0" wp14:anchorId="564C0D67" wp14:editId="3EAB00AF">
          <wp:extent cx="775700" cy="816964"/>
          <wp:effectExtent l="0" t="0" r="5715" b="254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8865" cy="82029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B16AC6">
      <w:rPr>
        <w:noProof/>
        <w:sz w:val="24"/>
        <w:szCs w:val="24"/>
        <w:lang w:eastAsia="it-IT"/>
      </w:rPr>
      <mc:AlternateContent>
        <mc:Choice Requires="wps">
          <w:drawing>
            <wp:anchor distT="36576" distB="36576" distL="36576" distR="36576" simplePos="0" relativeHeight="251668480" behindDoc="0" locked="0" layoutInCell="1" allowOverlap="1" wp14:anchorId="7E9B8ADC" wp14:editId="2ECC08C5">
              <wp:simplePos x="0" y="0"/>
              <wp:positionH relativeFrom="column">
                <wp:posOffset>770890</wp:posOffset>
              </wp:positionH>
              <wp:positionV relativeFrom="paragraph">
                <wp:posOffset>-635</wp:posOffset>
              </wp:positionV>
              <wp:extent cx="5216525" cy="1506220"/>
              <wp:effectExtent l="0" t="0" r="3175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6525" cy="15062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7DAA4429" w14:textId="1053B2A5" w:rsidR="00B16AC6" w:rsidRDefault="00B16AC6" w:rsidP="00F06E25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</w:t>
                          </w:r>
                          <w:r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br/>
                          </w: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Ufficio Scolastico Regionale per il Piemonte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br/>
                          </w:r>
                          <w:r w:rsidRPr="00F06E25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  <w:t>Ufficio V - Ambito territoriale di Torino</w:t>
                          </w:r>
                        </w:p>
                        <w:p w14:paraId="0805DD39" w14:textId="77777777" w:rsidR="00B16AC6" w:rsidRDefault="00B16AC6" w:rsidP="00D2435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  <w:t xml:space="preserve">Ufficio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Funzionamento e Reclutamento personale docente ed </w:t>
                          </w:r>
                        </w:p>
                        <w:p w14:paraId="64047ECA" w14:textId="77777777" w:rsidR="00B16AC6" w:rsidRDefault="00B16AC6" w:rsidP="00D2435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>Educativo - Scuola dell’infanzia e Primaria – scuola superiore di I e II grado</w:t>
                          </w:r>
                        </w:p>
                        <w:p w14:paraId="1B80F63C" w14:textId="77777777" w:rsidR="00B16AC6" w:rsidRPr="00D24356" w:rsidRDefault="00B16AC6" w:rsidP="00D2435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b/>
                              <w:color w:val="1475BB"/>
                              <w:sz w:val="20"/>
                              <w:szCs w:val="24"/>
                            </w:rPr>
                          </w:pPr>
                          <w:r w:rsidRPr="00D24356">
                            <w:rPr>
                              <w:rFonts w:ascii="Copperplate Gothic Bold" w:hAnsi="Copperplate Gothic Bold"/>
                              <w:b/>
                              <w:noProof/>
                              <w:color w:val="1475BB"/>
                              <w:sz w:val="20"/>
                              <w:szCs w:val="24"/>
                              <w:lang w:eastAsia="it-IT"/>
                            </w:rPr>
                            <w:drawing>
                              <wp:inline distT="0" distB="0" distL="0" distR="0" wp14:anchorId="4A0BD46B" wp14:editId="42E0EB35">
                                <wp:extent cx="5141626" cy="45719"/>
                                <wp:effectExtent l="0" t="0" r="0" b="0"/>
                                <wp:docPr id="2" name="Immagin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 flipV="1">
                                          <a:off x="0" y="0"/>
                                          <a:ext cx="5144135" cy="4574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3D731006" w14:textId="77777777" w:rsidR="00B16AC6" w:rsidRPr="006C50C7" w:rsidRDefault="00B16AC6" w:rsidP="00D2435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4"/>
                              <w:szCs w:val="4"/>
                            </w:rPr>
                          </w:pPr>
                        </w:p>
                        <w:p w14:paraId="023A80D0" w14:textId="77777777" w:rsidR="00B16AC6" w:rsidRPr="007314F0" w:rsidRDefault="00B16AC6" w:rsidP="00F06E25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</w:pP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Via Coazze 18, 10138 Torino;</w:t>
                          </w:r>
                        </w:p>
                        <w:p w14:paraId="196C5BBE" w14:textId="77777777" w:rsidR="00B16AC6" w:rsidRPr="007314F0" w:rsidRDefault="00B16AC6" w:rsidP="00F06E25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24"/>
                            </w:rPr>
                          </w:pP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PEC: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Pr="007314F0">
                              <w:rPr>
                                <w:rStyle w:val="Collegamentoipertestuale"/>
                                <w:rFonts w:ascii="Copperplate Gothic Bold" w:hAnsi="Copperplate Gothic Bold"/>
                                <w:sz w:val="16"/>
                                <w:szCs w:val="18"/>
                              </w:rPr>
                              <w:t>uspto@postacert.istruzione.it</w:t>
                            </w:r>
                          </w:hyperlink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;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   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web: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http//torino.istruzionepiemonte.it/;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br/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C.F. 80089530010;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Codice </w:t>
                          </w:r>
                          <w:proofErr w:type="spellStart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Ipa</w:t>
                          </w:r>
                          <w:proofErr w:type="spellEnd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: </w:t>
                          </w:r>
                          <w:proofErr w:type="spellStart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m_pi</w:t>
                          </w:r>
                          <w:proofErr w:type="spellEnd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;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Codice AOO: AOOUSPTO;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Codice F. E.: 8MXTUA;</w:t>
                          </w:r>
                        </w:p>
                        <w:p w14:paraId="6D0859FF" w14:textId="77777777" w:rsidR="00B16AC6" w:rsidRPr="00E7598E" w:rsidRDefault="00B16AC6" w:rsidP="00713EB4">
                          <w:pPr>
                            <w:widowControl w:val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7E9B8ADC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7" type="#_x0000_t202" style="position:absolute;left:0;text-align:left;margin-left:60.7pt;margin-top:-.05pt;width:410.75pt;height:118.6pt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" stroked="f" strokecolor="black [0]" strokeweight="0" insetpen="t">
              <v:shadow color="#ccc"/>
              <v:textbox inset="2.85pt,2.85pt,2.85pt,2.85pt">
                <w:txbxContent>
                  <w:p w14:paraId="7DAA4429" w14:textId="1053B2A5" w:rsidR="00B16AC6" w:rsidRDefault="00B16AC6" w:rsidP="00F06E25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</w:t>
                    </w:r>
                    <w:r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br/>
                    </w:r>
                    <w:r w:rsidRPr="00E7598E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Ufficio Scolastico Regionale per il Piemonte 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br/>
                    </w:r>
                    <w:r w:rsidRPr="00F06E25"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  <w:t>Ufficio V - Ambito territoriale di Torino</w:t>
                    </w:r>
                  </w:p>
                  <w:p w14:paraId="0805DD39" w14:textId="77777777" w:rsidR="00B16AC6" w:rsidRDefault="00B16AC6" w:rsidP="00D2435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  <w:r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  <w:t xml:space="preserve">Ufficio 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Funzionamento e Reclutamento personale docente ed </w:t>
                    </w:r>
                  </w:p>
                  <w:p w14:paraId="64047ECA" w14:textId="77777777" w:rsidR="00B16AC6" w:rsidRDefault="00B16AC6" w:rsidP="00D2435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  <w:r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>Educativo - Scuola dell’infanzia e Primaria – scuola superiore di I e II grado</w:t>
                    </w:r>
                  </w:p>
                  <w:p w14:paraId="1B80F63C" w14:textId="77777777" w:rsidR="00B16AC6" w:rsidRPr="00D24356" w:rsidRDefault="00B16AC6" w:rsidP="00D2435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b/>
                        <w:color w:val="1475BB"/>
                        <w:sz w:val="20"/>
                        <w:szCs w:val="24"/>
                      </w:rPr>
                    </w:pPr>
                    <w:r w:rsidRPr="00D24356">
                      <w:rPr>
                        <w:rFonts w:ascii="Copperplate Gothic Bold" w:hAnsi="Copperplate Gothic Bold"/>
                        <w:b/>
                        <w:noProof/>
                        <w:color w:val="1475BB"/>
                        <w:sz w:val="20"/>
                        <w:szCs w:val="24"/>
                        <w:lang w:eastAsia="it-IT"/>
                      </w:rPr>
                      <w:drawing>
                        <wp:inline distT="0" distB="0" distL="0" distR="0" wp14:anchorId="4A0BD46B" wp14:editId="42E0EB35">
                          <wp:extent cx="5141626" cy="45719"/>
                          <wp:effectExtent l="0" t="0" r="0" b="0"/>
                          <wp:docPr id="2" name="Immagin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 flipV="1">
                                    <a:off x="0" y="0"/>
                                    <a:ext cx="5144135" cy="4574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3D731006" w14:textId="77777777" w:rsidR="00B16AC6" w:rsidRPr="006C50C7" w:rsidRDefault="00B16AC6" w:rsidP="00D2435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4"/>
                        <w:szCs w:val="4"/>
                      </w:rPr>
                    </w:pPr>
                  </w:p>
                  <w:p w14:paraId="023A80D0" w14:textId="77777777" w:rsidR="00B16AC6" w:rsidRPr="007314F0" w:rsidRDefault="00B16AC6" w:rsidP="00F06E25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</w:pP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Via Coazze 18, 10138 Torino;</w:t>
                    </w:r>
                  </w:p>
                  <w:p w14:paraId="196C5BBE" w14:textId="77777777" w:rsidR="00B16AC6" w:rsidRPr="007314F0" w:rsidRDefault="00B16AC6" w:rsidP="00F06E25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16"/>
                        <w:szCs w:val="24"/>
                      </w:rPr>
                    </w:pP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PEC: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hyperlink r:id="rId5" w:history="1">
                      <w:r w:rsidRPr="007314F0">
                        <w:rPr>
                          <w:rStyle w:val="Collegamentoipertestuale"/>
                          <w:rFonts w:ascii="Copperplate Gothic Bold" w:hAnsi="Copperplate Gothic Bold"/>
                          <w:sz w:val="16"/>
                          <w:szCs w:val="18"/>
                        </w:rPr>
                        <w:t>uspto@postacert.istruzione.it</w:t>
                      </w:r>
                    </w:hyperlink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; 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   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web: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http//torino.istruzionepiemonte.it/; 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br/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C.F. 80089530010; 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Codice </w:t>
                    </w:r>
                    <w:proofErr w:type="spellStart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Ipa</w:t>
                    </w:r>
                    <w:proofErr w:type="spellEnd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: </w:t>
                    </w:r>
                    <w:proofErr w:type="spellStart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m_pi</w:t>
                    </w:r>
                    <w:proofErr w:type="spellEnd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;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Codice AOO: AOOUSPTO;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Codice F. E.: 8MXTUA;</w:t>
                    </w:r>
                  </w:p>
                  <w:p w14:paraId="6D0859FF" w14:textId="77777777" w:rsidR="00B16AC6" w:rsidRPr="00E7598E" w:rsidRDefault="00B16AC6" w:rsidP="00713EB4">
                    <w:pPr>
                      <w:widowControl w:val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03414BED" w14:textId="77777777" w:rsidR="00B16AC6" w:rsidRDefault="00B16AC6" w:rsidP="00262DB6">
    <w:pPr>
      <w:pStyle w:val="Intestazione"/>
      <w:rPr>
        <w:noProof/>
        <w:sz w:val="24"/>
        <w:szCs w:val="24"/>
        <w:lang w:eastAsia="it-IT"/>
      </w:rPr>
    </w:pPr>
  </w:p>
  <w:p w14:paraId="7B0A83C2" w14:textId="3E72E413" w:rsidR="00B16AC6" w:rsidRDefault="00B16AC6" w:rsidP="00262DB6">
    <w:pPr>
      <w:pStyle w:val="Intestazione"/>
    </w:pPr>
    <w:r>
      <w:rPr>
        <w:noProof/>
        <w:sz w:val="24"/>
        <w:szCs w:val="24"/>
        <w:lang w:eastAsia="it-IT"/>
      </w:rPr>
      <w:t xml:space="preserve"> </w:t>
    </w:r>
    <w:r>
      <w:rPr>
        <w:noProof/>
      </w:rPr>
      <w:ptab w:relativeTo="margin" w:alignment="left" w:leader="none"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282D15" w14:textId="77777777" w:rsidR="00B16AC6" w:rsidRDefault="00B16AC6">
    <w:pPr>
      <w:pStyle w:val="Intestazione"/>
    </w:pPr>
    <w:r>
      <w:rPr>
        <w:noProof/>
        <w:lang w:eastAsia="it-IT"/>
      </w:rPr>
      <w:drawing>
        <wp:inline distT="0" distB="0" distL="0" distR="0" wp14:anchorId="4102DB21" wp14:editId="259D561C">
          <wp:extent cx="715028" cy="811556"/>
          <wp:effectExtent l="0" t="0" r="8890" b="762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1FFD30D6" wp14:editId="4F475237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7206682C" w14:textId="77777777" w:rsidR="00B16AC6" w:rsidRPr="00E7598E" w:rsidRDefault="00B16AC6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14:paraId="7AD74DC0" w14:textId="77777777" w:rsidR="00B16AC6" w:rsidRPr="00E7598E" w:rsidRDefault="00B16AC6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1FFD30D6"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8" type="#_x0000_t202" style="position:absolute;left:0;text-align:left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" stroked="f" strokecolor="black [0]" strokeweight="0" insetpen="t">
              <v:shadow color="#ccc"/>
              <v:textbox inset="2.85pt,2.85pt,2.85pt,2.85pt">
                <w:txbxContent>
                  <w:p w14:paraId="7206682C" w14:textId="77777777" w:rsidR="00B16AC6" w:rsidRPr="00E7598E" w:rsidRDefault="00B16AC6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14:paraId="7AD74DC0" w14:textId="77777777" w:rsidR="00B16AC6" w:rsidRPr="00E7598E" w:rsidRDefault="00B16AC6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6432" behindDoc="0" locked="0" layoutInCell="1" allowOverlap="1" wp14:anchorId="7E29E4F7" wp14:editId="2841C188">
              <wp:simplePos x="0" y="0"/>
              <wp:positionH relativeFrom="column">
                <wp:posOffset>923290</wp:posOffset>
              </wp:positionH>
              <wp:positionV relativeFrom="paragraph">
                <wp:posOffset>701040</wp:posOffset>
              </wp:positionV>
              <wp:extent cx="5400947" cy="0"/>
              <wp:effectExtent l="0" t="0" r="9525" b="19050"/>
              <wp:wrapNone/>
              <wp:docPr id="14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42FE3A4E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A0AAE"/>
    <w:multiLevelType w:val="hybridMultilevel"/>
    <w:tmpl w:val="AAF27F3E"/>
    <w:lvl w:ilvl="0" w:tplc="0F40676A">
      <w:start w:val="2"/>
      <w:numFmt w:val="bullet"/>
      <w:lvlText w:val="-"/>
      <w:lvlJc w:val="left"/>
      <w:pPr>
        <w:ind w:left="720" w:hanging="360"/>
      </w:pPr>
      <w:rPr>
        <w:rFonts w:ascii="Verdana" w:eastAsiaTheme="minorEastAsia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8606B3"/>
    <w:multiLevelType w:val="hybridMultilevel"/>
    <w:tmpl w:val="B254B1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720C94">
      <w:numFmt w:val="bullet"/>
      <w:lvlText w:val="-"/>
      <w:lvlJc w:val="left"/>
      <w:pPr>
        <w:ind w:left="1440" w:hanging="360"/>
      </w:pPr>
      <w:rPr>
        <w:rFonts w:ascii="Verdana" w:eastAsiaTheme="minorEastAsia" w:hAnsi="Verdana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302B3B"/>
    <w:multiLevelType w:val="hybridMultilevel"/>
    <w:tmpl w:val="681434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146B53"/>
    <w:multiLevelType w:val="hybridMultilevel"/>
    <w:tmpl w:val="1E7A91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CC127B"/>
    <w:multiLevelType w:val="hybridMultilevel"/>
    <w:tmpl w:val="858EFBE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FC3A4A"/>
    <w:multiLevelType w:val="hybridMultilevel"/>
    <w:tmpl w:val="AE36FF4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3690EB4"/>
    <w:multiLevelType w:val="hybridMultilevel"/>
    <w:tmpl w:val="66CE8C44"/>
    <w:lvl w:ilvl="0" w:tplc="67B617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BC2DE6"/>
    <w:multiLevelType w:val="hybridMultilevel"/>
    <w:tmpl w:val="3300E3B2"/>
    <w:lvl w:ilvl="0" w:tplc="E1FADD82">
      <w:numFmt w:val="bullet"/>
      <w:lvlText w:val="□"/>
      <w:lvlJc w:val="left"/>
      <w:pPr>
        <w:ind w:left="1106" w:hanging="569"/>
      </w:pPr>
      <w:rPr>
        <w:rFonts w:ascii="Verdana" w:eastAsia="Verdana" w:hAnsi="Verdana" w:cs="Verdana" w:hint="default"/>
        <w:w w:val="99"/>
        <w:sz w:val="32"/>
        <w:szCs w:val="32"/>
        <w:lang w:val="it-IT" w:eastAsia="en-US" w:bidi="ar-SA"/>
      </w:rPr>
    </w:lvl>
    <w:lvl w:ilvl="1" w:tplc="833AEC16">
      <w:numFmt w:val="bullet"/>
      <w:lvlText w:val="•"/>
      <w:lvlJc w:val="left"/>
      <w:pPr>
        <w:ind w:left="1990" w:hanging="569"/>
      </w:pPr>
      <w:rPr>
        <w:lang w:val="it-IT" w:eastAsia="en-US" w:bidi="ar-SA"/>
      </w:rPr>
    </w:lvl>
    <w:lvl w:ilvl="2" w:tplc="8CB2FD66">
      <w:numFmt w:val="bullet"/>
      <w:lvlText w:val="•"/>
      <w:lvlJc w:val="left"/>
      <w:pPr>
        <w:ind w:left="2881" w:hanging="569"/>
      </w:pPr>
      <w:rPr>
        <w:lang w:val="it-IT" w:eastAsia="en-US" w:bidi="ar-SA"/>
      </w:rPr>
    </w:lvl>
    <w:lvl w:ilvl="3" w:tplc="E22C39AE">
      <w:numFmt w:val="bullet"/>
      <w:lvlText w:val="•"/>
      <w:lvlJc w:val="left"/>
      <w:pPr>
        <w:ind w:left="3771" w:hanging="569"/>
      </w:pPr>
      <w:rPr>
        <w:lang w:val="it-IT" w:eastAsia="en-US" w:bidi="ar-SA"/>
      </w:rPr>
    </w:lvl>
    <w:lvl w:ilvl="4" w:tplc="15F25758">
      <w:numFmt w:val="bullet"/>
      <w:lvlText w:val="•"/>
      <w:lvlJc w:val="left"/>
      <w:pPr>
        <w:ind w:left="4662" w:hanging="569"/>
      </w:pPr>
      <w:rPr>
        <w:lang w:val="it-IT" w:eastAsia="en-US" w:bidi="ar-SA"/>
      </w:rPr>
    </w:lvl>
    <w:lvl w:ilvl="5" w:tplc="30A0C90E">
      <w:numFmt w:val="bullet"/>
      <w:lvlText w:val="•"/>
      <w:lvlJc w:val="left"/>
      <w:pPr>
        <w:ind w:left="5553" w:hanging="569"/>
      </w:pPr>
      <w:rPr>
        <w:lang w:val="it-IT" w:eastAsia="en-US" w:bidi="ar-SA"/>
      </w:rPr>
    </w:lvl>
    <w:lvl w:ilvl="6" w:tplc="92648BFA">
      <w:numFmt w:val="bullet"/>
      <w:lvlText w:val="•"/>
      <w:lvlJc w:val="left"/>
      <w:pPr>
        <w:ind w:left="6443" w:hanging="569"/>
      </w:pPr>
      <w:rPr>
        <w:lang w:val="it-IT" w:eastAsia="en-US" w:bidi="ar-SA"/>
      </w:rPr>
    </w:lvl>
    <w:lvl w:ilvl="7" w:tplc="9B0ED052">
      <w:numFmt w:val="bullet"/>
      <w:lvlText w:val="•"/>
      <w:lvlJc w:val="left"/>
      <w:pPr>
        <w:ind w:left="7334" w:hanging="569"/>
      </w:pPr>
      <w:rPr>
        <w:lang w:val="it-IT" w:eastAsia="en-US" w:bidi="ar-SA"/>
      </w:rPr>
    </w:lvl>
    <w:lvl w:ilvl="8" w:tplc="58E6D640">
      <w:numFmt w:val="bullet"/>
      <w:lvlText w:val="•"/>
      <w:lvlJc w:val="left"/>
      <w:pPr>
        <w:ind w:left="8225" w:hanging="569"/>
      </w:pPr>
      <w:rPr>
        <w:lang w:val="it-IT" w:eastAsia="en-US" w:bidi="ar-SA"/>
      </w:rPr>
    </w:lvl>
  </w:abstractNum>
  <w:abstractNum w:abstractNumId="10">
    <w:nsid w:val="691A6A6D"/>
    <w:multiLevelType w:val="hybridMultilevel"/>
    <w:tmpl w:val="7708EA52"/>
    <w:lvl w:ilvl="0" w:tplc="67FA71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6177F7"/>
    <w:multiLevelType w:val="hybridMultilevel"/>
    <w:tmpl w:val="67CA408E"/>
    <w:lvl w:ilvl="0" w:tplc="0C5806F6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396234"/>
    <w:multiLevelType w:val="hybridMultilevel"/>
    <w:tmpl w:val="575E1AB8"/>
    <w:lvl w:ilvl="0" w:tplc="67B617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7EA1F95"/>
    <w:multiLevelType w:val="hybridMultilevel"/>
    <w:tmpl w:val="0158101A"/>
    <w:lvl w:ilvl="0" w:tplc="39C6B3C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5"/>
  </w:num>
  <w:num w:numId="4">
    <w:abstractNumId w:val="6"/>
  </w:num>
  <w:num w:numId="5">
    <w:abstractNumId w:val="11"/>
  </w:num>
  <w:num w:numId="6">
    <w:abstractNumId w:val="10"/>
  </w:num>
  <w:num w:numId="7">
    <w:abstractNumId w:val="3"/>
  </w:num>
  <w:num w:numId="8">
    <w:abstractNumId w:val="2"/>
  </w:num>
  <w:num w:numId="9">
    <w:abstractNumId w:val="0"/>
  </w:num>
  <w:num w:numId="10">
    <w:abstractNumId w:val="14"/>
  </w:num>
  <w:num w:numId="11">
    <w:abstractNumId w:val="4"/>
  </w:num>
  <w:num w:numId="12">
    <w:abstractNumId w:val="5"/>
  </w:num>
  <w:num w:numId="13">
    <w:abstractNumId w:val="1"/>
  </w:num>
  <w:num w:numId="14">
    <w:abstractNumId w:val="8"/>
  </w:num>
  <w:num w:numId="15">
    <w:abstractNumId w:val="1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5A"/>
    <w:rsid w:val="00012913"/>
    <w:rsid w:val="00020ABB"/>
    <w:rsid w:val="00024F74"/>
    <w:rsid w:val="00026754"/>
    <w:rsid w:val="00026DD8"/>
    <w:rsid w:val="000546B3"/>
    <w:rsid w:val="000634C3"/>
    <w:rsid w:val="00073A38"/>
    <w:rsid w:val="00076A94"/>
    <w:rsid w:val="00076C48"/>
    <w:rsid w:val="0008672E"/>
    <w:rsid w:val="00092F36"/>
    <w:rsid w:val="000C6809"/>
    <w:rsid w:val="000D0E61"/>
    <w:rsid w:val="000D470A"/>
    <w:rsid w:val="000E0FE1"/>
    <w:rsid w:val="000E12E0"/>
    <w:rsid w:val="00104C46"/>
    <w:rsid w:val="00105DDA"/>
    <w:rsid w:val="00106366"/>
    <w:rsid w:val="0011154D"/>
    <w:rsid w:val="00113712"/>
    <w:rsid w:val="00115754"/>
    <w:rsid w:val="00116A8D"/>
    <w:rsid w:val="00121A37"/>
    <w:rsid w:val="00124520"/>
    <w:rsid w:val="00131816"/>
    <w:rsid w:val="00132C64"/>
    <w:rsid w:val="00136C6D"/>
    <w:rsid w:val="00137D67"/>
    <w:rsid w:val="0014055F"/>
    <w:rsid w:val="00143FF0"/>
    <w:rsid w:val="00161CF8"/>
    <w:rsid w:val="00164B80"/>
    <w:rsid w:val="00171593"/>
    <w:rsid w:val="00171C98"/>
    <w:rsid w:val="00176BD8"/>
    <w:rsid w:val="0018364D"/>
    <w:rsid w:val="001874D2"/>
    <w:rsid w:val="001A29D6"/>
    <w:rsid w:val="001A433A"/>
    <w:rsid w:val="001B55B1"/>
    <w:rsid w:val="001C296A"/>
    <w:rsid w:val="001C36C6"/>
    <w:rsid w:val="001C4C2C"/>
    <w:rsid w:val="001D5813"/>
    <w:rsid w:val="001E1B5E"/>
    <w:rsid w:val="001F131B"/>
    <w:rsid w:val="001F6139"/>
    <w:rsid w:val="001F62AA"/>
    <w:rsid w:val="00203828"/>
    <w:rsid w:val="00210EA3"/>
    <w:rsid w:val="00211AD5"/>
    <w:rsid w:val="00221772"/>
    <w:rsid w:val="00223D5A"/>
    <w:rsid w:val="002271E0"/>
    <w:rsid w:val="0023363A"/>
    <w:rsid w:val="0024579A"/>
    <w:rsid w:val="002460B0"/>
    <w:rsid w:val="00254AC7"/>
    <w:rsid w:val="00256652"/>
    <w:rsid w:val="00261BC8"/>
    <w:rsid w:val="00262DB6"/>
    <w:rsid w:val="00275B8D"/>
    <w:rsid w:val="00281BE0"/>
    <w:rsid w:val="002A68B1"/>
    <w:rsid w:val="002B6164"/>
    <w:rsid w:val="002B72D4"/>
    <w:rsid w:val="002C3ACE"/>
    <w:rsid w:val="002D0EBB"/>
    <w:rsid w:val="002E5766"/>
    <w:rsid w:val="002F3E4B"/>
    <w:rsid w:val="003030E3"/>
    <w:rsid w:val="003039EF"/>
    <w:rsid w:val="0030506E"/>
    <w:rsid w:val="00311FE2"/>
    <w:rsid w:val="003265CA"/>
    <w:rsid w:val="003268E6"/>
    <w:rsid w:val="00332FBF"/>
    <w:rsid w:val="00341B80"/>
    <w:rsid w:val="00342B9D"/>
    <w:rsid w:val="00344177"/>
    <w:rsid w:val="00345336"/>
    <w:rsid w:val="003602D0"/>
    <w:rsid w:val="00362060"/>
    <w:rsid w:val="00363189"/>
    <w:rsid w:val="00375D11"/>
    <w:rsid w:val="00386154"/>
    <w:rsid w:val="003B07E1"/>
    <w:rsid w:val="003C6DE2"/>
    <w:rsid w:val="003D7860"/>
    <w:rsid w:val="003F19FE"/>
    <w:rsid w:val="00401A01"/>
    <w:rsid w:val="004237FD"/>
    <w:rsid w:val="00423CCA"/>
    <w:rsid w:val="00425ED9"/>
    <w:rsid w:val="004520D1"/>
    <w:rsid w:val="00466720"/>
    <w:rsid w:val="004739A6"/>
    <w:rsid w:val="00474898"/>
    <w:rsid w:val="004825B7"/>
    <w:rsid w:val="004873EF"/>
    <w:rsid w:val="004A6503"/>
    <w:rsid w:val="004C56FB"/>
    <w:rsid w:val="004C6420"/>
    <w:rsid w:val="004C72D7"/>
    <w:rsid w:val="004E032D"/>
    <w:rsid w:val="004E746A"/>
    <w:rsid w:val="004F0D5E"/>
    <w:rsid w:val="004F0EB1"/>
    <w:rsid w:val="0050056C"/>
    <w:rsid w:val="0051026B"/>
    <w:rsid w:val="00511533"/>
    <w:rsid w:val="00513C30"/>
    <w:rsid w:val="00524D6D"/>
    <w:rsid w:val="00535A4D"/>
    <w:rsid w:val="0053702E"/>
    <w:rsid w:val="0054689F"/>
    <w:rsid w:val="005514C8"/>
    <w:rsid w:val="005549C4"/>
    <w:rsid w:val="005613AC"/>
    <w:rsid w:val="00575623"/>
    <w:rsid w:val="0059420F"/>
    <w:rsid w:val="005A0F54"/>
    <w:rsid w:val="005A29EC"/>
    <w:rsid w:val="005B0EF4"/>
    <w:rsid w:val="005B258C"/>
    <w:rsid w:val="005C398D"/>
    <w:rsid w:val="005D5847"/>
    <w:rsid w:val="005E0748"/>
    <w:rsid w:val="005E21BD"/>
    <w:rsid w:val="005F5F9F"/>
    <w:rsid w:val="00603578"/>
    <w:rsid w:val="006067BE"/>
    <w:rsid w:val="006218DB"/>
    <w:rsid w:val="006236D5"/>
    <w:rsid w:val="00653E89"/>
    <w:rsid w:val="0066425E"/>
    <w:rsid w:val="00672B7B"/>
    <w:rsid w:val="00684E03"/>
    <w:rsid w:val="0068734D"/>
    <w:rsid w:val="006933CE"/>
    <w:rsid w:val="006950B6"/>
    <w:rsid w:val="006A25BC"/>
    <w:rsid w:val="006A6327"/>
    <w:rsid w:val="006A7A33"/>
    <w:rsid w:val="006B070D"/>
    <w:rsid w:val="006B173D"/>
    <w:rsid w:val="006C50C7"/>
    <w:rsid w:val="006C7F03"/>
    <w:rsid w:val="006D2294"/>
    <w:rsid w:val="006D2B4A"/>
    <w:rsid w:val="006D5BCE"/>
    <w:rsid w:val="006E35AD"/>
    <w:rsid w:val="00713EB4"/>
    <w:rsid w:val="00716908"/>
    <w:rsid w:val="00721AFC"/>
    <w:rsid w:val="0072653A"/>
    <w:rsid w:val="007314F0"/>
    <w:rsid w:val="00735857"/>
    <w:rsid w:val="00740D96"/>
    <w:rsid w:val="00753CD8"/>
    <w:rsid w:val="00755C45"/>
    <w:rsid w:val="007610FE"/>
    <w:rsid w:val="00764208"/>
    <w:rsid w:val="007666F2"/>
    <w:rsid w:val="0077475F"/>
    <w:rsid w:val="007806B1"/>
    <w:rsid w:val="00794C86"/>
    <w:rsid w:val="007A0C80"/>
    <w:rsid w:val="007A460F"/>
    <w:rsid w:val="007B0F03"/>
    <w:rsid w:val="007B13D3"/>
    <w:rsid w:val="007B3C19"/>
    <w:rsid w:val="007C24C5"/>
    <w:rsid w:val="007D2A3A"/>
    <w:rsid w:val="007E3D2F"/>
    <w:rsid w:val="007F155D"/>
    <w:rsid w:val="008074E6"/>
    <w:rsid w:val="008114F9"/>
    <w:rsid w:val="00833790"/>
    <w:rsid w:val="0086487C"/>
    <w:rsid w:val="00875471"/>
    <w:rsid w:val="00880ED4"/>
    <w:rsid w:val="008849D3"/>
    <w:rsid w:val="00886CD3"/>
    <w:rsid w:val="00887190"/>
    <w:rsid w:val="008A46F2"/>
    <w:rsid w:val="008B148F"/>
    <w:rsid w:val="008B4A17"/>
    <w:rsid w:val="008B6D2F"/>
    <w:rsid w:val="008C141F"/>
    <w:rsid w:val="008D7150"/>
    <w:rsid w:val="008E3633"/>
    <w:rsid w:val="008F4B65"/>
    <w:rsid w:val="009111CE"/>
    <w:rsid w:val="009173E6"/>
    <w:rsid w:val="00917BFF"/>
    <w:rsid w:val="00920922"/>
    <w:rsid w:val="00930855"/>
    <w:rsid w:val="00957E18"/>
    <w:rsid w:val="009751BF"/>
    <w:rsid w:val="00976AAB"/>
    <w:rsid w:val="0098251E"/>
    <w:rsid w:val="00982B8F"/>
    <w:rsid w:val="00984E26"/>
    <w:rsid w:val="009A653E"/>
    <w:rsid w:val="009A770E"/>
    <w:rsid w:val="009B0D8C"/>
    <w:rsid w:val="009B702A"/>
    <w:rsid w:val="009E2517"/>
    <w:rsid w:val="009E6568"/>
    <w:rsid w:val="00A05E12"/>
    <w:rsid w:val="00A232F8"/>
    <w:rsid w:val="00A41430"/>
    <w:rsid w:val="00A53694"/>
    <w:rsid w:val="00A63ADA"/>
    <w:rsid w:val="00A82B7B"/>
    <w:rsid w:val="00A93438"/>
    <w:rsid w:val="00A945AC"/>
    <w:rsid w:val="00AA4860"/>
    <w:rsid w:val="00AA7C43"/>
    <w:rsid w:val="00AB1396"/>
    <w:rsid w:val="00AC32C6"/>
    <w:rsid w:val="00AC3855"/>
    <w:rsid w:val="00AC7197"/>
    <w:rsid w:val="00AD0511"/>
    <w:rsid w:val="00AD516B"/>
    <w:rsid w:val="00AF6690"/>
    <w:rsid w:val="00AF6D3E"/>
    <w:rsid w:val="00B16AC6"/>
    <w:rsid w:val="00B25B79"/>
    <w:rsid w:val="00B26EA3"/>
    <w:rsid w:val="00B313B2"/>
    <w:rsid w:val="00B442B8"/>
    <w:rsid w:val="00B467C5"/>
    <w:rsid w:val="00B5014E"/>
    <w:rsid w:val="00B640E3"/>
    <w:rsid w:val="00B70811"/>
    <w:rsid w:val="00B76D61"/>
    <w:rsid w:val="00B90674"/>
    <w:rsid w:val="00B9467A"/>
    <w:rsid w:val="00BC6857"/>
    <w:rsid w:val="00BC6B10"/>
    <w:rsid w:val="00BD5B69"/>
    <w:rsid w:val="00BE3FA3"/>
    <w:rsid w:val="00BF01B8"/>
    <w:rsid w:val="00BF282D"/>
    <w:rsid w:val="00C021F6"/>
    <w:rsid w:val="00C13338"/>
    <w:rsid w:val="00C178A8"/>
    <w:rsid w:val="00C371F4"/>
    <w:rsid w:val="00C42C1D"/>
    <w:rsid w:val="00C43BED"/>
    <w:rsid w:val="00C454E0"/>
    <w:rsid w:val="00C6639B"/>
    <w:rsid w:val="00C9425C"/>
    <w:rsid w:val="00C94F10"/>
    <w:rsid w:val="00CB447C"/>
    <w:rsid w:val="00CC0B9A"/>
    <w:rsid w:val="00CC364F"/>
    <w:rsid w:val="00CD146C"/>
    <w:rsid w:val="00CD67F1"/>
    <w:rsid w:val="00CE3D9A"/>
    <w:rsid w:val="00CF3E37"/>
    <w:rsid w:val="00D00E48"/>
    <w:rsid w:val="00D05641"/>
    <w:rsid w:val="00D0688B"/>
    <w:rsid w:val="00D14C0F"/>
    <w:rsid w:val="00D230BD"/>
    <w:rsid w:val="00D24356"/>
    <w:rsid w:val="00D402CD"/>
    <w:rsid w:val="00D45968"/>
    <w:rsid w:val="00D50225"/>
    <w:rsid w:val="00D519A2"/>
    <w:rsid w:val="00D53809"/>
    <w:rsid w:val="00D657E7"/>
    <w:rsid w:val="00D71E5B"/>
    <w:rsid w:val="00D7705A"/>
    <w:rsid w:val="00D87A76"/>
    <w:rsid w:val="00DA24EE"/>
    <w:rsid w:val="00DA31A1"/>
    <w:rsid w:val="00DE1AA4"/>
    <w:rsid w:val="00DF38D4"/>
    <w:rsid w:val="00DF45EF"/>
    <w:rsid w:val="00DF6145"/>
    <w:rsid w:val="00E20548"/>
    <w:rsid w:val="00E25D8D"/>
    <w:rsid w:val="00E53829"/>
    <w:rsid w:val="00E54D5C"/>
    <w:rsid w:val="00E55FA9"/>
    <w:rsid w:val="00E7598E"/>
    <w:rsid w:val="00E75A77"/>
    <w:rsid w:val="00E7722A"/>
    <w:rsid w:val="00E7756D"/>
    <w:rsid w:val="00E8176E"/>
    <w:rsid w:val="00EA2144"/>
    <w:rsid w:val="00EB2588"/>
    <w:rsid w:val="00EB2BDA"/>
    <w:rsid w:val="00EB552B"/>
    <w:rsid w:val="00EC1B54"/>
    <w:rsid w:val="00EE4358"/>
    <w:rsid w:val="00F06B1B"/>
    <w:rsid w:val="00F06E25"/>
    <w:rsid w:val="00F22ABF"/>
    <w:rsid w:val="00F24949"/>
    <w:rsid w:val="00F266AE"/>
    <w:rsid w:val="00F27A67"/>
    <w:rsid w:val="00F30665"/>
    <w:rsid w:val="00F44EC7"/>
    <w:rsid w:val="00F657DD"/>
    <w:rsid w:val="00F658CC"/>
    <w:rsid w:val="00F67DB1"/>
    <w:rsid w:val="00F76BDB"/>
    <w:rsid w:val="00F85F07"/>
    <w:rsid w:val="00F91F95"/>
    <w:rsid w:val="00FB1B86"/>
    <w:rsid w:val="00FB7606"/>
    <w:rsid w:val="00FC0E15"/>
    <w:rsid w:val="00FC3A53"/>
    <w:rsid w:val="00FC461E"/>
    <w:rsid w:val="00FE15C1"/>
    <w:rsid w:val="00FE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08E1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/>
    </w:pPr>
    <w:rPr>
      <w:rFonts w:ascii="Verdana" w:hAnsi="Verdana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1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3D7860"/>
    <w:pPr>
      <w:autoSpaceDE w:val="0"/>
      <w:autoSpaceDN w:val="0"/>
      <w:adjustRightInd w:val="0"/>
      <w:spacing w:before="800" w:after="0"/>
      <w:ind w:firstLine="567"/>
      <w:contextualSpacing/>
      <w:jc w:val="left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3D7860"/>
    <w:pPr>
      <w:tabs>
        <w:tab w:val="left" w:pos="4332"/>
        <w:tab w:val="right" w:pos="9638"/>
      </w:tabs>
      <w:autoSpaceDE w:val="0"/>
      <w:autoSpaceDN w:val="0"/>
      <w:adjustRightInd w:val="0"/>
      <w:spacing w:before="240" w:after="240" w:line="360" w:lineRule="auto"/>
      <w:contextualSpacing/>
      <w:jc w:val="left"/>
    </w:pPr>
    <w:rPr>
      <w:rFonts w:eastAsia="Calibri" w:cs="Calibri"/>
      <w:color w:val="000000"/>
      <w:sz w:val="20"/>
    </w:rPr>
  </w:style>
  <w:style w:type="paragraph" w:customStyle="1" w:styleId="Destinatari">
    <w:name w:val="Destinatari"/>
    <w:basedOn w:val="Normale"/>
    <w:autoRedefine/>
    <w:qFormat/>
    <w:rsid w:val="003D7860"/>
    <w:pPr>
      <w:autoSpaceDE w:val="0"/>
      <w:autoSpaceDN w:val="0"/>
      <w:adjustRightInd w:val="0"/>
      <w:spacing w:before="240" w:after="240"/>
      <w:ind w:firstLine="5103"/>
      <w:contextualSpacing/>
      <w:jc w:val="left"/>
    </w:pPr>
    <w:rPr>
      <w:rFonts w:ascii="Arial" w:eastAsia="Calibri" w:hAnsi="Arial" w:cs="Arial"/>
      <w:b/>
      <w:bCs/>
      <w:color w:val="000000"/>
      <w:sz w:val="16"/>
      <w:szCs w:val="16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3D7860"/>
    <w:pPr>
      <w:spacing w:before="480" w:after="600"/>
      <w:ind w:firstLine="567"/>
      <w:contextualSpacing/>
      <w:jc w:val="left"/>
    </w:pPr>
    <w:rPr>
      <w:rFonts w:eastAsia="Calibri" w:cs="Calibri"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3D7860"/>
    <w:rPr>
      <w:rFonts w:ascii="Verdana" w:eastAsia="Calibri" w:hAnsi="Verdana" w:cs="Calibri"/>
      <w:color w:val="000000"/>
      <w:sz w:val="22"/>
      <w:szCs w:val="22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11AD5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423CCA"/>
    <w:pPr>
      <w:spacing w:after="0" w:line="240" w:lineRule="auto"/>
      <w:jc w:val="left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092F36"/>
    <w:pPr>
      <w:widowControl w:val="0"/>
      <w:autoSpaceDE w:val="0"/>
      <w:autoSpaceDN w:val="0"/>
      <w:spacing w:after="0" w:line="240" w:lineRule="auto"/>
      <w:jc w:val="left"/>
    </w:pPr>
    <w:rPr>
      <w:rFonts w:eastAsia="Verdana" w:cs="Verdana"/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092F36"/>
    <w:rPr>
      <w:rFonts w:ascii="Verdana" w:eastAsia="Verdana" w:hAnsi="Verdana" w:cs="Verdana"/>
    </w:rPr>
  </w:style>
  <w:style w:type="paragraph" w:customStyle="1" w:styleId="TableParagraph">
    <w:name w:val="Table Paragraph"/>
    <w:basedOn w:val="Normale"/>
    <w:uiPriority w:val="1"/>
    <w:qFormat/>
    <w:rsid w:val="00092F36"/>
    <w:pPr>
      <w:widowControl w:val="0"/>
      <w:autoSpaceDE w:val="0"/>
      <w:autoSpaceDN w:val="0"/>
      <w:spacing w:after="0" w:line="240" w:lineRule="auto"/>
      <w:jc w:val="left"/>
    </w:pPr>
    <w:rPr>
      <w:rFonts w:eastAsia="Verdana" w:cs="Verdana"/>
      <w:szCs w:val="22"/>
    </w:rPr>
  </w:style>
  <w:style w:type="table" w:customStyle="1" w:styleId="TableNormal">
    <w:name w:val="Table Normal"/>
    <w:uiPriority w:val="2"/>
    <w:semiHidden/>
    <w:qFormat/>
    <w:rsid w:val="00092F36"/>
    <w:pPr>
      <w:widowControl w:val="0"/>
      <w:autoSpaceDE w:val="0"/>
      <w:autoSpaceDN w:val="0"/>
      <w:spacing w:after="0" w:line="240" w:lineRule="auto"/>
      <w:jc w:val="left"/>
    </w:pPr>
    <w:rPr>
      <w:rFonts w:eastAsiaTheme="minorHAnsi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/>
    </w:pPr>
    <w:rPr>
      <w:rFonts w:ascii="Verdana" w:hAnsi="Verdana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1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3D7860"/>
    <w:pPr>
      <w:autoSpaceDE w:val="0"/>
      <w:autoSpaceDN w:val="0"/>
      <w:adjustRightInd w:val="0"/>
      <w:spacing w:before="800" w:after="0"/>
      <w:ind w:firstLine="567"/>
      <w:contextualSpacing/>
      <w:jc w:val="left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3D7860"/>
    <w:pPr>
      <w:tabs>
        <w:tab w:val="left" w:pos="4332"/>
        <w:tab w:val="right" w:pos="9638"/>
      </w:tabs>
      <w:autoSpaceDE w:val="0"/>
      <w:autoSpaceDN w:val="0"/>
      <w:adjustRightInd w:val="0"/>
      <w:spacing w:before="240" w:after="240" w:line="360" w:lineRule="auto"/>
      <w:contextualSpacing/>
      <w:jc w:val="left"/>
    </w:pPr>
    <w:rPr>
      <w:rFonts w:eastAsia="Calibri" w:cs="Calibri"/>
      <w:color w:val="000000"/>
      <w:sz w:val="20"/>
    </w:rPr>
  </w:style>
  <w:style w:type="paragraph" w:customStyle="1" w:styleId="Destinatari">
    <w:name w:val="Destinatari"/>
    <w:basedOn w:val="Normale"/>
    <w:autoRedefine/>
    <w:qFormat/>
    <w:rsid w:val="003D7860"/>
    <w:pPr>
      <w:autoSpaceDE w:val="0"/>
      <w:autoSpaceDN w:val="0"/>
      <w:adjustRightInd w:val="0"/>
      <w:spacing w:before="240" w:after="240"/>
      <w:ind w:firstLine="5103"/>
      <w:contextualSpacing/>
      <w:jc w:val="left"/>
    </w:pPr>
    <w:rPr>
      <w:rFonts w:ascii="Arial" w:eastAsia="Calibri" w:hAnsi="Arial" w:cs="Arial"/>
      <w:b/>
      <w:bCs/>
      <w:color w:val="000000"/>
      <w:sz w:val="16"/>
      <w:szCs w:val="16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3D7860"/>
    <w:pPr>
      <w:spacing w:before="480" w:after="600"/>
      <w:ind w:firstLine="567"/>
      <w:contextualSpacing/>
      <w:jc w:val="left"/>
    </w:pPr>
    <w:rPr>
      <w:rFonts w:eastAsia="Calibri" w:cs="Calibri"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3D7860"/>
    <w:rPr>
      <w:rFonts w:ascii="Verdana" w:eastAsia="Calibri" w:hAnsi="Verdana" w:cs="Calibri"/>
      <w:color w:val="000000"/>
      <w:sz w:val="22"/>
      <w:szCs w:val="22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11AD5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423CCA"/>
    <w:pPr>
      <w:spacing w:after="0" w:line="240" w:lineRule="auto"/>
      <w:jc w:val="left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092F36"/>
    <w:pPr>
      <w:widowControl w:val="0"/>
      <w:autoSpaceDE w:val="0"/>
      <w:autoSpaceDN w:val="0"/>
      <w:spacing w:after="0" w:line="240" w:lineRule="auto"/>
      <w:jc w:val="left"/>
    </w:pPr>
    <w:rPr>
      <w:rFonts w:eastAsia="Verdana" w:cs="Verdana"/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092F36"/>
    <w:rPr>
      <w:rFonts w:ascii="Verdana" w:eastAsia="Verdana" w:hAnsi="Verdana" w:cs="Verdana"/>
    </w:rPr>
  </w:style>
  <w:style w:type="paragraph" w:customStyle="1" w:styleId="TableParagraph">
    <w:name w:val="Table Paragraph"/>
    <w:basedOn w:val="Normale"/>
    <w:uiPriority w:val="1"/>
    <w:qFormat/>
    <w:rsid w:val="00092F36"/>
    <w:pPr>
      <w:widowControl w:val="0"/>
      <w:autoSpaceDE w:val="0"/>
      <w:autoSpaceDN w:val="0"/>
      <w:spacing w:after="0" w:line="240" w:lineRule="auto"/>
      <w:jc w:val="left"/>
    </w:pPr>
    <w:rPr>
      <w:rFonts w:eastAsia="Verdana" w:cs="Verdana"/>
      <w:szCs w:val="22"/>
    </w:rPr>
  </w:style>
  <w:style w:type="table" w:customStyle="1" w:styleId="TableNormal">
    <w:name w:val="Table Normal"/>
    <w:uiPriority w:val="2"/>
    <w:semiHidden/>
    <w:qFormat/>
    <w:rsid w:val="00092F36"/>
    <w:pPr>
      <w:widowControl w:val="0"/>
      <w:autoSpaceDE w:val="0"/>
      <w:autoSpaceDN w:val="0"/>
      <w:spacing w:after="0" w:line="240" w:lineRule="auto"/>
      <w:jc w:val="left"/>
    </w:pPr>
    <w:rPr>
      <w:rFonts w:eastAsiaTheme="minorHAnsi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8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uspto@postacert.istruzione.it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5" Type="http://schemas.openxmlformats.org/officeDocument/2006/relationships/hyperlink" Target="mailto:uspto@postacert.istruzione.it" TargetMode="External"/><Relationship Id="rId4" Type="http://schemas.openxmlformats.org/officeDocument/2006/relationships/image" Target="media/image20.emf"/></Relationships>
</file>

<file path=word/_rels/header5.xml.rels><?xml version="1.0" encoding="UTF-8" standalone="yes"?>
<Relationships xmlns="http://schemas.openxmlformats.org/package/2006/relationships"><Relationship Id="rId3" Type="http://schemas.openxmlformats.org/officeDocument/2006/relationships/hyperlink" Target="mailto:uspto@postacert.istruzione.it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5" Type="http://schemas.openxmlformats.org/officeDocument/2006/relationships/hyperlink" Target="mailto:uspto@postacert.istruzione.it" TargetMode="External"/><Relationship Id="rId4" Type="http://schemas.openxmlformats.org/officeDocument/2006/relationships/image" Target="media/image20.emf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1132\Desktop\Allegato%202.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D9D16-9D4F-4CE4-852F-1373BC9D8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Allegato 2..dotx</Template>
  <TotalTime>0</TotalTime>
  <Pages>4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2019-03-11T15:40:00Z</cp:lastPrinted>
  <dcterms:created xsi:type="dcterms:W3CDTF">2020-10-09T07:26:00Z</dcterms:created>
  <dcterms:modified xsi:type="dcterms:W3CDTF">2020-10-09T07:26:00Z</dcterms:modified>
</cp:coreProperties>
</file>